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983F7" w14:textId="546317F4" w:rsidR="00F720F1" w:rsidRPr="00F6722C" w:rsidRDefault="00F720F1" w:rsidP="00F720F1">
      <w:pPr>
        <w:pStyle w:val="BodyText10ItalicBorders"/>
      </w:pPr>
      <w:bookmarkStart w:id="0" w:name="_Toc278187082"/>
      <w:bookmarkStart w:id="1" w:name="_Toc278189218"/>
      <w:r w:rsidRPr="00F6722C">
        <w:t>For instructions on using this template, please see Notes to Author/Template Instructions on page</w:t>
      </w:r>
      <w:r>
        <w:t xml:space="preserve"> </w:t>
      </w:r>
      <w:r w:rsidR="00A32571">
        <w:t>14</w:t>
      </w:r>
      <w:r w:rsidRPr="00F6722C">
        <w:t>. Notes on accessibility: This template has been tested and is best accessible with JAWS 11.0 or higher. For quest</w:t>
      </w:r>
      <w:r>
        <w:t xml:space="preserve">ions about using this template or to request changes to the template, </w:t>
      </w:r>
      <w:r w:rsidRPr="00F6722C">
        <w:t xml:space="preserve">please contact </w:t>
      </w:r>
      <w:hyperlink r:id="rId12" w:tooltip="Link to the CMS IT Governance email address" w:history="1">
        <w:r w:rsidRPr="00376A28">
          <w:rPr>
            <w:rStyle w:val="Hyperlink10"/>
            <w:rFonts w:eastAsiaTheme="majorEastAsia"/>
          </w:rPr>
          <w:t>CMS IT Governance</w:t>
        </w:r>
      </w:hyperlink>
      <w:r>
        <w:t xml:space="preserve"> (</w:t>
      </w:r>
      <w:hyperlink r:id="rId13" w:tooltip="Link to the CMS IT Governance email address" w:history="1">
        <w:r w:rsidRPr="00376A28">
          <w:rPr>
            <w:rStyle w:val="Hyperlink10"/>
            <w:rFonts w:eastAsiaTheme="majorEastAsia"/>
          </w:rPr>
          <w:t>IT_Governance@cms.hhs.gov</w:t>
        </w:r>
      </w:hyperlink>
      <w:r>
        <w:t>).</w:t>
      </w:r>
    </w:p>
    <w:p w14:paraId="7FBB8455" w14:textId="77777777" w:rsidR="00A434A4" w:rsidRDefault="00A434A4" w:rsidP="00A434A4">
      <w:pPr>
        <w:pStyle w:val="ParagraphSpacer10"/>
      </w:pPr>
    </w:p>
    <w:p w14:paraId="57D0B01B" w14:textId="54D6275D" w:rsidR="00A434A4" w:rsidRPr="00086BB4" w:rsidRDefault="00F720F1" w:rsidP="00A434A4">
      <w:pPr>
        <w:pStyle w:val="Figure"/>
      </w:pPr>
      <w:r>
        <w:rPr>
          <w:noProof/>
        </w:rPr>
        <w:drawing>
          <wp:inline distT="0" distB="0" distL="0" distR="0" wp14:anchorId="36B10CD4" wp14:editId="79E1CC4A">
            <wp:extent cx="5935980" cy="123756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990043" cy="1248833"/>
                    </a:xfrm>
                    <a:prstGeom prst="rect">
                      <a:avLst/>
                    </a:prstGeom>
                  </pic:spPr>
                </pic:pic>
              </a:graphicData>
            </a:graphic>
          </wp:inline>
        </w:drawing>
      </w:r>
    </w:p>
    <w:p w14:paraId="7C00E5FB" w14:textId="77777777" w:rsidR="00A434A4" w:rsidRPr="00A51BF1" w:rsidRDefault="00A434A4" w:rsidP="00A434A4">
      <w:pPr>
        <w:pStyle w:val="CoverProjectName"/>
      </w:pPr>
      <w:r w:rsidRPr="00A51BF1">
        <w:t xml:space="preserve">&lt;Project </w:t>
      </w:r>
      <w:bookmarkStart w:id="2" w:name="_GoBack"/>
      <w:bookmarkEnd w:id="2"/>
      <w:r w:rsidRPr="00A51BF1">
        <w:t>Name</w:t>
      </w:r>
      <w:r>
        <w:t>/Acronym</w:t>
      </w:r>
      <w:r w:rsidRPr="00A51BF1">
        <w:t>&gt;</w:t>
      </w:r>
    </w:p>
    <w:p w14:paraId="4983B6C9" w14:textId="34346582" w:rsidR="00A434A4" w:rsidRPr="00ED4293" w:rsidRDefault="00A434A4" w:rsidP="00A434A4">
      <w:pPr>
        <w:pStyle w:val="Heading1"/>
      </w:pPr>
      <w:bookmarkStart w:id="3" w:name="_Toc484511603"/>
      <w:r>
        <w:t>Test Summary Report</w:t>
      </w:r>
      <w:bookmarkEnd w:id="3"/>
    </w:p>
    <w:p w14:paraId="5D08065F" w14:textId="77777777" w:rsidR="00A434A4" w:rsidRDefault="00A434A4" w:rsidP="00A434A4">
      <w:pPr>
        <w:pStyle w:val="CoverText"/>
      </w:pPr>
      <w:r>
        <w:t>Version X.X</w:t>
      </w:r>
    </w:p>
    <w:p w14:paraId="4AF0A14A" w14:textId="619231B1" w:rsidR="00A434A4" w:rsidRPr="00F6770F" w:rsidRDefault="00A434A4" w:rsidP="00573C55">
      <w:pPr>
        <w:pStyle w:val="CoverTextDate"/>
      </w:pPr>
      <w:r>
        <w:t>MM/DD/YYYY</w:t>
      </w:r>
    </w:p>
    <w:p w14:paraId="0C686722" w14:textId="77777777" w:rsidR="00A434A4" w:rsidRDefault="00A434A4" w:rsidP="00A434A4">
      <w:pPr>
        <w:pStyle w:val="BodyText"/>
      </w:pPr>
      <w:r>
        <w:br w:type="page"/>
      </w:r>
    </w:p>
    <w:p w14:paraId="2D7EF8C2" w14:textId="77777777" w:rsidR="008F03D1" w:rsidRPr="000E5004" w:rsidRDefault="008F03D1">
      <w:pPr>
        <w:pStyle w:val="FrontMatterHeader"/>
      </w:pPr>
      <w:r w:rsidRPr="000E5004">
        <w:lastRenderedPageBreak/>
        <w:t>Table of Contents</w:t>
      </w:r>
      <w:bookmarkEnd w:id="0"/>
      <w:bookmarkEnd w:id="1"/>
    </w:p>
    <w:p w14:paraId="1736EDDD" w14:textId="7EF8CC32" w:rsidR="00A32571" w:rsidRDefault="00F6782D">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Heading,1,TableCaption,1,Title Small,1" </w:instrText>
      </w:r>
      <w:r>
        <w:fldChar w:fldCharType="separate"/>
      </w:r>
      <w:hyperlink w:anchor="_Toc4734469" w:history="1">
        <w:r w:rsidR="00A32571" w:rsidRPr="00AC08D4">
          <w:rPr>
            <w:rStyle w:val="Hyperlink"/>
          </w:rPr>
          <w:t>1.</w:t>
        </w:r>
        <w:r w:rsidR="00A32571">
          <w:rPr>
            <w:rFonts w:asciiTheme="minorHAnsi" w:eastAsiaTheme="minorEastAsia" w:hAnsiTheme="minorHAnsi" w:cstheme="minorBidi"/>
            <w:b w:val="0"/>
            <w:szCs w:val="24"/>
          </w:rPr>
          <w:tab/>
        </w:r>
        <w:r w:rsidR="00A32571" w:rsidRPr="00AC08D4">
          <w:rPr>
            <w:rStyle w:val="Hyperlink"/>
          </w:rPr>
          <w:t>Introduction</w:t>
        </w:r>
        <w:r w:rsidR="00A32571">
          <w:rPr>
            <w:webHidden/>
          </w:rPr>
          <w:tab/>
        </w:r>
        <w:r w:rsidR="00A32571">
          <w:rPr>
            <w:webHidden/>
          </w:rPr>
          <w:fldChar w:fldCharType="begin"/>
        </w:r>
        <w:r w:rsidR="00A32571">
          <w:rPr>
            <w:webHidden/>
          </w:rPr>
          <w:instrText xml:space="preserve"> PAGEREF _Toc4734469 \h </w:instrText>
        </w:r>
        <w:r w:rsidR="00A32571">
          <w:rPr>
            <w:webHidden/>
          </w:rPr>
        </w:r>
        <w:r w:rsidR="00A32571">
          <w:rPr>
            <w:webHidden/>
          </w:rPr>
          <w:fldChar w:fldCharType="separate"/>
        </w:r>
        <w:r w:rsidR="00314075">
          <w:rPr>
            <w:webHidden/>
          </w:rPr>
          <w:t>1</w:t>
        </w:r>
        <w:r w:rsidR="00A32571">
          <w:rPr>
            <w:webHidden/>
          </w:rPr>
          <w:fldChar w:fldCharType="end"/>
        </w:r>
      </w:hyperlink>
    </w:p>
    <w:p w14:paraId="314FED3C" w14:textId="1FF577E1" w:rsidR="00A32571" w:rsidRDefault="009A46FB">
      <w:pPr>
        <w:pStyle w:val="TOC2"/>
        <w:rPr>
          <w:rFonts w:asciiTheme="minorHAnsi" w:eastAsiaTheme="minorEastAsia" w:hAnsiTheme="minorHAnsi" w:cstheme="minorBidi"/>
          <w:szCs w:val="24"/>
        </w:rPr>
      </w:pPr>
      <w:hyperlink w:anchor="_Toc4734470" w:history="1">
        <w:r w:rsidR="00A32571" w:rsidRPr="00AC08D4">
          <w:rPr>
            <w:rStyle w:val="Hyperlink"/>
          </w:rPr>
          <w:t>1.1</w:t>
        </w:r>
        <w:r w:rsidR="00A32571">
          <w:rPr>
            <w:rFonts w:asciiTheme="minorHAnsi" w:eastAsiaTheme="minorEastAsia" w:hAnsiTheme="minorHAnsi" w:cstheme="minorBidi"/>
            <w:szCs w:val="24"/>
          </w:rPr>
          <w:tab/>
        </w:r>
        <w:r w:rsidR="00A32571" w:rsidRPr="00AC08D4">
          <w:rPr>
            <w:rStyle w:val="Hyperlink"/>
          </w:rPr>
          <w:t>Overview</w:t>
        </w:r>
        <w:r w:rsidR="00A32571">
          <w:rPr>
            <w:webHidden/>
          </w:rPr>
          <w:tab/>
        </w:r>
        <w:r w:rsidR="00A32571">
          <w:rPr>
            <w:webHidden/>
          </w:rPr>
          <w:fldChar w:fldCharType="begin"/>
        </w:r>
        <w:r w:rsidR="00A32571">
          <w:rPr>
            <w:webHidden/>
          </w:rPr>
          <w:instrText xml:space="preserve"> PAGEREF _Toc4734470 \h </w:instrText>
        </w:r>
        <w:r w:rsidR="00A32571">
          <w:rPr>
            <w:webHidden/>
          </w:rPr>
        </w:r>
        <w:r w:rsidR="00A32571">
          <w:rPr>
            <w:webHidden/>
          </w:rPr>
          <w:fldChar w:fldCharType="separate"/>
        </w:r>
        <w:r w:rsidR="00314075">
          <w:rPr>
            <w:webHidden/>
          </w:rPr>
          <w:t>1</w:t>
        </w:r>
        <w:r w:rsidR="00A32571">
          <w:rPr>
            <w:webHidden/>
          </w:rPr>
          <w:fldChar w:fldCharType="end"/>
        </w:r>
      </w:hyperlink>
    </w:p>
    <w:p w14:paraId="624CE83E" w14:textId="796EF1E1" w:rsidR="00A32571" w:rsidRDefault="009A46FB">
      <w:pPr>
        <w:pStyle w:val="TOC1"/>
        <w:rPr>
          <w:rFonts w:asciiTheme="minorHAnsi" w:eastAsiaTheme="minorEastAsia" w:hAnsiTheme="minorHAnsi" w:cstheme="minorBidi"/>
          <w:b w:val="0"/>
          <w:szCs w:val="24"/>
        </w:rPr>
      </w:pPr>
      <w:hyperlink w:anchor="_Toc4734471" w:history="1">
        <w:r w:rsidR="00A32571" w:rsidRPr="00AC08D4">
          <w:rPr>
            <w:rStyle w:val="Hyperlink"/>
          </w:rPr>
          <w:t>2.</w:t>
        </w:r>
        <w:r w:rsidR="00A32571">
          <w:rPr>
            <w:rFonts w:asciiTheme="minorHAnsi" w:eastAsiaTheme="minorEastAsia" w:hAnsiTheme="minorHAnsi" w:cstheme="minorBidi"/>
            <w:b w:val="0"/>
            <w:szCs w:val="24"/>
          </w:rPr>
          <w:tab/>
        </w:r>
        <w:r w:rsidR="00A32571" w:rsidRPr="00AC08D4">
          <w:rPr>
            <w:rStyle w:val="Hyperlink"/>
          </w:rPr>
          <w:t>Summary Assessment</w:t>
        </w:r>
        <w:r w:rsidR="00A32571">
          <w:rPr>
            <w:webHidden/>
          </w:rPr>
          <w:tab/>
        </w:r>
        <w:r w:rsidR="00A32571">
          <w:rPr>
            <w:webHidden/>
          </w:rPr>
          <w:fldChar w:fldCharType="begin"/>
        </w:r>
        <w:r w:rsidR="00A32571">
          <w:rPr>
            <w:webHidden/>
          </w:rPr>
          <w:instrText xml:space="preserve"> PAGEREF _Toc4734471 \h </w:instrText>
        </w:r>
        <w:r w:rsidR="00A32571">
          <w:rPr>
            <w:webHidden/>
          </w:rPr>
        </w:r>
        <w:r w:rsidR="00A32571">
          <w:rPr>
            <w:webHidden/>
          </w:rPr>
          <w:fldChar w:fldCharType="separate"/>
        </w:r>
        <w:r w:rsidR="00314075">
          <w:rPr>
            <w:webHidden/>
          </w:rPr>
          <w:t>2</w:t>
        </w:r>
        <w:r w:rsidR="00A32571">
          <w:rPr>
            <w:webHidden/>
          </w:rPr>
          <w:fldChar w:fldCharType="end"/>
        </w:r>
      </w:hyperlink>
    </w:p>
    <w:p w14:paraId="3B767D5F" w14:textId="7A94F51F" w:rsidR="00A32571" w:rsidRDefault="009A46FB">
      <w:pPr>
        <w:pStyle w:val="TOC1"/>
        <w:rPr>
          <w:rFonts w:asciiTheme="minorHAnsi" w:eastAsiaTheme="minorEastAsia" w:hAnsiTheme="minorHAnsi" w:cstheme="minorBidi"/>
          <w:b w:val="0"/>
          <w:szCs w:val="24"/>
        </w:rPr>
      </w:pPr>
      <w:hyperlink w:anchor="_Toc4734472" w:history="1">
        <w:r w:rsidR="00A32571" w:rsidRPr="00AC08D4">
          <w:rPr>
            <w:rStyle w:val="Hyperlink"/>
          </w:rPr>
          <w:t>3.</w:t>
        </w:r>
        <w:r w:rsidR="00A32571">
          <w:rPr>
            <w:rFonts w:asciiTheme="minorHAnsi" w:eastAsiaTheme="minorEastAsia" w:hAnsiTheme="minorHAnsi" w:cstheme="minorBidi"/>
            <w:b w:val="0"/>
            <w:szCs w:val="24"/>
          </w:rPr>
          <w:tab/>
        </w:r>
        <w:r w:rsidR="00A32571" w:rsidRPr="00AC08D4">
          <w:rPr>
            <w:rStyle w:val="Hyperlink"/>
          </w:rPr>
          <w:t>Detailed Test Results</w:t>
        </w:r>
        <w:r w:rsidR="00A32571">
          <w:rPr>
            <w:webHidden/>
          </w:rPr>
          <w:tab/>
        </w:r>
        <w:r w:rsidR="00A32571">
          <w:rPr>
            <w:webHidden/>
          </w:rPr>
          <w:fldChar w:fldCharType="begin"/>
        </w:r>
        <w:r w:rsidR="00A32571">
          <w:rPr>
            <w:webHidden/>
          </w:rPr>
          <w:instrText xml:space="preserve"> PAGEREF _Toc4734472 \h </w:instrText>
        </w:r>
        <w:r w:rsidR="00A32571">
          <w:rPr>
            <w:webHidden/>
          </w:rPr>
        </w:r>
        <w:r w:rsidR="00A32571">
          <w:rPr>
            <w:webHidden/>
          </w:rPr>
          <w:fldChar w:fldCharType="separate"/>
        </w:r>
        <w:r w:rsidR="00314075">
          <w:rPr>
            <w:webHidden/>
          </w:rPr>
          <w:t>4</w:t>
        </w:r>
        <w:r w:rsidR="00A32571">
          <w:rPr>
            <w:webHidden/>
          </w:rPr>
          <w:fldChar w:fldCharType="end"/>
        </w:r>
      </w:hyperlink>
    </w:p>
    <w:p w14:paraId="4BB4801A" w14:textId="13760290" w:rsidR="00A32571" w:rsidRDefault="009A46FB">
      <w:pPr>
        <w:pStyle w:val="TOC2"/>
        <w:rPr>
          <w:rFonts w:asciiTheme="minorHAnsi" w:eastAsiaTheme="minorEastAsia" w:hAnsiTheme="minorHAnsi" w:cstheme="minorBidi"/>
          <w:szCs w:val="24"/>
        </w:rPr>
      </w:pPr>
      <w:hyperlink w:anchor="_Toc4734473" w:history="1">
        <w:r w:rsidR="00A32571" w:rsidRPr="00AC08D4">
          <w:rPr>
            <w:rStyle w:val="Hyperlink"/>
          </w:rPr>
          <w:t>3.1</w:t>
        </w:r>
        <w:r w:rsidR="00A32571">
          <w:rPr>
            <w:rFonts w:asciiTheme="minorHAnsi" w:eastAsiaTheme="minorEastAsia" w:hAnsiTheme="minorHAnsi" w:cstheme="minorBidi"/>
            <w:szCs w:val="24"/>
          </w:rPr>
          <w:tab/>
        </w:r>
        <w:r w:rsidR="00A32571" w:rsidRPr="00AC08D4">
          <w:rPr>
            <w:rStyle w:val="Hyperlink"/>
          </w:rPr>
          <w:t>&lt;Test Category/Function&gt;</w:t>
        </w:r>
        <w:r w:rsidR="00A32571">
          <w:rPr>
            <w:webHidden/>
          </w:rPr>
          <w:tab/>
        </w:r>
        <w:r w:rsidR="00A32571">
          <w:rPr>
            <w:webHidden/>
          </w:rPr>
          <w:fldChar w:fldCharType="begin"/>
        </w:r>
        <w:r w:rsidR="00A32571">
          <w:rPr>
            <w:webHidden/>
          </w:rPr>
          <w:instrText xml:space="preserve"> PAGEREF _Toc4734473 \h </w:instrText>
        </w:r>
        <w:r w:rsidR="00A32571">
          <w:rPr>
            <w:webHidden/>
          </w:rPr>
        </w:r>
        <w:r w:rsidR="00A32571">
          <w:rPr>
            <w:webHidden/>
          </w:rPr>
          <w:fldChar w:fldCharType="separate"/>
        </w:r>
        <w:r w:rsidR="00314075">
          <w:rPr>
            <w:webHidden/>
          </w:rPr>
          <w:t>4</w:t>
        </w:r>
        <w:r w:rsidR="00A32571">
          <w:rPr>
            <w:webHidden/>
          </w:rPr>
          <w:fldChar w:fldCharType="end"/>
        </w:r>
      </w:hyperlink>
    </w:p>
    <w:p w14:paraId="66A33012" w14:textId="723C14B3" w:rsidR="00A32571" w:rsidRDefault="009A46FB">
      <w:pPr>
        <w:pStyle w:val="TOC2"/>
        <w:rPr>
          <w:rFonts w:asciiTheme="minorHAnsi" w:eastAsiaTheme="minorEastAsia" w:hAnsiTheme="minorHAnsi" w:cstheme="minorBidi"/>
          <w:szCs w:val="24"/>
        </w:rPr>
      </w:pPr>
      <w:hyperlink w:anchor="_Toc4734474" w:history="1">
        <w:r w:rsidR="00A32571" w:rsidRPr="00AC08D4">
          <w:rPr>
            <w:rStyle w:val="Hyperlink"/>
          </w:rPr>
          <w:t>3.2</w:t>
        </w:r>
        <w:r w:rsidR="00A32571">
          <w:rPr>
            <w:rFonts w:asciiTheme="minorHAnsi" w:eastAsiaTheme="minorEastAsia" w:hAnsiTheme="minorHAnsi" w:cstheme="minorBidi"/>
            <w:szCs w:val="24"/>
          </w:rPr>
          <w:tab/>
        </w:r>
        <w:r w:rsidR="00A32571" w:rsidRPr="00AC08D4">
          <w:rPr>
            <w:rStyle w:val="Hyperlink"/>
          </w:rPr>
          <w:t>&lt;Test Category/Function&gt;</w:t>
        </w:r>
        <w:r w:rsidR="00A32571">
          <w:rPr>
            <w:webHidden/>
          </w:rPr>
          <w:tab/>
        </w:r>
        <w:r w:rsidR="00A32571">
          <w:rPr>
            <w:webHidden/>
          </w:rPr>
          <w:fldChar w:fldCharType="begin"/>
        </w:r>
        <w:r w:rsidR="00A32571">
          <w:rPr>
            <w:webHidden/>
          </w:rPr>
          <w:instrText xml:space="preserve"> PAGEREF _Toc4734474 \h </w:instrText>
        </w:r>
        <w:r w:rsidR="00A32571">
          <w:rPr>
            <w:webHidden/>
          </w:rPr>
        </w:r>
        <w:r w:rsidR="00A32571">
          <w:rPr>
            <w:webHidden/>
          </w:rPr>
          <w:fldChar w:fldCharType="separate"/>
        </w:r>
        <w:r w:rsidR="00314075">
          <w:rPr>
            <w:webHidden/>
          </w:rPr>
          <w:t>4</w:t>
        </w:r>
        <w:r w:rsidR="00A32571">
          <w:rPr>
            <w:webHidden/>
          </w:rPr>
          <w:fldChar w:fldCharType="end"/>
        </w:r>
      </w:hyperlink>
    </w:p>
    <w:p w14:paraId="1D781F72" w14:textId="57148388" w:rsidR="00A32571" w:rsidRDefault="009A46FB">
      <w:pPr>
        <w:pStyle w:val="TOC1"/>
        <w:rPr>
          <w:rFonts w:asciiTheme="minorHAnsi" w:eastAsiaTheme="minorEastAsia" w:hAnsiTheme="minorHAnsi" w:cstheme="minorBidi"/>
          <w:b w:val="0"/>
          <w:szCs w:val="24"/>
        </w:rPr>
      </w:pPr>
      <w:hyperlink w:anchor="_Toc4734475" w:history="1">
        <w:r w:rsidR="00A32571" w:rsidRPr="00AC08D4">
          <w:rPr>
            <w:rStyle w:val="Hyperlink"/>
          </w:rPr>
          <w:t>4.</w:t>
        </w:r>
        <w:r w:rsidR="00A32571">
          <w:rPr>
            <w:rFonts w:asciiTheme="minorHAnsi" w:eastAsiaTheme="minorEastAsia" w:hAnsiTheme="minorHAnsi" w:cstheme="minorBidi"/>
            <w:b w:val="0"/>
            <w:szCs w:val="24"/>
          </w:rPr>
          <w:tab/>
        </w:r>
        <w:r w:rsidR="00A32571" w:rsidRPr="00AC08D4">
          <w:rPr>
            <w:rStyle w:val="Hyperlink"/>
          </w:rPr>
          <w:t>Variances</w:t>
        </w:r>
        <w:r w:rsidR="00A32571">
          <w:rPr>
            <w:webHidden/>
          </w:rPr>
          <w:tab/>
        </w:r>
        <w:r w:rsidR="00A32571">
          <w:rPr>
            <w:webHidden/>
          </w:rPr>
          <w:fldChar w:fldCharType="begin"/>
        </w:r>
        <w:r w:rsidR="00A32571">
          <w:rPr>
            <w:webHidden/>
          </w:rPr>
          <w:instrText xml:space="preserve"> PAGEREF _Toc4734475 \h </w:instrText>
        </w:r>
        <w:r w:rsidR="00A32571">
          <w:rPr>
            <w:webHidden/>
          </w:rPr>
        </w:r>
        <w:r w:rsidR="00A32571">
          <w:rPr>
            <w:webHidden/>
          </w:rPr>
          <w:fldChar w:fldCharType="separate"/>
        </w:r>
        <w:r w:rsidR="00314075">
          <w:rPr>
            <w:webHidden/>
          </w:rPr>
          <w:t>5</w:t>
        </w:r>
        <w:r w:rsidR="00A32571">
          <w:rPr>
            <w:webHidden/>
          </w:rPr>
          <w:fldChar w:fldCharType="end"/>
        </w:r>
      </w:hyperlink>
    </w:p>
    <w:p w14:paraId="245B2A63" w14:textId="2643A67B" w:rsidR="00A32571" w:rsidRDefault="009A46FB">
      <w:pPr>
        <w:pStyle w:val="TOC1"/>
        <w:rPr>
          <w:rFonts w:asciiTheme="minorHAnsi" w:eastAsiaTheme="minorEastAsia" w:hAnsiTheme="minorHAnsi" w:cstheme="minorBidi"/>
          <w:b w:val="0"/>
          <w:szCs w:val="24"/>
        </w:rPr>
      </w:pPr>
      <w:hyperlink w:anchor="_Toc4734476" w:history="1">
        <w:r w:rsidR="00A32571" w:rsidRPr="00AC08D4">
          <w:rPr>
            <w:rStyle w:val="Hyperlink"/>
          </w:rPr>
          <w:t>5.</w:t>
        </w:r>
        <w:r w:rsidR="00A32571">
          <w:rPr>
            <w:rFonts w:asciiTheme="minorHAnsi" w:eastAsiaTheme="minorEastAsia" w:hAnsiTheme="minorHAnsi" w:cstheme="minorBidi"/>
            <w:b w:val="0"/>
            <w:szCs w:val="24"/>
          </w:rPr>
          <w:tab/>
        </w:r>
        <w:r w:rsidR="00A32571" w:rsidRPr="00AC08D4">
          <w:rPr>
            <w:rStyle w:val="Hyperlink"/>
          </w:rPr>
          <w:t>Test Incidents</w:t>
        </w:r>
        <w:r w:rsidR="00A32571">
          <w:rPr>
            <w:webHidden/>
          </w:rPr>
          <w:tab/>
        </w:r>
        <w:r w:rsidR="00A32571">
          <w:rPr>
            <w:webHidden/>
          </w:rPr>
          <w:fldChar w:fldCharType="begin"/>
        </w:r>
        <w:r w:rsidR="00A32571">
          <w:rPr>
            <w:webHidden/>
          </w:rPr>
          <w:instrText xml:space="preserve"> PAGEREF _Toc4734476 \h </w:instrText>
        </w:r>
        <w:r w:rsidR="00A32571">
          <w:rPr>
            <w:webHidden/>
          </w:rPr>
        </w:r>
        <w:r w:rsidR="00A32571">
          <w:rPr>
            <w:webHidden/>
          </w:rPr>
          <w:fldChar w:fldCharType="separate"/>
        </w:r>
        <w:r w:rsidR="00314075">
          <w:rPr>
            <w:webHidden/>
          </w:rPr>
          <w:t>6</w:t>
        </w:r>
        <w:r w:rsidR="00A32571">
          <w:rPr>
            <w:webHidden/>
          </w:rPr>
          <w:fldChar w:fldCharType="end"/>
        </w:r>
      </w:hyperlink>
    </w:p>
    <w:p w14:paraId="5875E6DD" w14:textId="7080485C" w:rsidR="00A32571" w:rsidRDefault="009A46FB">
      <w:pPr>
        <w:pStyle w:val="TOC2"/>
        <w:rPr>
          <w:rFonts w:asciiTheme="minorHAnsi" w:eastAsiaTheme="minorEastAsia" w:hAnsiTheme="minorHAnsi" w:cstheme="minorBidi"/>
          <w:szCs w:val="24"/>
        </w:rPr>
      </w:pPr>
      <w:hyperlink w:anchor="_Toc4734477" w:history="1">
        <w:r w:rsidR="00A32571" w:rsidRPr="00AC08D4">
          <w:rPr>
            <w:rStyle w:val="Hyperlink"/>
          </w:rPr>
          <w:t>5.1</w:t>
        </w:r>
        <w:r w:rsidR="00A32571">
          <w:rPr>
            <w:rFonts w:asciiTheme="minorHAnsi" w:eastAsiaTheme="minorEastAsia" w:hAnsiTheme="minorHAnsi" w:cstheme="minorBidi"/>
            <w:szCs w:val="24"/>
          </w:rPr>
          <w:tab/>
        </w:r>
        <w:r w:rsidR="00A32571" w:rsidRPr="00AC08D4">
          <w:rPr>
            <w:rStyle w:val="Hyperlink"/>
          </w:rPr>
          <w:t>Resolved Test Incidents</w:t>
        </w:r>
        <w:r w:rsidR="00A32571">
          <w:rPr>
            <w:webHidden/>
          </w:rPr>
          <w:tab/>
        </w:r>
        <w:r w:rsidR="00A32571">
          <w:rPr>
            <w:webHidden/>
          </w:rPr>
          <w:fldChar w:fldCharType="begin"/>
        </w:r>
        <w:r w:rsidR="00A32571">
          <w:rPr>
            <w:webHidden/>
          </w:rPr>
          <w:instrText xml:space="preserve"> PAGEREF _Toc4734477 \h </w:instrText>
        </w:r>
        <w:r w:rsidR="00A32571">
          <w:rPr>
            <w:webHidden/>
          </w:rPr>
        </w:r>
        <w:r w:rsidR="00A32571">
          <w:rPr>
            <w:webHidden/>
          </w:rPr>
          <w:fldChar w:fldCharType="separate"/>
        </w:r>
        <w:r w:rsidR="00314075">
          <w:rPr>
            <w:webHidden/>
          </w:rPr>
          <w:t>6</w:t>
        </w:r>
        <w:r w:rsidR="00A32571">
          <w:rPr>
            <w:webHidden/>
          </w:rPr>
          <w:fldChar w:fldCharType="end"/>
        </w:r>
      </w:hyperlink>
    </w:p>
    <w:p w14:paraId="3E269064" w14:textId="2BAB2615" w:rsidR="00A32571" w:rsidRDefault="009A46FB">
      <w:pPr>
        <w:pStyle w:val="TOC2"/>
        <w:rPr>
          <w:rFonts w:asciiTheme="minorHAnsi" w:eastAsiaTheme="minorEastAsia" w:hAnsiTheme="minorHAnsi" w:cstheme="minorBidi"/>
          <w:szCs w:val="24"/>
        </w:rPr>
      </w:pPr>
      <w:hyperlink w:anchor="_Toc4734478" w:history="1">
        <w:r w:rsidR="00A32571" w:rsidRPr="00AC08D4">
          <w:rPr>
            <w:rStyle w:val="Hyperlink"/>
          </w:rPr>
          <w:t>5.2</w:t>
        </w:r>
        <w:r w:rsidR="00A32571">
          <w:rPr>
            <w:rFonts w:asciiTheme="minorHAnsi" w:eastAsiaTheme="minorEastAsia" w:hAnsiTheme="minorHAnsi" w:cstheme="minorBidi"/>
            <w:szCs w:val="24"/>
          </w:rPr>
          <w:tab/>
        </w:r>
        <w:r w:rsidR="00A32571" w:rsidRPr="00AC08D4">
          <w:rPr>
            <w:rStyle w:val="Hyperlink"/>
          </w:rPr>
          <w:t>Unresolved Test Incidents</w:t>
        </w:r>
        <w:r w:rsidR="00A32571">
          <w:rPr>
            <w:webHidden/>
          </w:rPr>
          <w:tab/>
        </w:r>
        <w:r w:rsidR="00A32571">
          <w:rPr>
            <w:webHidden/>
          </w:rPr>
          <w:fldChar w:fldCharType="begin"/>
        </w:r>
        <w:r w:rsidR="00A32571">
          <w:rPr>
            <w:webHidden/>
          </w:rPr>
          <w:instrText xml:space="preserve"> PAGEREF _Toc4734478 \h </w:instrText>
        </w:r>
        <w:r w:rsidR="00A32571">
          <w:rPr>
            <w:webHidden/>
          </w:rPr>
        </w:r>
        <w:r w:rsidR="00A32571">
          <w:rPr>
            <w:webHidden/>
          </w:rPr>
          <w:fldChar w:fldCharType="separate"/>
        </w:r>
        <w:r w:rsidR="00314075">
          <w:rPr>
            <w:webHidden/>
          </w:rPr>
          <w:t>6</w:t>
        </w:r>
        <w:r w:rsidR="00A32571">
          <w:rPr>
            <w:webHidden/>
          </w:rPr>
          <w:fldChar w:fldCharType="end"/>
        </w:r>
      </w:hyperlink>
    </w:p>
    <w:p w14:paraId="687E1994" w14:textId="4D4E70BE" w:rsidR="00A32571" w:rsidRDefault="009A46FB">
      <w:pPr>
        <w:pStyle w:val="TOC1"/>
        <w:rPr>
          <w:rFonts w:asciiTheme="minorHAnsi" w:eastAsiaTheme="minorEastAsia" w:hAnsiTheme="minorHAnsi" w:cstheme="minorBidi"/>
          <w:b w:val="0"/>
          <w:szCs w:val="24"/>
        </w:rPr>
      </w:pPr>
      <w:hyperlink w:anchor="_Toc4734479" w:history="1">
        <w:r w:rsidR="00A32571" w:rsidRPr="00AC08D4">
          <w:rPr>
            <w:rStyle w:val="Hyperlink"/>
          </w:rPr>
          <w:t>6.</w:t>
        </w:r>
        <w:r w:rsidR="00A32571">
          <w:rPr>
            <w:rFonts w:asciiTheme="minorHAnsi" w:eastAsiaTheme="minorEastAsia" w:hAnsiTheme="minorHAnsi" w:cstheme="minorBidi"/>
            <w:b w:val="0"/>
            <w:szCs w:val="24"/>
          </w:rPr>
          <w:tab/>
        </w:r>
        <w:r w:rsidR="00A32571" w:rsidRPr="00AC08D4">
          <w:rPr>
            <w:rStyle w:val="Hyperlink"/>
          </w:rPr>
          <w:t>Recommendations</w:t>
        </w:r>
        <w:r w:rsidR="00A32571">
          <w:rPr>
            <w:webHidden/>
          </w:rPr>
          <w:tab/>
        </w:r>
        <w:r w:rsidR="00A32571">
          <w:rPr>
            <w:webHidden/>
          </w:rPr>
          <w:fldChar w:fldCharType="begin"/>
        </w:r>
        <w:r w:rsidR="00A32571">
          <w:rPr>
            <w:webHidden/>
          </w:rPr>
          <w:instrText xml:space="preserve"> PAGEREF _Toc4734479 \h </w:instrText>
        </w:r>
        <w:r w:rsidR="00A32571">
          <w:rPr>
            <w:webHidden/>
          </w:rPr>
        </w:r>
        <w:r w:rsidR="00A32571">
          <w:rPr>
            <w:webHidden/>
          </w:rPr>
          <w:fldChar w:fldCharType="separate"/>
        </w:r>
        <w:r w:rsidR="00314075">
          <w:rPr>
            <w:webHidden/>
          </w:rPr>
          <w:t>7</w:t>
        </w:r>
        <w:r w:rsidR="00A32571">
          <w:rPr>
            <w:webHidden/>
          </w:rPr>
          <w:fldChar w:fldCharType="end"/>
        </w:r>
      </w:hyperlink>
    </w:p>
    <w:p w14:paraId="48A82705" w14:textId="44D99E85" w:rsidR="00A32571" w:rsidRDefault="009A46FB">
      <w:pPr>
        <w:pStyle w:val="TOC1"/>
        <w:rPr>
          <w:rFonts w:asciiTheme="minorHAnsi" w:eastAsiaTheme="minorEastAsia" w:hAnsiTheme="minorHAnsi" w:cstheme="minorBidi"/>
          <w:b w:val="0"/>
          <w:szCs w:val="24"/>
        </w:rPr>
      </w:pPr>
      <w:hyperlink w:anchor="_Toc4734480" w:history="1">
        <w:r w:rsidR="00A32571" w:rsidRPr="00AC08D4">
          <w:rPr>
            <w:rStyle w:val="Hyperlink"/>
          </w:rPr>
          <w:t>Appendix A: Test Incident Reports (TIRs)</w:t>
        </w:r>
        <w:r w:rsidR="00A32571">
          <w:rPr>
            <w:webHidden/>
          </w:rPr>
          <w:tab/>
        </w:r>
        <w:r w:rsidR="00A32571">
          <w:rPr>
            <w:webHidden/>
          </w:rPr>
          <w:fldChar w:fldCharType="begin"/>
        </w:r>
        <w:r w:rsidR="00A32571">
          <w:rPr>
            <w:webHidden/>
          </w:rPr>
          <w:instrText xml:space="preserve"> PAGEREF _Toc4734480 \h </w:instrText>
        </w:r>
        <w:r w:rsidR="00A32571">
          <w:rPr>
            <w:webHidden/>
          </w:rPr>
        </w:r>
        <w:r w:rsidR="00A32571">
          <w:rPr>
            <w:webHidden/>
          </w:rPr>
          <w:fldChar w:fldCharType="separate"/>
        </w:r>
        <w:r w:rsidR="00314075">
          <w:rPr>
            <w:webHidden/>
          </w:rPr>
          <w:t>8</w:t>
        </w:r>
        <w:r w:rsidR="00A32571">
          <w:rPr>
            <w:webHidden/>
          </w:rPr>
          <w:fldChar w:fldCharType="end"/>
        </w:r>
      </w:hyperlink>
    </w:p>
    <w:p w14:paraId="75EDC600" w14:textId="6E9321AD" w:rsidR="00A32571" w:rsidRDefault="009A46FB">
      <w:pPr>
        <w:pStyle w:val="TOC1"/>
        <w:rPr>
          <w:rFonts w:asciiTheme="minorHAnsi" w:eastAsiaTheme="minorEastAsia" w:hAnsiTheme="minorHAnsi" w:cstheme="minorBidi"/>
          <w:b w:val="0"/>
          <w:szCs w:val="24"/>
        </w:rPr>
      </w:pPr>
      <w:hyperlink w:anchor="_Toc4734481" w:history="1">
        <w:r w:rsidR="00A32571" w:rsidRPr="00AC08D4">
          <w:rPr>
            <w:rStyle w:val="Hyperlink"/>
          </w:rPr>
          <w:t>Appendix B: Record of Changes</w:t>
        </w:r>
        <w:r w:rsidR="00A32571">
          <w:rPr>
            <w:webHidden/>
          </w:rPr>
          <w:tab/>
        </w:r>
        <w:r w:rsidR="00A32571">
          <w:rPr>
            <w:webHidden/>
          </w:rPr>
          <w:fldChar w:fldCharType="begin"/>
        </w:r>
        <w:r w:rsidR="00A32571">
          <w:rPr>
            <w:webHidden/>
          </w:rPr>
          <w:instrText xml:space="preserve"> PAGEREF _Toc4734481 \h </w:instrText>
        </w:r>
        <w:r w:rsidR="00A32571">
          <w:rPr>
            <w:webHidden/>
          </w:rPr>
        </w:r>
        <w:r w:rsidR="00A32571">
          <w:rPr>
            <w:webHidden/>
          </w:rPr>
          <w:fldChar w:fldCharType="separate"/>
        </w:r>
        <w:r w:rsidR="00314075">
          <w:rPr>
            <w:webHidden/>
          </w:rPr>
          <w:t>10</w:t>
        </w:r>
        <w:r w:rsidR="00A32571">
          <w:rPr>
            <w:webHidden/>
          </w:rPr>
          <w:fldChar w:fldCharType="end"/>
        </w:r>
      </w:hyperlink>
    </w:p>
    <w:p w14:paraId="3DD1F060" w14:textId="4AD6396C" w:rsidR="00A32571" w:rsidRDefault="009A46FB">
      <w:pPr>
        <w:pStyle w:val="TOC1"/>
        <w:rPr>
          <w:rFonts w:asciiTheme="minorHAnsi" w:eastAsiaTheme="minorEastAsia" w:hAnsiTheme="minorHAnsi" w:cstheme="minorBidi"/>
          <w:b w:val="0"/>
          <w:szCs w:val="24"/>
        </w:rPr>
      </w:pPr>
      <w:hyperlink w:anchor="_Toc4734482" w:history="1">
        <w:r w:rsidR="00A32571" w:rsidRPr="00AC08D4">
          <w:rPr>
            <w:rStyle w:val="Hyperlink"/>
          </w:rPr>
          <w:t>Appendix C: Glossary</w:t>
        </w:r>
        <w:r w:rsidR="00A32571">
          <w:rPr>
            <w:webHidden/>
          </w:rPr>
          <w:tab/>
        </w:r>
        <w:r w:rsidR="00A32571">
          <w:rPr>
            <w:webHidden/>
          </w:rPr>
          <w:fldChar w:fldCharType="begin"/>
        </w:r>
        <w:r w:rsidR="00A32571">
          <w:rPr>
            <w:webHidden/>
          </w:rPr>
          <w:instrText xml:space="preserve"> PAGEREF _Toc4734482 \h </w:instrText>
        </w:r>
        <w:r w:rsidR="00A32571">
          <w:rPr>
            <w:webHidden/>
          </w:rPr>
        </w:r>
        <w:r w:rsidR="00A32571">
          <w:rPr>
            <w:webHidden/>
          </w:rPr>
          <w:fldChar w:fldCharType="separate"/>
        </w:r>
        <w:r w:rsidR="00314075">
          <w:rPr>
            <w:webHidden/>
          </w:rPr>
          <w:t>11</w:t>
        </w:r>
        <w:r w:rsidR="00A32571">
          <w:rPr>
            <w:webHidden/>
          </w:rPr>
          <w:fldChar w:fldCharType="end"/>
        </w:r>
      </w:hyperlink>
    </w:p>
    <w:p w14:paraId="39FF6ED0" w14:textId="3810EFDB" w:rsidR="00A32571" w:rsidRDefault="009A46FB">
      <w:pPr>
        <w:pStyle w:val="TOC1"/>
        <w:rPr>
          <w:rFonts w:asciiTheme="minorHAnsi" w:eastAsiaTheme="minorEastAsia" w:hAnsiTheme="minorHAnsi" w:cstheme="minorBidi"/>
          <w:b w:val="0"/>
          <w:szCs w:val="24"/>
        </w:rPr>
      </w:pPr>
      <w:hyperlink w:anchor="_Toc4734483" w:history="1">
        <w:r w:rsidR="00A32571" w:rsidRPr="00AC08D4">
          <w:rPr>
            <w:rStyle w:val="Hyperlink"/>
          </w:rPr>
          <w:t>Appendix D: Referenced Documents</w:t>
        </w:r>
        <w:r w:rsidR="00A32571">
          <w:rPr>
            <w:webHidden/>
          </w:rPr>
          <w:tab/>
        </w:r>
        <w:r w:rsidR="00A32571">
          <w:rPr>
            <w:webHidden/>
          </w:rPr>
          <w:fldChar w:fldCharType="begin"/>
        </w:r>
        <w:r w:rsidR="00A32571">
          <w:rPr>
            <w:webHidden/>
          </w:rPr>
          <w:instrText xml:space="preserve"> PAGEREF _Toc4734483 \h </w:instrText>
        </w:r>
        <w:r w:rsidR="00A32571">
          <w:rPr>
            <w:webHidden/>
          </w:rPr>
        </w:r>
        <w:r w:rsidR="00A32571">
          <w:rPr>
            <w:webHidden/>
          </w:rPr>
          <w:fldChar w:fldCharType="separate"/>
        </w:r>
        <w:r w:rsidR="00314075">
          <w:rPr>
            <w:webHidden/>
          </w:rPr>
          <w:t>12</w:t>
        </w:r>
        <w:r w:rsidR="00A32571">
          <w:rPr>
            <w:webHidden/>
          </w:rPr>
          <w:fldChar w:fldCharType="end"/>
        </w:r>
      </w:hyperlink>
    </w:p>
    <w:p w14:paraId="174AF689" w14:textId="17BD0D46" w:rsidR="00A32571" w:rsidRDefault="009A46FB">
      <w:pPr>
        <w:pStyle w:val="TOC1"/>
        <w:rPr>
          <w:rFonts w:asciiTheme="minorHAnsi" w:eastAsiaTheme="minorEastAsia" w:hAnsiTheme="minorHAnsi" w:cstheme="minorBidi"/>
          <w:b w:val="0"/>
          <w:szCs w:val="24"/>
        </w:rPr>
      </w:pPr>
      <w:hyperlink w:anchor="_Toc4734484" w:history="1">
        <w:r w:rsidR="00A32571" w:rsidRPr="00AC08D4">
          <w:rPr>
            <w:rStyle w:val="Hyperlink"/>
          </w:rPr>
          <w:t>Appendix E: Approvals</w:t>
        </w:r>
        <w:r w:rsidR="00A32571">
          <w:rPr>
            <w:webHidden/>
          </w:rPr>
          <w:tab/>
        </w:r>
        <w:r w:rsidR="00A32571">
          <w:rPr>
            <w:webHidden/>
          </w:rPr>
          <w:fldChar w:fldCharType="begin"/>
        </w:r>
        <w:r w:rsidR="00A32571">
          <w:rPr>
            <w:webHidden/>
          </w:rPr>
          <w:instrText xml:space="preserve"> PAGEREF _Toc4734484 \h </w:instrText>
        </w:r>
        <w:r w:rsidR="00A32571">
          <w:rPr>
            <w:webHidden/>
          </w:rPr>
        </w:r>
        <w:r w:rsidR="00A32571">
          <w:rPr>
            <w:webHidden/>
          </w:rPr>
          <w:fldChar w:fldCharType="separate"/>
        </w:r>
        <w:r w:rsidR="00314075">
          <w:rPr>
            <w:webHidden/>
          </w:rPr>
          <w:t>13</w:t>
        </w:r>
        <w:r w:rsidR="00A32571">
          <w:rPr>
            <w:webHidden/>
          </w:rPr>
          <w:fldChar w:fldCharType="end"/>
        </w:r>
      </w:hyperlink>
    </w:p>
    <w:p w14:paraId="31E0987F" w14:textId="2C730A38" w:rsidR="00A32571" w:rsidRDefault="009A46FB">
      <w:pPr>
        <w:pStyle w:val="TOC1"/>
      </w:pPr>
      <w:hyperlink w:anchor="_Toc4734485" w:history="1">
        <w:r w:rsidR="00A32571" w:rsidRPr="00AC08D4">
          <w:rPr>
            <w:rStyle w:val="Hyperlink"/>
          </w:rPr>
          <w:t>Appendix F: Notes to the Author/Template Instructions</w:t>
        </w:r>
        <w:r w:rsidR="00A32571">
          <w:rPr>
            <w:webHidden/>
          </w:rPr>
          <w:tab/>
        </w:r>
        <w:r w:rsidR="00A32571">
          <w:rPr>
            <w:webHidden/>
          </w:rPr>
          <w:fldChar w:fldCharType="begin"/>
        </w:r>
        <w:r w:rsidR="00A32571">
          <w:rPr>
            <w:webHidden/>
          </w:rPr>
          <w:instrText xml:space="preserve"> PAGEREF _Toc4734485 \h </w:instrText>
        </w:r>
        <w:r w:rsidR="00A32571">
          <w:rPr>
            <w:webHidden/>
          </w:rPr>
        </w:r>
        <w:r w:rsidR="00A32571">
          <w:rPr>
            <w:webHidden/>
          </w:rPr>
          <w:fldChar w:fldCharType="separate"/>
        </w:r>
        <w:r w:rsidR="00314075">
          <w:rPr>
            <w:webHidden/>
          </w:rPr>
          <w:t>14</w:t>
        </w:r>
        <w:r w:rsidR="00A32571">
          <w:rPr>
            <w:webHidden/>
          </w:rPr>
          <w:fldChar w:fldCharType="end"/>
        </w:r>
      </w:hyperlink>
    </w:p>
    <w:p w14:paraId="51854B5B" w14:textId="1AAC9607" w:rsidR="009A46FB" w:rsidRDefault="009A46FB" w:rsidP="009A46FB">
      <w:pPr>
        <w:pStyle w:val="TOC1"/>
        <w:tabs>
          <w:tab w:val="left" w:pos="1980"/>
        </w:tabs>
        <w:rPr>
          <w:rFonts w:asciiTheme="minorHAnsi" w:eastAsiaTheme="minorEastAsia" w:hAnsiTheme="minorHAnsi" w:cstheme="minorBidi"/>
          <w:b w:val="0"/>
          <w:sz w:val="22"/>
          <w:szCs w:val="22"/>
        </w:rPr>
      </w:pPr>
      <w:hyperlink w:anchor="_Toc396111279" w:history="1">
        <w:r>
          <w:rPr>
            <w:rStyle w:val="Hyperlink"/>
          </w:rPr>
          <w:t xml:space="preserve">Appendix </w:t>
        </w:r>
        <w:r>
          <w:rPr>
            <w:rStyle w:val="Hyperlink"/>
          </w:rPr>
          <w:t>G</w:t>
        </w:r>
        <w:r w:rsidRPr="005F361E">
          <w:rPr>
            <w:rStyle w:val="Hyperlink"/>
          </w:rPr>
          <w:t>: Template R</w:t>
        </w:r>
        <w:r w:rsidRPr="005F361E">
          <w:rPr>
            <w:rStyle w:val="Hyperlink"/>
          </w:rPr>
          <w:t>e</w:t>
        </w:r>
        <w:r w:rsidRPr="005F361E">
          <w:rPr>
            <w:rStyle w:val="Hyperlink"/>
          </w:rPr>
          <w:t>vision History</w:t>
        </w:r>
        <w:r>
          <w:rPr>
            <w:webHidden/>
          </w:rPr>
          <w:tab/>
        </w:r>
        <w:r>
          <w:rPr>
            <w:webHidden/>
          </w:rPr>
          <w:fldChar w:fldCharType="begin"/>
        </w:r>
        <w:r>
          <w:rPr>
            <w:webHidden/>
          </w:rPr>
          <w:instrText xml:space="preserve"> PAGEREF _Toc396111279 \h </w:instrText>
        </w:r>
        <w:r>
          <w:rPr>
            <w:webHidden/>
          </w:rPr>
        </w:r>
        <w:r>
          <w:rPr>
            <w:webHidden/>
          </w:rPr>
          <w:fldChar w:fldCharType="separate"/>
        </w:r>
        <w:r>
          <w:rPr>
            <w:webHidden/>
          </w:rPr>
          <w:t>1</w:t>
        </w:r>
        <w:r>
          <w:rPr>
            <w:webHidden/>
          </w:rPr>
          <w:fldChar w:fldCharType="end"/>
        </w:r>
      </w:hyperlink>
      <w:r>
        <w:t>5</w:t>
      </w:r>
    </w:p>
    <w:p w14:paraId="2D7EF8D9" w14:textId="60361E58" w:rsidR="008E64DE" w:rsidRPr="008E64DE" w:rsidRDefault="00F6782D" w:rsidP="00F6782D">
      <w:pPr>
        <w:pStyle w:val="ParagraphSpacer10"/>
        <w:rPr>
          <w:noProof/>
        </w:rPr>
      </w:pPr>
      <w:r>
        <w:rPr>
          <w:noProof/>
        </w:rPr>
        <w:fldChar w:fldCharType="end"/>
      </w:r>
    </w:p>
    <w:p w14:paraId="2D7EF8DA"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2D7EF8DB" w14:textId="77777777" w:rsidR="008F03D1" w:rsidRDefault="00A84DA3" w:rsidP="00FE40DF">
      <w:pPr>
        <w:pStyle w:val="TableofFigures"/>
      </w:pPr>
      <w:r>
        <w:fldChar w:fldCharType="begin"/>
      </w:r>
      <w:r w:rsidR="00377035">
        <w:instrText xml:space="preserve"> TOC \h \z \t "FigureCaption,1,fc,1" \c "Figure" </w:instrText>
      </w:r>
      <w:r>
        <w:fldChar w:fldCharType="separate"/>
      </w:r>
      <w:r w:rsidR="00962A6D">
        <w:rPr>
          <w:b/>
          <w:bCs/>
        </w:rPr>
        <w:t>No table of figures entries found.</w:t>
      </w:r>
      <w:r>
        <w:fldChar w:fldCharType="end"/>
      </w:r>
    </w:p>
    <w:p w14:paraId="2D7EF8DD" w14:textId="77777777" w:rsidR="003E4887" w:rsidRDefault="003E4887" w:rsidP="00F6782D">
      <w:pPr>
        <w:pStyle w:val="ParagraphSpacer10"/>
      </w:pPr>
    </w:p>
    <w:p w14:paraId="2D7EF8DE" w14:textId="77777777" w:rsidR="008F03D1" w:rsidRDefault="008F03D1">
      <w:pPr>
        <w:pStyle w:val="FrontMatterHeader"/>
      </w:pPr>
      <w:bookmarkStart w:id="10" w:name="_Toc278187084"/>
      <w:bookmarkStart w:id="11" w:name="_Toc278189220"/>
      <w:r>
        <w:t>List of Tables</w:t>
      </w:r>
      <w:bookmarkEnd w:id="10"/>
      <w:bookmarkEnd w:id="11"/>
    </w:p>
    <w:p w14:paraId="2A17F553" w14:textId="798F2E5D" w:rsidR="00A32571" w:rsidRDefault="00A84DA3">
      <w:pPr>
        <w:pStyle w:val="TableofFigures"/>
        <w:rPr>
          <w:rFonts w:asciiTheme="minorHAnsi" w:eastAsiaTheme="minorEastAsia" w:hAnsiTheme="minorHAnsi" w:cstheme="minorBidi"/>
          <w:szCs w:val="24"/>
        </w:rPr>
      </w:pPr>
      <w:r>
        <w:fldChar w:fldCharType="begin"/>
      </w:r>
      <w:r w:rsidR="00265835">
        <w:instrText xml:space="preserve"> TOC \h \z \t "Caption" \c "Table" </w:instrText>
      </w:r>
      <w:r>
        <w:fldChar w:fldCharType="separate"/>
      </w:r>
      <w:hyperlink w:anchor="_Toc4734459" w:history="1">
        <w:r w:rsidR="00A32571" w:rsidRPr="00341C98">
          <w:rPr>
            <w:rStyle w:val="Hyperlink"/>
          </w:rPr>
          <w:t>Table 1 - Test Case Summary Results</w:t>
        </w:r>
        <w:r w:rsidR="00A32571">
          <w:rPr>
            <w:webHidden/>
          </w:rPr>
          <w:tab/>
        </w:r>
        <w:r w:rsidR="00A32571">
          <w:rPr>
            <w:webHidden/>
          </w:rPr>
          <w:fldChar w:fldCharType="begin"/>
        </w:r>
        <w:r w:rsidR="00A32571">
          <w:rPr>
            <w:webHidden/>
          </w:rPr>
          <w:instrText xml:space="preserve"> PAGEREF _Toc4734459 \h </w:instrText>
        </w:r>
        <w:r w:rsidR="00A32571">
          <w:rPr>
            <w:webHidden/>
          </w:rPr>
        </w:r>
        <w:r w:rsidR="00A32571">
          <w:rPr>
            <w:webHidden/>
          </w:rPr>
          <w:fldChar w:fldCharType="separate"/>
        </w:r>
        <w:r w:rsidR="00314075">
          <w:rPr>
            <w:webHidden/>
          </w:rPr>
          <w:t>2</w:t>
        </w:r>
        <w:r w:rsidR="00A32571">
          <w:rPr>
            <w:webHidden/>
          </w:rPr>
          <w:fldChar w:fldCharType="end"/>
        </w:r>
      </w:hyperlink>
    </w:p>
    <w:p w14:paraId="742B3ABB" w14:textId="68A091A4" w:rsidR="00A32571" w:rsidRDefault="009A46FB">
      <w:pPr>
        <w:pStyle w:val="TableofFigures"/>
        <w:rPr>
          <w:rFonts w:asciiTheme="minorHAnsi" w:eastAsiaTheme="minorEastAsia" w:hAnsiTheme="minorHAnsi" w:cstheme="minorBidi"/>
          <w:szCs w:val="24"/>
        </w:rPr>
      </w:pPr>
      <w:hyperlink w:anchor="_Toc4734460" w:history="1">
        <w:r w:rsidR="00A32571" w:rsidRPr="00341C98">
          <w:rPr>
            <w:rStyle w:val="Hyperlink"/>
          </w:rPr>
          <w:t>Table 2 - Test Incident Summary Results</w:t>
        </w:r>
        <w:r w:rsidR="00A32571">
          <w:rPr>
            <w:webHidden/>
          </w:rPr>
          <w:tab/>
        </w:r>
        <w:r w:rsidR="00A32571">
          <w:rPr>
            <w:webHidden/>
          </w:rPr>
          <w:fldChar w:fldCharType="begin"/>
        </w:r>
        <w:r w:rsidR="00A32571">
          <w:rPr>
            <w:webHidden/>
          </w:rPr>
          <w:instrText xml:space="preserve"> PAGEREF _Toc4734460 \h </w:instrText>
        </w:r>
        <w:r w:rsidR="00A32571">
          <w:rPr>
            <w:webHidden/>
          </w:rPr>
        </w:r>
        <w:r w:rsidR="00A32571">
          <w:rPr>
            <w:webHidden/>
          </w:rPr>
          <w:fldChar w:fldCharType="separate"/>
        </w:r>
        <w:r w:rsidR="00314075">
          <w:rPr>
            <w:webHidden/>
          </w:rPr>
          <w:t>3</w:t>
        </w:r>
        <w:r w:rsidR="00A32571">
          <w:rPr>
            <w:webHidden/>
          </w:rPr>
          <w:fldChar w:fldCharType="end"/>
        </w:r>
      </w:hyperlink>
    </w:p>
    <w:p w14:paraId="39791703" w14:textId="6B23F170" w:rsidR="00A32571" w:rsidRDefault="009A46FB">
      <w:pPr>
        <w:pStyle w:val="TableofFigures"/>
        <w:rPr>
          <w:rFonts w:asciiTheme="minorHAnsi" w:eastAsiaTheme="minorEastAsia" w:hAnsiTheme="minorHAnsi" w:cstheme="minorBidi"/>
          <w:szCs w:val="24"/>
        </w:rPr>
      </w:pPr>
      <w:hyperlink w:anchor="_Toc4734461" w:history="1">
        <w:r w:rsidR="00A32571" w:rsidRPr="00341C98">
          <w:rPr>
            <w:rStyle w:val="Hyperlink"/>
          </w:rPr>
          <w:t>Table 3 - &lt;Test Category/Function&gt; Results</w:t>
        </w:r>
        <w:r w:rsidR="00A32571">
          <w:rPr>
            <w:webHidden/>
          </w:rPr>
          <w:tab/>
        </w:r>
        <w:r w:rsidR="00A32571">
          <w:rPr>
            <w:webHidden/>
          </w:rPr>
          <w:fldChar w:fldCharType="begin"/>
        </w:r>
        <w:r w:rsidR="00A32571">
          <w:rPr>
            <w:webHidden/>
          </w:rPr>
          <w:instrText xml:space="preserve"> PAGEREF _Toc4734461 \h </w:instrText>
        </w:r>
        <w:r w:rsidR="00A32571">
          <w:rPr>
            <w:webHidden/>
          </w:rPr>
        </w:r>
        <w:r w:rsidR="00A32571">
          <w:rPr>
            <w:webHidden/>
          </w:rPr>
          <w:fldChar w:fldCharType="separate"/>
        </w:r>
        <w:r w:rsidR="00314075">
          <w:rPr>
            <w:webHidden/>
          </w:rPr>
          <w:t>4</w:t>
        </w:r>
        <w:r w:rsidR="00A32571">
          <w:rPr>
            <w:webHidden/>
          </w:rPr>
          <w:fldChar w:fldCharType="end"/>
        </w:r>
      </w:hyperlink>
    </w:p>
    <w:p w14:paraId="7574AA53" w14:textId="5740644C" w:rsidR="00A32571" w:rsidRDefault="009A46FB">
      <w:pPr>
        <w:pStyle w:val="TableofFigures"/>
        <w:rPr>
          <w:rFonts w:asciiTheme="minorHAnsi" w:eastAsiaTheme="minorEastAsia" w:hAnsiTheme="minorHAnsi" w:cstheme="minorBidi"/>
          <w:szCs w:val="24"/>
        </w:rPr>
      </w:pPr>
      <w:hyperlink w:anchor="_Toc4734462" w:history="1">
        <w:r w:rsidR="00A32571" w:rsidRPr="00341C98">
          <w:rPr>
            <w:rStyle w:val="Hyperlink"/>
          </w:rPr>
          <w:t xml:space="preserve">Table 8 - Example </w:t>
        </w:r>
        <w:r w:rsidR="00A32571" w:rsidRPr="00341C98">
          <w:rPr>
            <w:rStyle w:val="Hyperlink"/>
          </w:rPr>
          <w:t>T</w:t>
        </w:r>
        <w:r w:rsidR="00A32571" w:rsidRPr="00341C98">
          <w:rPr>
            <w:rStyle w:val="Hyperlink"/>
          </w:rPr>
          <w:t>est Incident Report (TIR)</w:t>
        </w:r>
        <w:r w:rsidR="00A32571">
          <w:rPr>
            <w:webHidden/>
          </w:rPr>
          <w:tab/>
        </w:r>
        <w:r w:rsidR="00A32571">
          <w:rPr>
            <w:webHidden/>
          </w:rPr>
          <w:fldChar w:fldCharType="begin"/>
        </w:r>
        <w:r w:rsidR="00A32571">
          <w:rPr>
            <w:webHidden/>
          </w:rPr>
          <w:instrText xml:space="preserve"> PAGEREF _Toc4734462 \h </w:instrText>
        </w:r>
        <w:r w:rsidR="00A32571">
          <w:rPr>
            <w:webHidden/>
          </w:rPr>
        </w:r>
        <w:r w:rsidR="00A32571">
          <w:rPr>
            <w:webHidden/>
          </w:rPr>
          <w:fldChar w:fldCharType="separate"/>
        </w:r>
        <w:r w:rsidR="00314075">
          <w:rPr>
            <w:webHidden/>
          </w:rPr>
          <w:t>8</w:t>
        </w:r>
        <w:r w:rsidR="00A32571">
          <w:rPr>
            <w:webHidden/>
          </w:rPr>
          <w:fldChar w:fldCharType="end"/>
        </w:r>
      </w:hyperlink>
    </w:p>
    <w:p w14:paraId="17B722FF" w14:textId="37B52867" w:rsidR="00A32571" w:rsidRDefault="009A46FB">
      <w:pPr>
        <w:pStyle w:val="TableofFigures"/>
        <w:rPr>
          <w:rFonts w:asciiTheme="minorHAnsi" w:eastAsiaTheme="minorEastAsia" w:hAnsiTheme="minorHAnsi" w:cstheme="minorBidi"/>
          <w:szCs w:val="24"/>
        </w:rPr>
      </w:pPr>
      <w:hyperlink w:anchor="_Toc4734463" w:history="1">
        <w:r w:rsidR="00A32571" w:rsidRPr="00341C98">
          <w:rPr>
            <w:rStyle w:val="Hyperlink"/>
          </w:rPr>
          <w:t>Table 9 - Incident Description</w:t>
        </w:r>
        <w:r w:rsidR="00A32571">
          <w:rPr>
            <w:webHidden/>
          </w:rPr>
          <w:tab/>
        </w:r>
        <w:r w:rsidR="00A32571">
          <w:rPr>
            <w:webHidden/>
          </w:rPr>
          <w:fldChar w:fldCharType="begin"/>
        </w:r>
        <w:r w:rsidR="00A32571">
          <w:rPr>
            <w:webHidden/>
          </w:rPr>
          <w:instrText xml:space="preserve"> PAGEREF _Toc4734463 \h </w:instrText>
        </w:r>
        <w:r w:rsidR="00A32571">
          <w:rPr>
            <w:webHidden/>
          </w:rPr>
        </w:r>
        <w:r w:rsidR="00A32571">
          <w:rPr>
            <w:webHidden/>
          </w:rPr>
          <w:fldChar w:fldCharType="separate"/>
        </w:r>
        <w:r w:rsidR="00314075">
          <w:rPr>
            <w:webHidden/>
          </w:rPr>
          <w:t>8</w:t>
        </w:r>
        <w:r w:rsidR="00A32571">
          <w:rPr>
            <w:webHidden/>
          </w:rPr>
          <w:fldChar w:fldCharType="end"/>
        </w:r>
      </w:hyperlink>
    </w:p>
    <w:p w14:paraId="67C65964" w14:textId="779C2950" w:rsidR="00A32571" w:rsidRDefault="009A46FB">
      <w:pPr>
        <w:pStyle w:val="TableofFigures"/>
        <w:rPr>
          <w:rFonts w:asciiTheme="minorHAnsi" w:eastAsiaTheme="minorEastAsia" w:hAnsiTheme="minorHAnsi" w:cstheme="minorBidi"/>
          <w:szCs w:val="24"/>
        </w:rPr>
      </w:pPr>
      <w:hyperlink w:anchor="_Toc4734464" w:history="1">
        <w:r w:rsidR="00A32571" w:rsidRPr="00341C98">
          <w:rPr>
            <w:rStyle w:val="Hyperlink"/>
          </w:rPr>
          <w:t>Table 10 - Incident Resolution</w:t>
        </w:r>
        <w:r w:rsidR="00A32571">
          <w:rPr>
            <w:webHidden/>
          </w:rPr>
          <w:tab/>
        </w:r>
        <w:r w:rsidR="00A32571">
          <w:rPr>
            <w:webHidden/>
          </w:rPr>
          <w:fldChar w:fldCharType="begin"/>
        </w:r>
        <w:r w:rsidR="00A32571">
          <w:rPr>
            <w:webHidden/>
          </w:rPr>
          <w:instrText xml:space="preserve"> PAGEREF _Toc4734464 \h </w:instrText>
        </w:r>
        <w:r w:rsidR="00A32571">
          <w:rPr>
            <w:webHidden/>
          </w:rPr>
        </w:r>
        <w:r w:rsidR="00A32571">
          <w:rPr>
            <w:webHidden/>
          </w:rPr>
          <w:fldChar w:fldCharType="separate"/>
        </w:r>
        <w:r w:rsidR="00314075">
          <w:rPr>
            <w:webHidden/>
          </w:rPr>
          <w:t>8</w:t>
        </w:r>
        <w:r w:rsidR="00A32571">
          <w:rPr>
            <w:webHidden/>
          </w:rPr>
          <w:fldChar w:fldCharType="end"/>
        </w:r>
      </w:hyperlink>
    </w:p>
    <w:p w14:paraId="3F60397B" w14:textId="74383569" w:rsidR="00A32571" w:rsidRDefault="009A46FB">
      <w:pPr>
        <w:pStyle w:val="TableofFigures"/>
        <w:rPr>
          <w:rFonts w:asciiTheme="minorHAnsi" w:eastAsiaTheme="minorEastAsia" w:hAnsiTheme="minorHAnsi" w:cstheme="minorBidi"/>
          <w:szCs w:val="24"/>
        </w:rPr>
      </w:pPr>
      <w:hyperlink w:anchor="_Toc4734465" w:history="1">
        <w:r w:rsidR="00A32571" w:rsidRPr="00341C98">
          <w:rPr>
            <w:rStyle w:val="Hyperlink"/>
          </w:rPr>
          <w:t>Table 4 - Record of Changes</w:t>
        </w:r>
        <w:r w:rsidR="00A32571">
          <w:rPr>
            <w:webHidden/>
          </w:rPr>
          <w:tab/>
        </w:r>
        <w:r w:rsidR="00A32571">
          <w:rPr>
            <w:webHidden/>
          </w:rPr>
          <w:fldChar w:fldCharType="begin"/>
        </w:r>
        <w:r w:rsidR="00A32571">
          <w:rPr>
            <w:webHidden/>
          </w:rPr>
          <w:instrText xml:space="preserve"> PAGEREF _Toc4734465 \h </w:instrText>
        </w:r>
        <w:r w:rsidR="00A32571">
          <w:rPr>
            <w:webHidden/>
          </w:rPr>
        </w:r>
        <w:r w:rsidR="00A32571">
          <w:rPr>
            <w:webHidden/>
          </w:rPr>
          <w:fldChar w:fldCharType="separate"/>
        </w:r>
        <w:r w:rsidR="00314075">
          <w:rPr>
            <w:webHidden/>
          </w:rPr>
          <w:t>10</w:t>
        </w:r>
        <w:r w:rsidR="00A32571">
          <w:rPr>
            <w:webHidden/>
          </w:rPr>
          <w:fldChar w:fldCharType="end"/>
        </w:r>
      </w:hyperlink>
    </w:p>
    <w:p w14:paraId="6989E997" w14:textId="7F81D602" w:rsidR="00A32571" w:rsidRDefault="009A46FB">
      <w:pPr>
        <w:pStyle w:val="TableofFigures"/>
        <w:rPr>
          <w:rFonts w:asciiTheme="minorHAnsi" w:eastAsiaTheme="minorEastAsia" w:hAnsiTheme="minorHAnsi" w:cstheme="minorBidi"/>
          <w:szCs w:val="24"/>
        </w:rPr>
      </w:pPr>
      <w:hyperlink w:anchor="_Toc4734466" w:history="1">
        <w:r w:rsidR="00A32571" w:rsidRPr="00341C98">
          <w:rPr>
            <w:rStyle w:val="Hyperlink"/>
          </w:rPr>
          <w:t>Table 5 - Glossary</w:t>
        </w:r>
        <w:r w:rsidR="00A32571">
          <w:rPr>
            <w:webHidden/>
          </w:rPr>
          <w:tab/>
        </w:r>
        <w:r w:rsidR="00A32571">
          <w:rPr>
            <w:webHidden/>
          </w:rPr>
          <w:fldChar w:fldCharType="begin"/>
        </w:r>
        <w:r w:rsidR="00A32571">
          <w:rPr>
            <w:webHidden/>
          </w:rPr>
          <w:instrText xml:space="preserve"> PAGEREF _Toc4734466 \h </w:instrText>
        </w:r>
        <w:r w:rsidR="00A32571">
          <w:rPr>
            <w:webHidden/>
          </w:rPr>
        </w:r>
        <w:r w:rsidR="00A32571">
          <w:rPr>
            <w:webHidden/>
          </w:rPr>
          <w:fldChar w:fldCharType="separate"/>
        </w:r>
        <w:r w:rsidR="00314075">
          <w:rPr>
            <w:webHidden/>
          </w:rPr>
          <w:t>11</w:t>
        </w:r>
        <w:r w:rsidR="00A32571">
          <w:rPr>
            <w:webHidden/>
          </w:rPr>
          <w:fldChar w:fldCharType="end"/>
        </w:r>
      </w:hyperlink>
    </w:p>
    <w:p w14:paraId="6AD331C0" w14:textId="0A0B407C" w:rsidR="00A32571" w:rsidRDefault="009A46FB">
      <w:pPr>
        <w:pStyle w:val="TableofFigures"/>
        <w:rPr>
          <w:rFonts w:asciiTheme="minorHAnsi" w:eastAsiaTheme="minorEastAsia" w:hAnsiTheme="minorHAnsi" w:cstheme="minorBidi"/>
          <w:szCs w:val="24"/>
        </w:rPr>
      </w:pPr>
      <w:hyperlink w:anchor="_Toc4734467" w:history="1">
        <w:r w:rsidR="00A32571" w:rsidRPr="00341C98">
          <w:rPr>
            <w:rStyle w:val="Hyperlink"/>
          </w:rPr>
          <w:t>Table 6 - Referenced Documents</w:t>
        </w:r>
        <w:r w:rsidR="00A32571">
          <w:rPr>
            <w:webHidden/>
          </w:rPr>
          <w:tab/>
        </w:r>
        <w:r w:rsidR="00A32571">
          <w:rPr>
            <w:webHidden/>
          </w:rPr>
          <w:fldChar w:fldCharType="begin"/>
        </w:r>
        <w:r w:rsidR="00A32571">
          <w:rPr>
            <w:webHidden/>
          </w:rPr>
          <w:instrText xml:space="preserve"> PAGEREF _Toc4734467 \h </w:instrText>
        </w:r>
        <w:r w:rsidR="00A32571">
          <w:rPr>
            <w:webHidden/>
          </w:rPr>
        </w:r>
        <w:r w:rsidR="00A32571">
          <w:rPr>
            <w:webHidden/>
          </w:rPr>
          <w:fldChar w:fldCharType="separate"/>
        </w:r>
        <w:r w:rsidR="00314075">
          <w:rPr>
            <w:webHidden/>
          </w:rPr>
          <w:t>12</w:t>
        </w:r>
        <w:r w:rsidR="00A32571">
          <w:rPr>
            <w:webHidden/>
          </w:rPr>
          <w:fldChar w:fldCharType="end"/>
        </w:r>
      </w:hyperlink>
    </w:p>
    <w:p w14:paraId="4328822B" w14:textId="14758E8E" w:rsidR="00A32571" w:rsidRDefault="009A46FB">
      <w:pPr>
        <w:pStyle w:val="TableofFigures"/>
      </w:pPr>
      <w:hyperlink w:anchor="_Toc4734468" w:history="1">
        <w:r w:rsidR="00A32571" w:rsidRPr="00341C98">
          <w:rPr>
            <w:rStyle w:val="Hyperlink"/>
          </w:rPr>
          <w:t>Table 7 - App</w:t>
        </w:r>
        <w:r w:rsidR="00A32571" w:rsidRPr="00341C98">
          <w:rPr>
            <w:rStyle w:val="Hyperlink"/>
          </w:rPr>
          <w:t>r</w:t>
        </w:r>
        <w:r w:rsidR="00A32571" w:rsidRPr="00341C98">
          <w:rPr>
            <w:rStyle w:val="Hyperlink"/>
          </w:rPr>
          <w:t>o</w:t>
        </w:r>
        <w:r w:rsidR="00A32571" w:rsidRPr="00341C98">
          <w:rPr>
            <w:rStyle w:val="Hyperlink"/>
          </w:rPr>
          <w:t>v</w:t>
        </w:r>
        <w:r w:rsidR="00A32571" w:rsidRPr="00341C98">
          <w:rPr>
            <w:rStyle w:val="Hyperlink"/>
          </w:rPr>
          <w:t>als</w:t>
        </w:r>
        <w:r w:rsidR="00A32571">
          <w:rPr>
            <w:webHidden/>
          </w:rPr>
          <w:tab/>
        </w:r>
        <w:r w:rsidR="00A32571">
          <w:rPr>
            <w:webHidden/>
          </w:rPr>
          <w:fldChar w:fldCharType="begin"/>
        </w:r>
        <w:r w:rsidR="00A32571">
          <w:rPr>
            <w:webHidden/>
          </w:rPr>
          <w:instrText xml:space="preserve"> PAGEREF _Toc4734468 \h </w:instrText>
        </w:r>
        <w:r w:rsidR="00A32571">
          <w:rPr>
            <w:webHidden/>
          </w:rPr>
        </w:r>
        <w:r w:rsidR="00A32571">
          <w:rPr>
            <w:webHidden/>
          </w:rPr>
          <w:fldChar w:fldCharType="separate"/>
        </w:r>
        <w:r w:rsidR="00314075">
          <w:rPr>
            <w:webHidden/>
          </w:rPr>
          <w:t>13</w:t>
        </w:r>
        <w:r w:rsidR="00A32571">
          <w:rPr>
            <w:webHidden/>
          </w:rPr>
          <w:fldChar w:fldCharType="end"/>
        </w:r>
      </w:hyperlink>
    </w:p>
    <w:p w14:paraId="758E154D" w14:textId="1D063BBF" w:rsidR="009A46FB" w:rsidRDefault="009A46FB" w:rsidP="009A46FB">
      <w:pPr>
        <w:pStyle w:val="TableofFigures"/>
        <w:rPr>
          <w:rFonts w:asciiTheme="minorHAnsi" w:eastAsiaTheme="minorEastAsia" w:hAnsiTheme="minorHAnsi" w:cstheme="minorBidi"/>
          <w:sz w:val="22"/>
          <w:szCs w:val="22"/>
        </w:rPr>
      </w:pPr>
      <w:hyperlink w:anchor="_Toc396111295" w:history="1">
        <w:r>
          <w:rPr>
            <w:rStyle w:val="Hyperlink"/>
          </w:rPr>
          <w:t>Table 11 -</w:t>
        </w:r>
        <w:r w:rsidRPr="00FB2C45">
          <w:rPr>
            <w:rStyle w:val="Hyperlink"/>
          </w:rPr>
          <w:t xml:space="preserve"> Template Revision Histo</w:t>
        </w:r>
        <w:r w:rsidRPr="00FB2C45">
          <w:rPr>
            <w:rStyle w:val="Hyperlink"/>
          </w:rPr>
          <w:t>r</w:t>
        </w:r>
        <w:r w:rsidRPr="00FB2C45">
          <w:rPr>
            <w:rStyle w:val="Hyperlink"/>
          </w:rPr>
          <w:t>y</w:t>
        </w:r>
        <w:r>
          <w:rPr>
            <w:webHidden/>
          </w:rPr>
          <w:tab/>
        </w:r>
        <w:r>
          <w:rPr>
            <w:webHidden/>
          </w:rPr>
          <w:fldChar w:fldCharType="begin"/>
        </w:r>
        <w:r>
          <w:rPr>
            <w:webHidden/>
          </w:rPr>
          <w:instrText xml:space="preserve"> PAGEREF _Toc396111295 \h </w:instrText>
        </w:r>
        <w:r>
          <w:rPr>
            <w:webHidden/>
          </w:rPr>
        </w:r>
        <w:r>
          <w:rPr>
            <w:webHidden/>
          </w:rPr>
          <w:fldChar w:fldCharType="separate"/>
        </w:r>
        <w:r>
          <w:rPr>
            <w:webHidden/>
          </w:rPr>
          <w:t>1</w:t>
        </w:r>
        <w:r>
          <w:rPr>
            <w:webHidden/>
          </w:rPr>
          <w:fldChar w:fldCharType="end"/>
        </w:r>
      </w:hyperlink>
      <w:r>
        <w:t>4</w:t>
      </w:r>
    </w:p>
    <w:p w14:paraId="7CEA9627" w14:textId="77777777" w:rsidR="009A46FB" w:rsidRPr="009A46FB" w:rsidRDefault="009A46FB" w:rsidP="009A46FB">
      <w:pPr>
        <w:rPr>
          <w:rFonts w:eastAsiaTheme="minorEastAsia"/>
        </w:rPr>
      </w:pPr>
    </w:p>
    <w:p w14:paraId="2D7EF8E6" w14:textId="02A5B4DB" w:rsidR="008F03D1" w:rsidRDefault="00A84DA3">
      <w:pPr>
        <w:rPr>
          <w:noProof/>
        </w:rPr>
      </w:pPr>
      <w:r>
        <w:rPr>
          <w:noProof/>
          <w:sz w:val="24"/>
        </w:rPr>
        <w:fldChar w:fldCharType="end"/>
      </w:r>
    </w:p>
    <w:p w14:paraId="2D7EF8E7" w14:textId="77777777" w:rsidR="005112C8" w:rsidRDefault="005112C8" w:rsidP="005112C8">
      <w:pPr>
        <w:pStyle w:val="FrontMatterHeader"/>
        <w:rPr>
          <w:rFonts w:cs="Arial"/>
          <w:szCs w:val="22"/>
        </w:rPr>
        <w:sectPr w:rsidR="005112C8" w:rsidSect="000F1C3D">
          <w:headerReference w:type="default" r:id="rId15"/>
          <w:footerReference w:type="default" r:id="rId16"/>
          <w:footerReference w:type="first" r:id="rId17"/>
          <w:pgSz w:w="12240" w:h="15840" w:code="1"/>
          <w:pgMar w:top="1440" w:right="1440" w:bottom="1440" w:left="1440" w:header="504" w:footer="504" w:gutter="0"/>
          <w:pgNumType w:fmt="lowerRoman"/>
          <w:cols w:space="720"/>
          <w:titlePg/>
          <w:docGrid w:linePitch="299"/>
        </w:sectPr>
      </w:pPr>
      <w:bookmarkStart w:id="12" w:name="_Toc278187080"/>
      <w:bookmarkStart w:id="13" w:name="_Toc278189216"/>
    </w:p>
    <w:p w14:paraId="2D7EF8E8" w14:textId="77777777" w:rsidR="00721854" w:rsidRDefault="009C4BA5" w:rsidP="00A434A4">
      <w:pPr>
        <w:pStyle w:val="Heading2"/>
      </w:pPr>
      <w:bookmarkStart w:id="14" w:name="_Toc484511604"/>
      <w:bookmarkStart w:id="15" w:name="_Toc4734469"/>
      <w:bookmarkStart w:id="16" w:name="_Toc497871702"/>
      <w:bookmarkStart w:id="17" w:name="_Toc497872046"/>
      <w:bookmarkStart w:id="18" w:name="_Toc497872814"/>
      <w:bookmarkStart w:id="19" w:name="_Toc497872969"/>
      <w:bookmarkStart w:id="20" w:name="_Toc497873017"/>
      <w:bookmarkEnd w:id="6"/>
      <w:bookmarkEnd w:id="7"/>
      <w:bookmarkEnd w:id="8"/>
      <w:bookmarkEnd w:id="9"/>
      <w:bookmarkEnd w:id="12"/>
      <w:bookmarkEnd w:id="13"/>
      <w:r>
        <w:lastRenderedPageBreak/>
        <w:t>Introduction</w:t>
      </w:r>
      <w:bookmarkEnd w:id="14"/>
      <w:bookmarkEnd w:id="15"/>
    </w:p>
    <w:p w14:paraId="2D7EF8E9" w14:textId="77777777" w:rsidR="00721854" w:rsidRDefault="00512249" w:rsidP="00BD3BF9">
      <w:pPr>
        <w:pStyle w:val="InstructionalText"/>
      </w:pPr>
      <w:r>
        <w:t xml:space="preserve">Instructions: </w:t>
      </w:r>
      <w:r w:rsidR="009C4BA5" w:rsidRPr="009C4BA5">
        <w:t>Provide full identifying information for the automated system, application, or situation for which the Test Summary Report applies, including as applicable, identifications number(s), title(s)/name(s), abbreviation(s)/acronym(s), part number(s), version num</w:t>
      </w:r>
      <w:r w:rsidR="00343EF4">
        <w:t xml:space="preserve">ber(s), and release number(s). </w:t>
      </w:r>
      <w:r w:rsidR="009C4BA5" w:rsidRPr="009C4BA5">
        <w:t>Summarize the purpose of the document, the scope of activities that resulted in its development, the intended audience for the document, and expected evolution of the document.</w:t>
      </w:r>
      <w:r w:rsidR="00343EF4">
        <w:t xml:space="preserve"> </w:t>
      </w:r>
      <w:r w:rsidR="009C4BA5" w:rsidRPr="009C4BA5">
        <w:t>Also describe any security or privacy considerations associated with</w:t>
      </w:r>
      <w:r w:rsidR="009C4BA5">
        <w:t xml:space="preserve"> use of the Test Summary Report</w:t>
      </w:r>
      <w:r w:rsidR="00F149A2">
        <w:t>.</w:t>
      </w:r>
    </w:p>
    <w:p w14:paraId="2D7EF8EA" w14:textId="77777777" w:rsidR="009C4BA5" w:rsidRDefault="009C4BA5" w:rsidP="00A32571">
      <w:pPr>
        <w:pStyle w:val="Heading3"/>
      </w:pPr>
      <w:bookmarkStart w:id="21" w:name="_Toc288057811"/>
      <w:bookmarkStart w:id="22" w:name="_Toc288057812"/>
      <w:bookmarkStart w:id="23" w:name="_Toc288057813"/>
      <w:bookmarkStart w:id="24" w:name="_Toc288057814"/>
      <w:bookmarkStart w:id="25" w:name="_Toc288057839"/>
      <w:bookmarkStart w:id="26" w:name="_Toc288057840"/>
      <w:bookmarkStart w:id="27" w:name="_Toc484511605"/>
      <w:bookmarkStart w:id="28" w:name="_Toc4734470"/>
      <w:bookmarkStart w:id="29" w:name="_Toc490026795"/>
      <w:bookmarkEnd w:id="16"/>
      <w:bookmarkEnd w:id="17"/>
      <w:bookmarkEnd w:id="18"/>
      <w:bookmarkEnd w:id="19"/>
      <w:bookmarkEnd w:id="20"/>
      <w:bookmarkEnd w:id="21"/>
      <w:bookmarkEnd w:id="22"/>
      <w:bookmarkEnd w:id="23"/>
      <w:bookmarkEnd w:id="24"/>
      <w:bookmarkEnd w:id="25"/>
      <w:bookmarkEnd w:id="26"/>
      <w:r>
        <w:t>Overview</w:t>
      </w:r>
      <w:bookmarkEnd w:id="27"/>
      <w:bookmarkEnd w:id="28"/>
    </w:p>
    <w:p w14:paraId="2D7EF8EB" w14:textId="77777777" w:rsidR="00F058C6" w:rsidRDefault="009C4BA5" w:rsidP="00BD3BF9">
      <w:pPr>
        <w:pStyle w:val="InstructionalText"/>
      </w:pPr>
      <w:r>
        <w:t xml:space="preserve">Instructions: </w:t>
      </w:r>
      <w:r w:rsidRPr="009C4BA5">
        <w:t>Provide a brief description of</w:t>
      </w:r>
      <w:r w:rsidR="00343EF4">
        <w:t xml:space="preserve"> the testing process employed. </w:t>
      </w:r>
      <w:r w:rsidRPr="009C4BA5">
        <w:t>Summarize what testing activities took place, including the versions/releases of the software, environment, etc.</w:t>
      </w:r>
      <w:r w:rsidR="00343EF4">
        <w:t xml:space="preserve"> </w:t>
      </w:r>
      <w:r w:rsidRPr="009C4BA5">
        <w:t>Identify the test functions performed, the test period(s), test location(s), and the test participants and their roles in the testing process</w:t>
      </w:r>
      <w:r>
        <w:t>.</w:t>
      </w:r>
    </w:p>
    <w:p w14:paraId="2D7EF8F9" w14:textId="77777777" w:rsidR="003B1269" w:rsidRPr="00275DED" w:rsidRDefault="009C4BA5" w:rsidP="00A434A4">
      <w:pPr>
        <w:pStyle w:val="Heading2"/>
      </w:pPr>
      <w:bookmarkStart w:id="30" w:name="_Toc484511610"/>
      <w:bookmarkStart w:id="31" w:name="_Toc4734471"/>
      <w:r>
        <w:lastRenderedPageBreak/>
        <w:t>Summary Assessment</w:t>
      </w:r>
      <w:bookmarkEnd w:id="30"/>
      <w:bookmarkEnd w:id="31"/>
    </w:p>
    <w:p w14:paraId="2D7EF8FA" w14:textId="77777777" w:rsidR="003B1269" w:rsidRDefault="003B1269" w:rsidP="00BD3BF9">
      <w:pPr>
        <w:pStyle w:val="InstructionalText"/>
      </w:pPr>
      <w:r w:rsidRPr="00F149A2">
        <w:t xml:space="preserve">Instructions: </w:t>
      </w:r>
      <w:r w:rsidR="009C4BA5" w:rsidRPr="009C4BA5">
        <w:t>Provide an overall assessment of the build or release tested, with a summary of the test results, including the number of test incidents summarized by impact/severity level. Include in the Glossary section of this document operational definitions for each of the reported impact/severity levels established for the project.</w:t>
      </w:r>
      <w:r w:rsidR="00343EF4">
        <w:t xml:space="preserve"> </w:t>
      </w:r>
      <w:r w:rsidR="009C4BA5" w:rsidRPr="009C4BA5">
        <w:t>If test results are maintained in an automated tool, the information may be exported or printed from the tool for inclusion in this document</w:t>
      </w:r>
      <w:r w:rsidR="009C4BA5">
        <w:t>.</w:t>
      </w:r>
    </w:p>
    <w:p w14:paraId="24E710B1" w14:textId="6BA17AB6" w:rsidR="0060706A" w:rsidRPr="006031C3" w:rsidRDefault="0060706A" w:rsidP="00BD3BF9">
      <w:pPr>
        <w:pStyle w:val="InstructionalText"/>
        <w:rPr>
          <w:iCs/>
        </w:rPr>
      </w:pPr>
      <w:r w:rsidRPr="006031C3">
        <w:rPr>
          <w:iCs/>
        </w:rPr>
        <w:t xml:space="preserve">**ATTENTION**: Please ensure the accuracy of numbers listed on this </w:t>
      </w:r>
      <w:r>
        <w:rPr>
          <w:iCs/>
        </w:rPr>
        <w:t>table</w:t>
      </w:r>
      <w:r w:rsidRPr="006031C3">
        <w:rPr>
          <w:iCs/>
        </w:rPr>
        <w:t>. For example, the number of test cases passed plus the number of test cases failed</w:t>
      </w:r>
      <w:r w:rsidR="00BD3BF9">
        <w:rPr>
          <w:iCs/>
        </w:rPr>
        <w:t xml:space="preserve"> plus the number of test cases held</w:t>
      </w:r>
      <w:r w:rsidRPr="006031C3">
        <w:rPr>
          <w:iCs/>
        </w:rPr>
        <w:t xml:space="preserve"> must match the total number of test cases reviewed.</w:t>
      </w:r>
    </w:p>
    <w:p w14:paraId="4F780A60" w14:textId="77777777" w:rsidR="0060706A" w:rsidRPr="006031C3" w:rsidRDefault="0060706A" w:rsidP="00BD3BF9">
      <w:pPr>
        <w:pStyle w:val="InstructionalText"/>
        <w:rPr>
          <w:iCs/>
        </w:rPr>
      </w:pPr>
      <w:r w:rsidRPr="006031C3">
        <w:rPr>
          <w:iCs/>
        </w:rPr>
        <w:t>Test Cases Planned: Number of test cases planned to execute for this release</w:t>
      </w:r>
    </w:p>
    <w:p w14:paraId="4B32E7EE" w14:textId="77777777" w:rsidR="0060706A" w:rsidRPr="006031C3" w:rsidRDefault="0060706A" w:rsidP="00BD3BF9">
      <w:pPr>
        <w:pStyle w:val="InstructionalText"/>
        <w:rPr>
          <w:iCs/>
        </w:rPr>
      </w:pPr>
      <w:r w:rsidRPr="006031C3">
        <w:rPr>
          <w:iCs/>
        </w:rPr>
        <w:t xml:space="preserve">Test Cases Run: Actual number of planned test cases executed </w:t>
      </w:r>
    </w:p>
    <w:p w14:paraId="7AF8743E" w14:textId="77777777" w:rsidR="0060706A" w:rsidRPr="006031C3" w:rsidRDefault="0060706A" w:rsidP="00BD3BF9">
      <w:pPr>
        <w:pStyle w:val="InstructionalText"/>
        <w:rPr>
          <w:iCs/>
        </w:rPr>
      </w:pPr>
      <w:r w:rsidRPr="006031C3">
        <w:rPr>
          <w:iCs/>
        </w:rPr>
        <w:t>Test Cases Reviewed: Number of executed test cases reviewed based on result</w:t>
      </w:r>
    </w:p>
    <w:p w14:paraId="2890661C" w14:textId="77777777" w:rsidR="0060706A" w:rsidRPr="006031C3" w:rsidRDefault="0060706A" w:rsidP="00BD3BF9">
      <w:pPr>
        <w:pStyle w:val="InstructionalText"/>
        <w:rPr>
          <w:iCs/>
        </w:rPr>
      </w:pPr>
      <w:r w:rsidRPr="006031C3">
        <w:rPr>
          <w:iCs/>
        </w:rPr>
        <w:t>Test Cases Passed: Actual number of reviewed test cases that met the expected result</w:t>
      </w:r>
    </w:p>
    <w:p w14:paraId="46AA161D" w14:textId="77777777" w:rsidR="0060706A" w:rsidRPr="006031C3" w:rsidRDefault="0060706A" w:rsidP="00BD3BF9">
      <w:pPr>
        <w:pStyle w:val="InstructionalText"/>
        <w:rPr>
          <w:iCs/>
        </w:rPr>
      </w:pPr>
      <w:r w:rsidRPr="006031C3">
        <w:rPr>
          <w:iCs/>
        </w:rPr>
        <w:t>Test Cases Failed: Actual number of reviewed test cases that failed to meet the expected result</w:t>
      </w:r>
    </w:p>
    <w:p w14:paraId="061F3D7E" w14:textId="77777777" w:rsidR="0060706A" w:rsidRPr="006031C3" w:rsidRDefault="0060706A" w:rsidP="00BD3BF9">
      <w:pPr>
        <w:pStyle w:val="InstructionalText"/>
        <w:rPr>
          <w:iCs/>
        </w:rPr>
      </w:pPr>
      <w:r w:rsidRPr="006031C3">
        <w:rPr>
          <w:iCs/>
        </w:rPr>
        <w:t xml:space="preserve">Test Cases </w:t>
      </w:r>
      <w:proofErr w:type="gramStart"/>
      <w:r w:rsidRPr="006031C3">
        <w:rPr>
          <w:iCs/>
        </w:rPr>
        <w:t>To</w:t>
      </w:r>
      <w:proofErr w:type="gramEnd"/>
      <w:r w:rsidRPr="006031C3">
        <w:rPr>
          <w:iCs/>
        </w:rPr>
        <w:t xml:space="preserve"> Be Run: Number of planned test cases remaining to be executed</w:t>
      </w:r>
    </w:p>
    <w:p w14:paraId="7786ADE9" w14:textId="77777777" w:rsidR="0060706A" w:rsidRPr="006031C3" w:rsidRDefault="0060706A" w:rsidP="00BD3BF9">
      <w:pPr>
        <w:pStyle w:val="InstructionalText"/>
        <w:rPr>
          <w:iCs/>
        </w:rPr>
      </w:pPr>
      <w:r w:rsidRPr="006031C3">
        <w:rPr>
          <w:iCs/>
        </w:rPr>
        <w:t>Test Cases Held: Number of planned test cases on hold/not applicable/postponed at this point of time</w:t>
      </w:r>
    </w:p>
    <w:p w14:paraId="2D7EF8FB" w14:textId="77777777" w:rsidR="009C4BA5" w:rsidRDefault="009C4BA5" w:rsidP="00BD3BF9">
      <w:pPr>
        <w:pStyle w:val="BodyText"/>
      </w:pPr>
      <w:r>
        <w:t>The following is a summary of the test case results obtained for the reported test effort.</w:t>
      </w:r>
      <w:r w:rsidR="00343EF4">
        <w:t xml:space="preserve"> </w:t>
      </w:r>
      <w:r>
        <w:t>Refer to subordinate sections of this document for detailed results and explanations of any reported variances.</w:t>
      </w:r>
    </w:p>
    <w:p w14:paraId="36F59757" w14:textId="6267D9BF" w:rsidR="00E02BF1" w:rsidRDefault="00E02BF1" w:rsidP="00E02BF1">
      <w:pPr>
        <w:pStyle w:val="Caption"/>
      </w:pPr>
      <w:bookmarkStart w:id="32" w:name="_Ref484508977"/>
      <w:bookmarkStart w:id="33" w:name="_Toc4734459"/>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1</w:t>
      </w:r>
      <w:r w:rsidR="008F0C59">
        <w:rPr>
          <w:noProof/>
        </w:rPr>
        <w:fldChar w:fldCharType="end"/>
      </w:r>
      <w:r w:rsidR="00BD3BF9">
        <w:t xml:space="preserve"> -</w:t>
      </w:r>
      <w:r>
        <w:t xml:space="preserve"> </w:t>
      </w:r>
      <w:r w:rsidRPr="00660AAB">
        <w:t>Test Case Summary Results</w:t>
      </w:r>
      <w:bookmarkEnd w:id="32"/>
      <w:bookmarkEnd w:id="33"/>
    </w:p>
    <w:tbl>
      <w:tblPr>
        <w:tblStyle w:val="TableGrid"/>
        <w:tblW w:w="0" w:type="auto"/>
        <w:tblLook w:val="04A0" w:firstRow="1" w:lastRow="0" w:firstColumn="1" w:lastColumn="0" w:noHBand="0" w:noVBand="1"/>
        <w:tblCaption w:val="Test Case Summary Results"/>
        <w:tblDescription w:val="This table includes a header row with the following columns, from left to right:&#10;&#10;Summary Assessment&#10;Total Number of Test Cases&#10;% of Total Planned&#10;Comments&#10;&#10;Several data rows reside below the header row."/>
      </w:tblPr>
      <w:tblGrid>
        <w:gridCol w:w="2189"/>
        <w:gridCol w:w="2552"/>
        <w:gridCol w:w="3192"/>
        <w:gridCol w:w="1417"/>
      </w:tblGrid>
      <w:tr w:rsidR="00BD3BF9" w:rsidRPr="00BD3BF9" w14:paraId="2D7EF900" w14:textId="77777777" w:rsidTr="00BD3BF9">
        <w:trPr>
          <w:cantSplit/>
          <w:tblHeader/>
        </w:trPr>
        <w:tc>
          <w:tcPr>
            <w:tcW w:w="0" w:type="auto"/>
            <w:shd w:val="clear" w:color="auto" w:fill="1F497D"/>
            <w:vAlign w:val="center"/>
          </w:tcPr>
          <w:p w14:paraId="2D7EF8FC" w14:textId="77777777" w:rsidR="009C4BA5" w:rsidRPr="00BD3BF9" w:rsidRDefault="009C4BA5" w:rsidP="00BD3BF9">
            <w:pPr>
              <w:pStyle w:val="TableText10HeaderCenter"/>
            </w:pPr>
            <w:r w:rsidRPr="00BD3BF9">
              <w:t>Summary Assessment</w:t>
            </w:r>
          </w:p>
        </w:tc>
        <w:tc>
          <w:tcPr>
            <w:tcW w:w="0" w:type="auto"/>
            <w:shd w:val="clear" w:color="auto" w:fill="1F497D"/>
            <w:vAlign w:val="center"/>
          </w:tcPr>
          <w:p w14:paraId="2D7EF8FD" w14:textId="77777777" w:rsidR="009C4BA5" w:rsidRPr="00BD3BF9" w:rsidRDefault="009C4BA5" w:rsidP="00BD3BF9">
            <w:pPr>
              <w:pStyle w:val="TableText10HeaderCenter"/>
            </w:pPr>
            <w:r w:rsidRPr="00BD3BF9">
              <w:t>Total Number of Test Cases</w:t>
            </w:r>
          </w:p>
        </w:tc>
        <w:tc>
          <w:tcPr>
            <w:tcW w:w="0" w:type="auto"/>
            <w:shd w:val="clear" w:color="auto" w:fill="1F497D"/>
            <w:vAlign w:val="center"/>
          </w:tcPr>
          <w:p w14:paraId="2D7EF8FE" w14:textId="77777777" w:rsidR="009C4BA5" w:rsidRPr="00BD3BF9" w:rsidRDefault="009C4BA5" w:rsidP="00BD3BF9">
            <w:pPr>
              <w:pStyle w:val="TableText10HeaderCenter"/>
            </w:pPr>
            <w:r w:rsidRPr="00BD3BF9">
              <w:t>% of Total Planned</w:t>
            </w:r>
          </w:p>
        </w:tc>
        <w:tc>
          <w:tcPr>
            <w:tcW w:w="0" w:type="auto"/>
            <w:shd w:val="clear" w:color="auto" w:fill="1F497D"/>
            <w:vAlign w:val="center"/>
          </w:tcPr>
          <w:p w14:paraId="2D7EF8FF" w14:textId="77777777" w:rsidR="009C4BA5" w:rsidRPr="00BD3BF9" w:rsidRDefault="009C4BA5" w:rsidP="00BD3BF9">
            <w:pPr>
              <w:pStyle w:val="TableText10HeaderCenter"/>
            </w:pPr>
            <w:r w:rsidRPr="00BD3BF9">
              <w:t>Comments</w:t>
            </w:r>
          </w:p>
        </w:tc>
      </w:tr>
      <w:tr w:rsidR="009C4BA5" w:rsidRPr="00BD3BF9" w14:paraId="2D7EF905" w14:textId="77777777" w:rsidTr="00BD3BF9">
        <w:trPr>
          <w:cantSplit/>
        </w:trPr>
        <w:tc>
          <w:tcPr>
            <w:tcW w:w="0" w:type="auto"/>
          </w:tcPr>
          <w:p w14:paraId="2D7EF901" w14:textId="77777777" w:rsidR="009C4BA5" w:rsidRPr="00BD3BF9" w:rsidRDefault="009C4BA5" w:rsidP="00BD3BF9">
            <w:pPr>
              <w:pStyle w:val="TableText10"/>
            </w:pPr>
            <w:r w:rsidRPr="00BD3BF9">
              <w:t>Test Cases Planned</w:t>
            </w:r>
          </w:p>
        </w:tc>
        <w:tc>
          <w:tcPr>
            <w:tcW w:w="0" w:type="auto"/>
          </w:tcPr>
          <w:p w14:paraId="2D7EF902" w14:textId="75E4ECBF" w:rsidR="009C4BA5" w:rsidRPr="00BD3BF9" w:rsidRDefault="00BD3BF9" w:rsidP="00BD3BF9">
            <w:pPr>
              <w:pStyle w:val="InstructionalTextTableText10"/>
            </w:pPr>
            <w:r>
              <w:t>&lt;# test cases planned&gt;</w:t>
            </w:r>
          </w:p>
        </w:tc>
        <w:tc>
          <w:tcPr>
            <w:tcW w:w="0" w:type="auto"/>
          </w:tcPr>
          <w:p w14:paraId="2D7EF903" w14:textId="6A5B6314" w:rsidR="009C4BA5" w:rsidRPr="00BD3BF9" w:rsidRDefault="00BD3BF9" w:rsidP="00BD3BF9">
            <w:pPr>
              <w:pStyle w:val="InstructionalTextTableText10"/>
            </w:pPr>
            <w:r>
              <w:t>&lt;% total planned&gt;</w:t>
            </w:r>
          </w:p>
        </w:tc>
        <w:tc>
          <w:tcPr>
            <w:tcW w:w="0" w:type="auto"/>
          </w:tcPr>
          <w:p w14:paraId="2D7EF904" w14:textId="669A3A41" w:rsidR="009C4BA5" w:rsidRPr="00BD3BF9" w:rsidRDefault="00BD3BF9" w:rsidP="00BD3BF9">
            <w:pPr>
              <w:pStyle w:val="InstructionalTextTableText10"/>
            </w:pPr>
            <w:r>
              <w:t>&lt;Comments&gt;</w:t>
            </w:r>
          </w:p>
        </w:tc>
      </w:tr>
      <w:tr w:rsidR="009C4BA5" w:rsidRPr="00BD3BF9" w14:paraId="2D7EF90A" w14:textId="77777777" w:rsidTr="00BD3BF9">
        <w:trPr>
          <w:cantSplit/>
        </w:trPr>
        <w:tc>
          <w:tcPr>
            <w:tcW w:w="0" w:type="auto"/>
          </w:tcPr>
          <w:p w14:paraId="2D7EF906" w14:textId="77777777" w:rsidR="009C4BA5" w:rsidRPr="00BD3BF9" w:rsidRDefault="009C4BA5" w:rsidP="00BD3BF9">
            <w:pPr>
              <w:pStyle w:val="TableText10"/>
            </w:pPr>
            <w:r w:rsidRPr="00BD3BF9">
              <w:t>Test Cases Run</w:t>
            </w:r>
          </w:p>
        </w:tc>
        <w:tc>
          <w:tcPr>
            <w:tcW w:w="0" w:type="auto"/>
          </w:tcPr>
          <w:p w14:paraId="2D7EF907" w14:textId="265B2E5F" w:rsidR="009C4BA5" w:rsidRPr="00BD3BF9" w:rsidRDefault="00BD3BF9" w:rsidP="00BD3BF9">
            <w:pPr>
              <w:pStyle w:val="InstructionalTextTableText10"/>
            </w:pPr>
            <w:r>
              <w:t>&lt;# test cases run&gt;</w:t>
            </w:r>
          </w:p>
        </w:tc>
        <w:tc>
          <w:tcPr>
            <w:tcW w:w="0" w:type="auto"/>
          </w:tcPr>
          <w:p w14:paraId="2D7EF908" w14:textId="4EF4F4AB" w:rsidR="009C4BA5" w:rsidRPr="00BD3BF9" w:rsidRDefault="00BD3BF9" w:rsidP="00BD3BF9">
            <w:pPr>
              <w:pStyle w:val="InstructionalTextTableText10"/>
            </w:pPr>
            <w:r>
              <w:t>&lt;% total planned test cases run&gt;</w:t>
            </w:r>
          </w:p>
        </w:tc>
        <w:tc>
          <w:tcPr>
            <w:tcW w:w="0" w:type="auto"/>
          </w:tcPr>
          <w:p w14:paraId="2D7EF909" w14:textId="45B9CFD1" w:rsidR="009C4BA5" w:rsidRPr="00BD3BF9" w:rsidRDefault="00BD3BF9" w:rsidP="00BD3BF9">
            <w:pPr>
              <w:pStyle w:val="InstructionalTextTableText10"/>
            </w:pPr>
            <w:r>
              <w:t>&lt;Comments&gt;</w:t>
            </w:r>
          </w:p>
        </w:tc>
      </w:tr>
      <w:tr w:rsidR="00BD3BF9" w:rsidRPr="00BD3BF9" w14:paraId="2D7EF90F" w14:textId="77777777" w:rsidTr="00BD3BF9">
        <w:trPr>
          <w:cantSplit/>
        </w:trPr>
        <w:tc>
          <w:tcPr>
            <w:tcW w:w="0" w:type="auto"/>
          </w:tcPr>
          <w:p w14:paraId="2D7EF90B" w14:textId="77777777" w:rsidR="00BD3BF9" w:rsidRPr="00BD3BF9" w:rsidRDefault="00BD3BF9" w:rsidP="00BD3BF9">
            <w:pPr>
              <w:pStyle w:val="TableText10"/>
            </w:pPr>
            <w:r w:rsidRPr="00BD3BF9">
              <w:t>Test Cases Reviewed</w:t>
            </w:r>
          </w:p>
        </w:tc>
        <w:tc>
          <w:tcPr>
            <w:tcW w:w="0" w:type="auto"/>
          </w:tcPr>
          <w:p w14:paraId="2D7EF90C" w14:textId="130EBBB8" w:rsidR="00BD3BF9" w:rsidRPr="00BD3BF9" w:rsidRDefault="00BD3BF9" w:rsidP="00BD3BF9">
            <w:pPr>
              <w:pStyle w:val="InstructionalTextTableText10"/>
            </w:pPr>
            <w:r>
              <w:t>&lt;# test cases reviewed&gt;</w:t>
            </w:r>
          </w:p>
        </w:tc>
        <w:tc>
          <w:tcPr>
            <w:tcW w:w="0" w:type="auto"/>
          </w:tcPr>
          <w:p w14:paraId="2D7EF90D" w14:textId="569F3718" w:rsidR="00BD3BF9" w:rsidRPr="00BD3BF9" w:rsidRDefault="00BD3BF9" w:rsidP="00BD3BF9">
            <w:pPr>
              <w:pStyle w:val="InstructionalTextTableText10"/>
            </w:pPr>
            <w:r>
              <w:t>&lt;% total planned test cases reviewed&gt;</w:t>
            </w:r>
          </w:p>
        </w:tc>
        <w:tc>
          <w:tcPr>
            <w:tcW w:w="0" w:type="auto"/>
          </w:tcPr>
          <w:p w14:paraId="2D7EF90E" w14:textId="6209664A" w:rsidR="00BD3BF9" w:rsidRPr="00BD3BF9" w:rsidRDefault="00BD3BF9" w:rsidP="00BD3BF9">
            <w:pPr>
              <w:pStyle w:val="InstructionalTextTableText10"/>
            </w:pPr>
            <w:r w:rsidRPr="0043300C">
              <w:t>&lt;Comments&gt;</w:t>
            </w:r>
          </w:p>
        </w:tc>
      </w:tr>
      <w:tr w:rsidR="00BD3BF9" w:rsidRPr="00BD3BF9" w14:paraId="2D7EF914" w14:textId="77777777" w:rsidTr="00BD3BF9">
        <w:trPr>
          <w:cantSplit/>
        </w:trPr>
        <w:tc>
          <w:tcPr>
            <w:tcW w:w="0" w:type="auto"/>
          </w:tcPr>
          <w:p w14:paraId="2D7EF910" w14:textId="77777777" w:rsidR="00BD3BF9" w:rsidRPr="00BD3BF9" w:rsidRDefault="00BD3BF9" w:rsidP="00BD3BF9">
            <w:pPr>
              <w:pStyle w:val="TableText10"/>
            </w:pPr>
            <w:r w:rsidRPr="00BD3BF9">
              <w:t>Test Cases Passed</w:t>
            </w:r>
          </w:p>
        </w:tc>
        <w:tc>
          <w:tcPr>
            <w:tcW w:w="0" w:type="auto"/>
          </w:tcPr>
          <w:p w14:paraId="2D7EF911" w14:textId="37444714" w:rsidR="00BD3BF9" w:rsidRPr="00BD3BF9" w:rsidRDefault="00BD3BF9" w:rsidP="00BD3BF9">
            <w:pPr>
              <w:pStyle w:val="InstructionalTextTableText10"/>
            </w:pPr>
            <w:r>
              <w:t>&lt;# test cases passed&gt;</w:t>
            </w:r>
          </w:p>
        </w:tc>
        <w:tc>
          <w:tcPr>
            <w:tcW w:w="0" w:type="auto"/>
          </w:tcPr>
          <w:p w14:paraId="2D7EF912" w14:textId="35117ABF" w:rsidR="00BD3BF9" w:rsidRPr="00BD3BF9" w:rsidRDefault="00BD3BF9" w:rsidP="00BD3BF9">
            <w:pPr>
              <w:pStyle w:val="InstructionalTextTableText10"/>
            </w:pPr>
            <w:r>
              <w:t>&lt;% total planned test cases passed&gt;</w:t>
            </w:r>
          </w:p>
        </w:tc>
        <w:tc>
          <w:tcPr>
            <w:tcW w:w="0" w:type="auto"/>
          </w:tcPr>
          <w:p w14:paraId="2D7EF913" w14:textId="1DA6016C" w:rsidR="00BD3BF9" w:rsidRPr="00BD3BF9" w:rsidRDefault="00BD3BF9" w:rsidP="00BD3BF9">
            <w:pPr>
              <w:pStyle w:val="InstructionalTextTableText10"/>
            </w:pPr>
            <w:r w:rsidRPr="0043300C">
              <w:t>&lt;Comments&gt;</w:t>
            </w:r>
          </w:p>
        </w:tc>
      </w:tr>
      <w:tr w:rsidR="00BD3BF9" w:rsidRPr="00BD3BF9" w14:paraId="2D7EF919" w14:textId="77777777" w:rsidTr="00BD3BF9">
        <w:trPr>
          <w:cantSplit/>
        </w:trPr>
        <w:tc>
          <w:tcPr>
            <w:tcW w:w="0" w:type="auto"/>
          </w:tcPr>
          <w:p w14:paraId="2D7EF915" w14:textId="77777777" w:rsidR="00BD3BF9" w:rsidRPr="00BD3BF9" w:rsidRDefault="00BD3BF9" w:rsidP="00BD3BF9">
            <w:pPr>
              <w:pStyle w:val="TableText10"/>
            </w:pPr>
            <w:r w:rsidRPr="00BD3BF9">
              <w:t>Test Cases Failed</w:t>
            </w:r>
          </w:p>
        </w:tc>
        <w:tc>
          <w:tcPr>
            <w:tcW w:w="0" w:type="auto"/>
          </w:tcPr>
          <w:p w14:paraId="2D7EF916" w14:textId="51679DCF" w:rsidR="00BD3BF9" w:rsidRPr="00BD3BF9" w:rsidRDefault="00BD3BF9" w:rsidP="00BD3BF9">
            <w:pPr>
              <w:pStyle w:val="InstructionalTextTableText10"/>
            </w:pPr>
            <w:r>
              <w:t>&lt;# test cases failed&gt;</w:t>
            </w:r>
          </w:p>
        </w:tc>
        <w:tc>
          <w:tcPr>
            <w:tcW w:w="0" w:type="auto"/>
          </w:tcPr>
          <w:p w14:paraId="2D7EF917" w14:textId="7A9EC1DB" w:rsidR="00BD3BF9" w:rsidRPr="00BD3BF9" w:rsidRDefault="00BD3BF9" w:rsidP="00BD3BF9">
            <w:pPr>
              <w:pStyle w:val="InstructionalTextTableText10"/>
            </w:pPr>
            <w:r>
              <w:t>&lt;% total planned test cases failed&gt;</w:t>
            </w:r>
          </w:p>
        </w:tc>
        <w:tc>
          <w:tcPr>
            <w:tcW w:w="0" w:type="auto"/>
          </w:tcPr>
          <w:p w14:paraId="2D7EF918" w14:textId="04914C3A" w:rsidR="00BD3BF9" w:rsidRPr="00BD3BF9" w:rsidRDefault="00BD3BF9" w:rsidP="00BD3BF9">
            <w:pPr>
              <w:pStyle w:val="InstructionalTextTableText10"/>
            </w:pPr>
            <w:r w:rsidRPr="0043300C">
              <w:t>&lt;Comments&gt;</w:t>
            </w:r>
          </w:p>
        </w:tc>
      </w:tr>
      <w:tr w:rsidR="00BD3BF9" w:rsidRPr="00BD3BF9" w14:paraId="2D7EF91E" w14:textId="77777777" w:rsidTr="00BD3BF9">
        <w:trPr>
          <w:cantSplit/>
        </w:trPr>
        <w:tc>
          <w:tcPr>
            <w:tcW w:w="0" w:type="auto"/>
          </w:tcPr>
          <w:p w14:paraId="2D7EF91A" w14:textId="77777777" w:rsidR="00BD3BF9" w:rsidRPr="00BD3BF9" w:rsidRDefault="00BD3BF9" w:rsidP="00BD3BF9">
            <w:pPr>
              <w:pStyle w:val="TableText10"/>
            </w:pPr>
            <w:r w:rsidRPr="00BD3BF9">
              <w:t>Test Cases To Be Run</w:t>
            </w:r>
          </w:p>
        </w:tc>
        <w:tc>
          <w:tcPr>
            <w:tcW w:w="0" w:type="auto"/>
          </w:tcPr>
          <w:p w14:paraId="2D7EF91B" w14:textId="0F1DFC59" w:rsidR="00BD3BF9" w:rsidRPr="00BD3BF9" w:rsidRDefault="00BD3BF9" w:rsidP="00BD3BF9">
            <w:pPr>
              <w:pStyle w:val="InstructionalTextTableText10"/>
            </w:pPr>
            <w:r>
              <w:t>&lt;# test cases to be run&gt;</w:t>
            </w:r>
          </w:p>
        </w:tc>
        <w:tc>
          <w:tcPr>
            <w:tcW w:w="0" w:type="auto"/>
          </w:tcPr>
          <w:p w14:paraId="2D7EF91C" w14:textId="377FF1E9" w:rsidR="00BD3BF9" w:rsidRPr="00BD3BF9" w:rsidRDefault="00BD3BF9" w:rsidP="00BD3BF9">
            <w:pPr>
              <w:pStyle w:val="InstructionalTextTableText10"/>
            </w:pPr>
            <w:r>
              <w:t>&lt;% total planned test cases to be run&gt;</w:t>
            </w:r>
          </w:p>
        </w:tc>
        <w:tc>
          <w:tcPr>
            <w:tcW w:w="0" w:type="auto"/>
          </w:tcPr>
          <w:p w14:paraId="2D7EF91D" w14:textId="55260531" w:rsidR="00BD3BF9" w:rsidRPr="00BD3BF9" w:rsidRDefault="00BD3BF9" w:rsidP="00BD3BF9">
            <w:pPr>
              <w:pStyle w:val="InstructionalTextTableText10"/>
            </w:pPr>
            <w:r w:rsidRPr="0043300C">
              <w:t>&lt;Comments&gt;</w:t>
            </w:r>
          </w:p>
        </w:tc>
      </w:tr>
      <w:tr w:rsidR="00BD3BF9" w:rsidRPr="00BD3BF9" w14:paraId="2D7EF923" w14:textId="77777777" w:rsidTr="00BD3BF9">
        <w:trPr>
          <w:cantSplit/>
        </w:trPr>
        <w:tc>
          <w:tcPr>
            <w:tcW w:w="0" w:type="auto"/>
          </w:tcPr>
          <w:p w14:paraId="2D7EF91F" w14:textId="77777777" w:rsidR="00BD3BF9" w:rsidRPr="00BD3BF9" w:rsidRDefault="00BD3BF9" w:rsidP="00BD3BF9">
            <w:pPr>
              <w:pStyle w:val="TableText10"/>
            </w:pPr>
            <w:r w:rsidRPr="00BD3BF9">
              <w:t>Test Cases Held</w:t>
            </w:r>
          </w:p>
        </w:tc>
        <w:tc>
          <w:tcPr>
            <w:tcW w:w="0" w:type="auto"/>
          </w:tcPr>
          <w:p w14:paraId="2D7EF920" w14:textId="0C669643" w:rsidR="00BD3BF9" w:rsidRPr="00BD3BF9" w:rsidRDefault="00BD3BF9" w:rsidP="00BD3BF9">
            <w:pPr>
              <w:pStyle w:val="InstructionalTextTableText10"/>
            </w:pPr>
            <w:r>
              <w:t>&lt;# test cases held&gt;</w:t>
            </w:r>
          </w:p>
        </w:tc>
        <w:tc>
          <w:tcPr>
            <w:tcW w:w="0" w:type="auto"/>
          </w:tcPr>
          <w:p w14:paraId="2D7EF921" w14:textId="42703B28" w:rsidR="00BD3BF9" w:rsidRPr="00BD3BF9" w:rsidRDefault="00BD3BF9" w:rsidP="00BD3BF9">
            <w:pPr>
              <w:pStyle w:val="InstructionalTextTableText10"/>
            </w:pPr>
            <w:r>
              <w:t>&lt;% total planned test cases held&gt;</w:t>
            </w:r>
          </w:p>
        </w:tc>
        <w:tc>
          <w:tcPr>
            <w:tcW w:w="0" w:type="auto"/>
          </w:tcPr>
          <w:p w14:paraId="2D7EF922" w14:textId="2EA20484" w:rsidR="00BD3BF9" w:rsidRPr="00BD3BF9" w:rsidRDefault="00BD3BF9" w:rsidP="00BD3BF9">
            <w:pPr>
              <w:pStyle w:val="InstructionalTextTableText10"/>
            </w:pPr>
            <w:r w:rsidRPr="0043300C">
              <w:t>&lt;Comments&gt;</w:t>
            </w:r>
          </w:p>
        </w:tc>
      </w:tr>
    </w:tbl>
    <w:p w14:paraId="2D7EF925" w14:textId="77777777" w:rsidR="009C4BA5" w:rsidRDefault="009C4BA5" w:rsidP="00BD3BF9">
      <w:pPr>
        <w:pStyle w:val="ParagraphSpacer10"/>
      </w:pPr>
    </w:p>
    <w:p w14:paraId="2D7EF926" w14:textId="77777777" w:rsidR="009C4BA5" w:rsidRPr="00BD722B" w:rsidRDefault="009C4BA5" w:rsidP="00BD722B">
      <w:pPr>
        <w:pStyle w:val="BodyText"/>
      </w:pPr>
      <w:r w:rsidRPr="00BD722B">
        <w:lastRenderedPageBreak/>
        <w:t>The following is a summary of the test incidents (i.e., unexpected results, problems, and/or defects) that were reported during the testing:</w:t>
      </w:r>
    </w:p>
    <w:p w14:paraId="0511896A" w14:textId="2E44EA5E" w:rsidR="00E02BF1" w:rsidRDefault="00E02BF1" w:rsidP="00E02BF1">
      <w:pPr>
        <w:pStyle w:val="Caption"/>
      </w:pPr>
      <w:bookmarkStart w:id="34" w:name="_Toc4734460"/>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2</w:t>
      </w:r>
      <w:r w:rsidR="008F0C59">
        <w:rPr>
          <w:noProof/>
        </w:rPr>
        <w:fldChar w:fldCharType="end"/>
      </w:r>
      <w:r w:rsidR="00BD722B">
        <w:t xml:space="preserve"> -</w:t>
      </w:r>
      <w:r>
        <w:t xml:space="preserve"> </w:t>
      </w:r>
      <w:r w:rsidRPr="007B76C6">
        <w:t>Test Incident Summary Results</w:t>
      </w:r>
      <w:bookmarkEnd w:id="34"/>
    </w:p>
    <w:tbl>
      <w:tblPr>
        <w:tblStyle w:val="TableGrid"/>
        <w:tblW w:w="0" w:type="auto"/>
        <w:tblLook w:val="04A0" w:firstRow="1" w:lastRow="0" w:firstColumn="1" w:lastColumn="0" w:noHBand="0" w:noVBand="1"/>
        <w:tblCaption w:val="Test Incident Summary Results"/>
        <w:tblDescription w:val="This table includes a header row with the following columns, from left to right:&#10;&#10;Impact/Severity Level&#10;Total Reported&#10;Total # Resolved&#10;% Total Resolved&#10;Total # Unresolved&#10;% Total Unresolved&#10;&#10;Several data rows reside below the header row."/>
      </w:tblPr>
      <w:tblGrid>
        <w:gridCol w:w="1799"/>
        <w:gridCol w:w="1469"/>
        <w:gridCol w:w="1471"/>
        <w:gridCol w:w="1479"/>
        <w:gridCol w:w="1561"/>
        <w:gridCol w:w="1571"/>
      </w:tblGrid>
      <w:tr w:rsidR="00BD722B" w:rsidRPr="00BD722B" w14:paraId="2D7EF92D" w14:textId="77777777" w:rsidTr="00BD722B">
        <w:trPr>
          <w:cantSplit/>
          <w:tblHeader/>
        </w:trPr>
        <w:tc>
          <w:tcPr>
            <w:tcW w:w="0" w:type="auto"/>
            <w:shd w:val="clear" w:color="auto" w:fill="1F497D"/>
          </w:tcPr>
          <w:p w14:paraId="2D7EF927" w14:textId="77777777" w:rsidR="009C4BA5" w:rsidRPr="00BD722B" w:rsidRDefault="009C4BA5" w:rsidP="00BD722B">
            <w:pPr>
              <w:pStyle w:val="TableText10HeaderCenter"/>
            </w:pPr>
            <w:r w:rsidRPr="00BD722B">
              <w:t>Impact/Severity Level</w:t>
            </w:r>
          </w:p>
        </w:tc>
        <w:tc>
          <w:tcPr>
            <w:tcW w:w="0" w:type="auto"/>
            <w:shd w:val="clear" w:color="auto" w:fill="1F497D"/>
          </w:tcPr>
          <w:p w14:paraId="2D7EF928" w14:textId="77777777" w:rsidR="009C4BA5" w:rsidRPr="00BD722B" w:rsidRDefault="009C4BA5" w:rsidP="00BD722B">
            <w:pPr>
              <w:pStyle w:val="TableText10HeaderCenter"/>
            </w:pPr>
            <w:r w:rsidRPr="00BD722B">
              <w:t>Total Reported</w:t>
            </w:r>
          </w:p>
        </w:tc>
        <w:tc>
          <w:tcPr>
            <w:tcW w:w="0" w:type="auto"/>
            <w:shd w:val="clear" w:color="auto" w:fill="1F497D"/>
          </w:tcPr>
          <w:p w14:paraId="2D7EF929" w14:textId="77777777" w:rsidR="009C4BA5" w:rsidRPr="00BD722B" w:rsidRDefault="009C4BA5" w:rsidP="00BD722B">
            <w:pPr>
              <w:pStyle w:val="TableText10HeaderCenter"/>
            </w:pPr>
            <w:r w:rsidRPr="00BD722B">
              <w:t>Total # Resolved</w:t>
            </w:r>
          </w:p>
        </w:tc>
        <w:tc>
          <w:tcPr>
            <w:tcW w:w="0" w:type="auto"/>
            <w:shd w:val="clear" w:color="auto" w:fill="1F497D"/>
          </w:tcPr>
          <w:p w14:paraId="2D7EF92A" w14:textId="77777777" w:rsidR="009C4BA5" w:rsidRPr="00BD722B" w:rsidRDefault="009C4BA5" w:rsidP="00BD722B">
            <w:pPr>
              <w:pStyle w:val="TableText10HeaderCenter"/>
            </w:pPr>
            <w:r w:rsidRPr="00BD722B">
              <w:t>% Total Resolved</w:t>
            </w:r>
          </w:p>
        </w:tc>
        <w:tc>
          <w:tcPr>
            <w:tcW w:w="0" w:type="auto"/>
            <w:shd w:val="clear" w:color="auto" w:fill="1F497D"/>
          </w:tcPr>
          <w:p w14:paraId="2D7EF92B" w14:textId="77777777" w:rsidR="009C4BA5" w:rsidRPr="00BD722B" w:rsidRDefault="009C4BA5" w:rsidP="00BD722B">
            <w:pPr>
              <w:pStyle w:val="TableText10HeaderCenter"/>
            </w:pPr>
            <w:r w:rsidRPr="00BD722B">
              <w:t>Total # Unresolved</w:t>
            </w:r>
          </w:p>
        </w:tc>
        <w:tc>
          <w:tcPr>
            <w:tcW w:w="0" w:type="auto"/>
            <w:shd w:val="clear" w:color="auto" w:fill="1F497D"/>
          </w:tcPr>
          <w:p w14:paraId="2D7EF92C" w14:textId="77777777" w:rsidR="009C4BA5" w:rsidRPr="00BD722B" w:rsidRDefault="009C4BA5" w:rsidP="00BD722B">
            <w:pPr>
              <w:pStyle w:val="TableText10HeaderCenter"/>
            </w:pPr>
            <w:r w:rsidRPr="00BD722B">
              <w:t>% Total Unresolved</w:t>
            </w:r>
          </w:p>
        </w:tc>
      </w:tr>
      <w:tr w:rsidR="00BD722B" w:rsidRPr="00BD722B" w14:paraId="2D7EF934" w14:textId="77777777" w:rsidTr="00BD722B">
        <w:trPr>
          <w:cantSplit/>
        </w:trPr>
        <w:tc>
          <w:tcPr>
            <w:tcW w:w="0" w:type="auto"/>
          </w:tcPr>
          <w:p w14:paraId="2D7EF92E" w14:textId="4A207960" w:rsidR="009C4BA5" w:rsidRPr="00BD722B" w:rsidRDefault="00BD722B" w:rsidP="00624326">
            <w:pPr>
              <w:pStyle w:val="InstructionalTextTableText10"/>
            </w:pPr>
            <w:r>
              <w:t>&lt;Impact/Severity level&gt;</w:t>
            </w:r>
          </w:p>
        </w:tc>
        <w:tc>
          <w:tcPr>
            <w:tcW w:w="0" w:type="auto"/>
          </w:tcPr>
          <w:p w14:paraId="2D7EF92F" w14:textId="0C8E831A" w:rsidR="009C4BA5" w:rsidRPr="00BD722B" w:rsidRDefault="00BD722B" w:rsidP="00624326">
            <w:pPr>
              <w:pStyle w:val="InstructionalTextTableText10"/>
            </w:pPr>
            <w:r>
              <w:t>&lt;# total reported&gt;</w:t>
            </w:r>
          </w:p>
        </w:tc>
        <w:tc>
          <w:tcPr>
            <w:tcW w:w="0" w:type="auto"/>
          </w:tcPr>
          <w:p w14:paraId="2D7EF930" w14:textId="0A10B3C1" w:rsidR="009C4BA5" w:rsidRPr="00BD722B" w:rsidRDefault="00BD722B" w:rsidP="00624326">
            <w:pPr>
              <w:pStyle w:val="InstructionalTextTableText10"/>
            </w:pPr>
            <w:r>
              <w:t>&lt;# total resolved&gt;</w:t>
            </w:r>
          </w:p>
        </w:tc>
        <w:tc>
          <w:tcPr>
            <w:tcW w:w="0" w:type="auto"/>
          </w:tcPr>
          <w:p w14:paraId="2D7EF931" w14:textId="333D35A2" w:rsidR="009C4BA5" w:rsidRPr="00BD722B" w:rsidRDefault="00BD722B" w:rsidP="00624326">
            <w:pPr>
              <w:pStyle w:val="InstructionalTextTableText10"/>
            </w:pPr>
            <w:r>
              <w:t>&lt;% total resolved&gt;</w:t>
            </w:r>
          </w:p>
        </w:tc>
        <w:tc>
          <w:tcPr>
            <w:tcW w:w="0" w:type="auto"/>
          </w:tcPr>
          <w:p w14:paraId="2D7EF932" w14:textId="3DA44EF7" w:rsidR="009C4BA5" w:rsidRPr="00BD722B" w:rsidRDefault="00BD722B" w:rsidP="00624326">
            <w:pPr>
              <w:pStyle w:val="InstructionalTextTableText10"/>
            </w:pPr>
            <w:r>
              <w:t>&lt;# total unresolved&gt;</w:t>
            </w:r>
          </w:p>
        </w:tc>
        <w:tc>
          <w:tcPr>
            <w:tcW w:w="0" w:type="auto"/>
          </w:tcPr>
          <w:p w14:paraId="2D7EF933" w14:textId="59A40ECA" w:rsidR="009C4BA5" w:rsidRPr="00BD722B" w:rsidRDefault="00BD722B" w:rsidP="00624326">
            <w:pPr>
              <w:pStyle w:val="InstructionalTextTableText10"/>
            </w:pPr>
            <w:r>
              <w:t>&lt;% total unresolved&gt;</w:t>
            </w:r>
          </w:p>
        </w:tc>
      </w:tr>
      <w:tr w:rsidR="00BD722B" w:rsidRPr="00BD722B" w14:paraId="2D7EF93B" w14:textId="77777777" w:rsidTr="00BD722B">
        <w:trPr>
          <w:cantSplit/>
        </w:trPr>
        <w:tc>
          <w:tcPr>
            <w:tcW w:w="0" w:type="auto"/>
          </w:tcPr>
          <w:p w14:paraId="2D7EF935" w14:textId="6247C8ED" w:rsidR="00BD722B" w:rsidRPr="00BD722B" w:rsidRDefault="00BD722B" w:rsidP="00624326">
            <w:pPr>
              <w:pStyle w:val="InstructionalTextTableText10"/>
            </w:pPr>
            <w:r>
              <w:t>&lt;Impact/Severity level&gt;</w:t>
            </w:r>
          </w:p>
        </w:tc>
        <w:tc>
          <w:tcPr>
            <w:tcW w:w="0" w:type="auto"/>
          </w:tcPr>
          <w:p w14:paraId="2D7EF936" w14:textId="2783D4FD" w:rsidR="00BD722B" w:rsidRPr="00BD722B" w:rsidRDefault="00BD722B" w:rsidP="00624326">
            <w:pPr>
              <w:pStyle w:val="InstructionalTextTableText10"/>
            </w:pPr>
            <w:r w:rsidRPr="006E6C8F">
              <w:t>&lt;# total reported&gt;</w:t>
            </w:r>
          </w:p>
        </w:tc>
        <w:tc>
          <w:tcPr>
            <w:tcW w:w="0" w:type="auto"/>
          </w:tcPr>
          <w:p w14:paraId="2D7EF937" w14:textId="3E224488" w:rsidR="00BD722B" w:rsidRPr="00BD722B" w:rsidRDefault="00BD722B" w:rsidP="00624326">
            <w:pPr>
              <w:pStyle w:val="InstructionalTextTableText10"/>
            </w:pPr>
            <w:r w:rsidRPr="00F64C5C">
              <w:t>&lt;# total resolved&gt;</w:t>
            </w:r>
          </w:p>
        </w:tc>
        <w:tc>
          <w:tcPr>
            <w:tcW w:w="0" w:type="auto"/>
          </w:tcPr>
          <w:p w14:paraId="2D7EF938" w14:textId="108456A0" w:rsidR="00BD722B" w:rsidRPr="00BD722B" w:rsidRDefault="00BD722B" w:rsidP="00624326">
            <w:pPr>
              <w:pStyle w:val="InstructionalTextTableText10"/>
            </w:pPr>
            <w:r>
              <w:t>&lt;% total resolved&gt;</w:t>
            </w:r>
          </w:p>
        </w:tc>
        <w:tc>
          <w:tcPr>
            <w:tcW w:w="0" w:type="auto"/>
          </w:tcPr>
          <w:p w14:paraId="2D7EF939" w14:textId="329B5FFE" w:rsidR="00BD722B" w:rsidRPr="00BD722B" w:rsidRDefault="00BD722B" w:rsidP="00624326">
            <w:pPr>
              <w:pStyle w:val="InstructionalTextTableText10"/>
            </w:pPr>
            <w:r w:rsidRPr="005F5968">
              <w:t>&lt;# total unresolved&gt;</w:t>
            </w:r>
          </w:p>
        </w:tc>
        <w:tc>
          <w:tcPr>
            <w:tcW w:w="0" w:type="auto"/>
          </w:tcPr>
          <w:p w14:paraId="2D7EF93A" w14:textId="2519653F" w:rsidR="00BD722B" w:rsidRPr="00BD722B" w:rsidRDefault="00BD722B" w:rsidP="00624326">
            <w:pPr>
              <w:pStyle w:val="InstructionalTextTableText10"/>
            </w:pPr>
            <w:r w:rsidRPr="00D32218">
              <w:t>&lt;% total unresolved&gt;</w:t>
            </w:r>
          </w:p>
        </w:tc>
      </w:tr>
      <w:tr w:rsidR="00BD722B" w:rsidRPr="00BD722B" w14:paraId="2D7EF942" w14:textId="77777777" w:rsidTr="00BD722B">
        <w:trPr>
          <w:cantSplit/>
        </w:trPr>
        <w:tc>
          <w:tcPr>
            <w:tcW w:w="0" w:type="auto"/>
          </w:tcPr>
          <w:p w14:paraId="2D7EF93C" w14:textId="76F4131F" w:rsidR="00BD722B" w:rsidRPr="00BD722B" w:rsidRDefault="00BD722B" w:rsidP="00624326">
            <w:pPr>
              <w:pStyle w:val="InstructionalTextTableText10"/>
            </w:pPr>
            <w:r>
              <w:t>&lt;Impact/Severity level&gt;</w:t>
            </w:r>
          </w:p>
        </w:tc>
        <w:tc>
          <w:tcPr>
            <w:tcW w:w="0" w:type="auto"/>
          </w:tcPr>
          <w:p w14:paraId="2D7EF93D" w14:textId="078EBDB6" w:rsidR="00BD722B" w:rsidRPr="00BD722B" w:rsidRDefault="00BD722B" w:rsidP="00624326">
            <w:pPr>
              <w:pStyle w:val="InstructionalTextTableText10"/>
            </w:pPr>
            <w:r w:rsidRPr="006E6C8F">
              <w:t>&lt;# total reported&gt;</w:t>
            </w:r>
          </w:p>
        </w:tc>
        <w:tc>
          <w:tcPr>
            <w:tcW w:w="0" w:type="auto"/>
          </w:tcPr>
          <w:p w14:paraId="2D7EF93E" w14:textId="43ABDCAA" w:rsidR="00BD722B" w:rsidRPr="00BD722B" w:rsidRDefault="00BD722B" w:rsidP="00624326">
            <w:pPr>
              <w:pStyle w:val="InstructionalTextTableText10"/>
            </w:pPr>
            <w:r w:rsidRPr="00F64C5C">
              <w:t>&lt;# total resolved&gt;</w:t>
            </w:r>
          </w:p>
        </w:tc>
        <w:tc>
          <w:tcPr>
            <w:tcW w:w="0" w:type="auto"/>
          </w:tcPr>
          <w:p w14:paraId="2D7EF93F" w14:textId="3FFBE59B" w:rsidR="00BD722B" w:rsidRPr="00BD722B" w:rsidRDefault="00BD722B" w:rsidP="00624326">
            <w:pPr>
              <w:pStyle w:val="InstructionalTextTableText10"/>
            </w:pPr>
            <w:r>
              <w:t>&lt;% total resolved&gt;</w:t>
            </w:r>
          </w:p>
        </w:tc>
        <w:tc>
          <w:tcPr>
            <w:tcW w:w="0" w:type="auto"/>
          </w:tcPr>
          <w:p w14:paraId="2D7EF940" w14:textId="0DBE53DD" w:rsidR="00BD722B" w:rsidRPr="00BD722B" w:rsidRDefault="00BD722B" w:rsidP="00624326">
            <w:pPr>
              <w:pStyle w:val="InstructionalTextTableText10"/>
            </w:pPr>
            <w:r w:rsidRPr="005F5968">
              <w:t>&lt;# total unresolved&gt;</w:t>
            </w:r>
          </w:p>
        </w:tc>
        <w:tc>
          <w:tcPr>
            <w:tcW w:w="0" w:type="auto"/>
          </w:tcPr>
          <w:p w14:paraId="2D7EF941" w14:textId="5A4DF74E" w:rsidR="00BD722B" w:rsidRPr="00BD722B" w:rsidRDefault="00BD722B" w:rsidP="00624326">
            <w:pPr>
              <w:pStyle w:val="InstructionalTextTableText10"/>
            </w:pPr>
            <w:r w:rsidRPr="00D32218">
              <w:t>&lt;% total unresolved&gt;</w:t>
            </w:r>
          </w:p>
        </w:tc>
      </w:tr>
      <w:tr w:rsidR="00BD722B" w:rsidRPr="00BD722B" w14:paraId="2D7EF949" w14:textId="77777777" w:rsidTr="00BD722B">
        <w:trPr>
          <w:cantSplit/>
        </w:trPr>
        <w:tc>
          <w:tcPr>
            <w:tcW w:w="0" w:type="auto"/>
          </w:tcPr>
          <w:p w14:paraId="2D7EF943" w14:textId="77777777" w:rsidR="009C4BA5" w:rsidRPr="00BD722B" w:rsidRDefault="009C4BA5" w:rsidP="00BD722B">
            <w:pPr>
              <w:pStyle w:val="TableText10"/>
            </w:pPr>
            <w:r w:rsidRPr="00BD722B">
              <w:t>Combined Totals</w:t>
            </w:r>
          </w:p>
        </w:tc>
        <w:tc>
          <w:tcPr>
            <w:tcW w:w="0" w:type="auto"/>
          </w:tcPr>
          <w:p w14:paraId="2D7EF944" w14:textId="7C1547DE" w:rsidR="009C4BA5" w:rsidRPr="00BD722B" w:rsidRDefault="00BD722B" w:rsidP="00624326">
            <w:pPr>
              <w:pStyle w:val="InstructionalTextTableText10"/>
            </w:pPr>
            <w:r>
              <w:t>&lt;Combined total # reported&gt;</w:t>
            </w:r>
          </w:p>
        </w:tc>
        <w:tc>
          <w:tcPr>
            <w:tcW w:w="0" w:type="auto"/>
          </w:tcPr>
          <w:p w14:paraId="2D7EF945" w14:textId="2D6A3F13" w:rsidR="009C4BA5" w:rsidRPr="00BD722B" w:rsidRDefault="00BD722B" w:rsidP="00624326">
            <w:pPr>
              <w:pStyle w:val="InstructionalTextTableText10"/>
            </w:pPr>
            <w:r>
              <w:t>&lt;Combined total # resolved&gt;</w:t>
            </w:r>
          </w:p>
        </w:tc>
        <w:tc>
          <w:tcPr>
            <w:tcW w:w="0" w:type="auto"/>
          </w:tcPr>
          <w:p w14:paraId="2D7EF946" w14:textId="56CC6C22" w:rsidR="009C4BA5" w:rsidRPr="00BD722B" w:rsidRDefault="00BD722B" w:rsidP="00624326">
            <w:pPr>
              <w:pStyle w:val="InstructionalTextTableText10"/>
            </w:pPr>
            <w:r>
              <w:t>&lt;Combined total % reported&gt;</w:t>
            </w:r>
          </w:p>
        </w:tc>
        <w:tc>
          <w:tcPr>
            <w:tcW w:w="0" w:type="auto"/>
          </w:tcPr>
          <w:p w14:paraId="2D7EF947" w14:textId="6B872AD0" w:rsidR="009C4BA5" w:rsidRPr="00BD722B" w:rsidRDefault="00BD722B" w:rsidP="00624326">
            <w:pPr>
              <w:pStyle w:val="InstructionalTextTableText10"/>
            </w:pPr>
            <w:r>
              <w:t>&lt;Combined total # unresolved&gt;</w:t>
            </w:r>
          </w:p>
        </w:tc>
        <w:tc>
          <w:tcPr>
            <w:tcW w:w="0" w:type="auto"/>
          </w:tcPr>
          <w:p w14:paraId="2D7EF948" w14:textId="507CDE28" w:rsidR="009C4BA5" w:rsidRPr="00BD722B" w:rsidRDefault="00BD722B" w:rsidP="00624326">
            <w:pPr>
              <w:pStyle w:val="InstructionalTextTableText10"/>
            </w:pPr>
            <w:r>
              <w:t>&lt;Combined total % unresolved&gt;</w:t>
            </w:r>
          </w:p>
        </w:tc>
      </w:tr>
    </w:tbl>
    <w:p w14:paraId="2D7EF94B" w14:textId="77777777" w:rsidR="00644481" w:rsidRDefault="006337C8" w:rsidP="00A434A4">
      <w:pPr>
        <w:pStyle w:val="Heading2"/>
      </w:pPr>
      <w:bookmarkStart w:id="35" w:name="_Toc484511611"/>
      <w:bookmarkStart w:id="36" w:name="_Toc4734472"/>
      <w:r>
        <w:lastRenderedPageBreak/>
        <w:t>Detailed Test Results</w:t>
      </w:r>
      <w:bookmarkEnd w:id="35"/>
      <w:bookmarkEnd w:id="36"/>
    </w:p>
    <w:p w14:paraId="2D7EF94C" w14:textId="6FDAF5E3" w:rsidR="00644481" w:rsidRDefault="00E450B8" w:rsidP="00564F65">
      <w:pPr>
        <w:pStyle w:val="InstructionalText"/>
      </w:pPr>
      <w:r>
        <w:t xml:space="preserve">Instructions: </w:t>
      </w:r>
      <w:r w:rsidR="00A03FA2">
        <w:t>Briefly describe</w:t>
      </w:r>
      <w:r w:rsidR="006337C8" w:rsidRPr="006337C8">
        <w:t xml:space="preserve"> the testing process employed for each test category (i.e., development testing, validation testing, implementation testing, and operational testing) and each test function performed (i.e., a collection of related test cases comprising a specific type of test (e.g., user acceptance testing, Section 508 testing, regression testing, system acceptance testing, ST&amp;E, etc.).</w:t>
      </w:r>
      <w:r w:rsidR="00343EF4">
        <w:t xml:space="preserve"> </w:t>
      </w:r>
      <w:r w:rsidR="006337C8" w:rsidRPr="006337C8">
        <w:t xml:space="preserve">Also </w:t>
      </w:r>
      <w:r w:rsidR="00A03FA2">
        <w:t>summarize</w:t>
      </w:r>
      <w:r w:rsidR="006337C8" w:rsidRPr="006337C8">
        <w:t xml:space="preserve"> the test results for each test category/function.</w:t>
      </w:r>
      <w:r w:rsidR="00343EF4">
        <w:t xml:space="preserve"> </w:t>
      </w:r>
      <w:r w:rsidR="006337C8" w:rsidRPr="006337C8">
        <w:t xml:space="preserve">As appropriate, </w:t>
      </w:r>
      <w:r w:rsidR="00A03FA2">
        <w:t xml:space="preserve">include </w:t>
      </w:r>
      <w:r w:rsidR="006337C8" w:rsidRPr="006337C8">
        <w:t>separate sub-sections for each test category/function performed.</w:t>
      </w:r>
      <w:r w:rsidR="00343EF4">
        <w:t xml:space="preserve"> </w:t>
      </w:r>
      <w:r w:rsidR="006337C8" w:rsidRPr="006337C8">
        <w:t>If test results are maintained in an automated tool, the information may be exported or printed from the tool for inclusion in this document.</w:t>
      </w:r>
    </w:p>
    <w:p w14:paraId="2D7EF94D" w14:textId="77777777" w:rsidR="006337C8" w:rsidRDefault="006337C8" w:rsidP="00A434A4">
      <w:pPr>
        <w:pStyle w:val="Heading3"/>
      </w:pPr>
      <w:bookmarkStart w:id="37" w:name="_Toc484511612"/>
      <w:bookmarkStart w:id="38" w:name="_Toc4734473"/>
      <w:r>
        <w:t>&lt;Test Category/Function&gt;</w:t>
      </w:r>
      <w:bookmarkEnd w:id="37"/>
      <w:bookmarkEnd w:id="38"/>
    </w:p>
    <w:p w14:paraId="2D7EF94E" w14:textId="1AB58C8C" w:rsidR="006337C8" w:rsidRDefault="00A03FA2" w:rsidP="00564F65">
      <w:pPr>
        <w:pStyle w:val="BodyText"/>
      </w:pPr>
      <w:r w:rsidRPr="00A03FA2">
        <w:rPr>
          <w:rStyle w:val="BodyTextItalicChar"/>
        </w:rPr>
        <w:fldChar w:fldCharType="begin"/>
      </w:r>
      <w:r w:rsidRPr="00A03FA2">
        <w:rPr>
          <w:rStyle w:val="BodyTextItalicChar"/>
        </w:rPr>
        <w:instrText xml:space="preserve"> REF _Ref484523038 \h </w:instrText>
      </w:r>
      <w:r>
        <w:rPr>
          <w:rStyle w:val="BodyTextItalicChar"/>
        </w:rPr>
        <w:instrText xml:space="preserve"> \* MERGEFORMAT </w:instrText>
      </w:r>
      <w:r w:rsidRPr="00A03FA2">
        <w:rPr>
          <w:rStyle w:val="BodyTextItalicChar"/>
        </w:rPr>
      </w:r>
      <w:r w:rsidRPr="00A03FA2">
        <w:rPr>
          <w:rStyle w:val="BodyTextItalicChar"/>
        </w:rPr>
        <w:fldChar w:fldCharType="separate"/>
      </w:r>
      <w:r w:rsidR="00314075" w:rsidRPr="00314075">
        <w:rPr>
          <w:rStyle w:val="BodyTextItalicChar"/>
        </w:rPr>
        <w:t>Table 3 - &lt;Test Category/Function&gt; Results</w:t>
      </w:r>
      <w:r w:rsidRPr="00A03FA2">
        <w:rPr>
          <w:rStyle w:val="BodyTextItalicChar"/>
        </w:rPr>
        <w:fldChar w:fldCharType="end"/>
      </w:r>
      <w:r w:rsidR="006337C8">
        <w:t xml:space="preserve"> summarizes the test cases employed for</w:t>
      </w:r>
      <w:r w:rsidR="006337C8" w:rsidRPr="006337C8">
        <w:t xml:space="preserve"> &lt;test category/function&gt;</w:t>
      </w:r>
      <w:r w:rsidR="006337C8">
        <w:t xml:space="preserve"> and the test results obtained</w:t>
      </w:r>
      <w:r>
        <w:t xml:space="preserve"> for each test case.</w:t>
      </w:r>
    </w:p>
    <w:p w14:paraId="33232FD9" w14:textId="188F6A77" w:rsidR="00E02BF1" w:rsidRDefault="00E02BF1" w:rsidP="00E02BF1">
      <w:pPr>
        <w:pStyle w:val="Caption"/>
      </w:pPr>
      <w:bookmarkStart w:id="39" w:name="_Ref484523038"/>
      <w:bookmarkStart w:id="40" w:name="_Toc4734461"/>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3</w:t>
      </w:r>
      <w:r w:rsidR="008F0C59">
        <w:rPr>
          <w:noProof/>
        </w:rPr>
        <w:fldChar w:fldCharType="end"/>
      </w:r>
      <w:r w:rsidR="00564F65">
        <w:t xml:space="preserve"> -</w:t>
      </w:r>
      <w:r>
        <w:t xml:space="preserve"> </w:t>
      </w:r>
      <w:r w:rsidRPr="00EC507D">
        <w:t>&lt;Test Category/Function&gt; Results</w:t>
      </w:r>
      <w:bookmarkEnd w:id="39"/>
      <w:bookmarkEnd w:id="40"/>
    </w:p>
    <w:tbl>
      <w:tblPr>
        <w:tblStyle w:val="TableGrid"/>
        <w:tblW w:w="0" w:type="auto"/>
        <w:tblLook w:val="04A0" w:firstRow="1" w:lastRow="0" w:firstColumn="1" w:lastColumn="0" w:noHBand="0" w:noVBand="1"/>
        <w:tblCaption w:val="&lt;Test Category/Function&gt; Results"/>
        <w:tblDescription w:val="This table includes a header row with the following columns, from left to right:&#10;&#10;Test Case/Script ID&#10;Test Case/Script Description&#10;Date Tested&#10;Pass/Fail&#10;Comments&#10;&#10;Several data rows reside below the header row."/>
      </w:tblPr>
      <w:tblGrid>
        <w:gridCol w:w="2072"/>
        <w:gridCol w:w="2871"/>
        <w:gridCol w:w="1717"/>
        <w:gridCol w:w="1273"/>
        <w:gridCol w:w="1417"/>
      </w:tblGrid>
      <w:tr w:rsidR="00564F65" w:rsidRPr="00564F65" w14:paraId="2D7EF955" w14:textId="77777777" w:rsidTr="00564F65">
        <w:trPr>
          <w:cantSplit/>
          <w:tblHeader/>
        </w:trPr>
        <w:tc>
          <w:tcPr>
            <w:tcW w:w="0" w:type="auto"/>
            <w:shd w:val="clear" w:color="auto" w:fill="1F497D"/>
            <w:vAlign w:val="center"/>
          </w:tcPr>
          <w:p w14:paraId="2D7EF950" w14:textId="3BB7D73A" w:rsidR="006337C8" w:rsidRPr="00564F65" w:rsidRDefault="00564F65" w:rsidP="00564F65">
            <w:pPr>
              <w:pStyle w:val="TableText10HeaderCenter"/>
            </w:pPr>
            <w:r>
              <w:t>Test Case/</w:t>
            </w:r>
            <w:r w:rsidR="006337C8" w:rsidRPr="00564F65">
              <w:t>Script ID</w:t>
            </w:r>
          </w:p>
        </w:tc>
        <w:tc>
          <w:tcPr>
            <w:tcW w:w="0" w:type="auto"/>
            <w:shd w:val="clear" w:color="auto" w:fill="1F497D"/>
            <w:vAlign w:val="center"/>
          </w:tcPr>
          <w:p w14:paraId="2D7EF951" w14:textId="25ADEBE6" w:rsidR="006337C8" w:rsidRPr="00564F65" w:rsidRDefault="00564F65" w:rsidP="00564F65">
            <w:pPr>
              <w:pStyle w:val="TableText10HeaderCenter"/>
            </w:pPr>
            <w:r>
              <w:t>Test Case/</w:t>
            </w:r>
            <w:r w:rsidR="006337C8" w:rsidRPr="00564F65">
              <w:t>Script Description</w:t>
            </w:r>
          </w:p>
        </w:tc>
        <w:tc>
          <w:tcPr>
            <w:tcW w:w="0" w:type="auto"/>
            <w:shd w:val="clear" w:color="auto" w:fill="1F497D"/>
            <w:vAlign w:val="center"/>
          </w:tcPr>
          <w:p w14:paraId="2D7EF952" w14:textId="77777777" w:rsidR="006337C8" w:rsidRPr="00564F65" w:rsidRDefault="006337C8" w:rsidP="00564F65">
            <w:pPr>
              <w:pStyle w:val="TableText10HeaderCenter"/>
            </w:pPr>
            <w:r w:rsidRPr="00564F65">
              <w:t>Date Tested</w:t>
            </w:r>
          </w:p>
        </w:tc>
        <w:tc>
          <w:tcPr>
            <w:tcW w:w="0" w:type="auto"/>
            <w:shd w:val="clear" w:color="auto" w:fill="1F497D"/>
            <w:vAlign w:val="center"/>
          </w:tcPr>
          <w:p w14:paraId="2D7EF953" w14:textId="0FDD2684" w:rsidR="006337C8" w:rsidRPr="00564F65" w:rsidRDefault="00564F65" w:rsidP="00564F65">
            <w:pPr>
              <w:pStyle w:val="TableText10HeaderCenter"/>
            </w:pPr>
            <w:r>
              <w:t>Pass/</w:t>
            </w:r>
            <w:r w:rsidR="006337C8" w:rsidRPr="00564F65">
              <w:t>Fail</w:t>
            </w:r>
          </w:p>
        </w:tc>
        <w:tc>
          <w:tcPr>
            <w:tcW w:w="0" w:type="auto"/>
            <w:shd w:val="clear" w:color="auto" w:fill="1F497D"/>
            <w:vAlign w:val="center"/>
          </w:tcPr>
          <w:p w14:paraId="2D7EF954" w14:textId="77777777" w:rsidR="006337C8" w:rsidRPr="00564F65" w:rsidRDefault="006337C8" w:rsidP="00564F65">
            <w:pPr>
              <w:pStyle w:val="TableText10HeaderCenter"/>
            </w:pPr>
            <w:r w:rsidRPr="00564F65">
              <w:t>Comments</w:t>
            </w:r>
          </w:p>
        </w:tc>
      </w:tr>
      <w:tr w:rsidR="00564F65" w:rsidRPr="00564F65" w14:paraId="2D7EF95B" w14:textId="77777777" w:rsidTr="00564F65">
        <w:trPr>
          <w:cantSplit/>
        </w:trPr>
        <w:tc>
          <w:tcPr>
            <w:tcW w:w="0" w:type="auto"/>
            <w:vAlign w:val="center"/>
          </w:tcPr>
          <w:p w14:paraId="2D7EF956" w14:textId="3649EB71" w:rsidR="00564F65" w:rsidRPr="00564F65" w:rsidRDefault="00564F65" w:rsidP="00564F65">
            <w:pPr>
              <w:pStyle w:val="InstructionalTextTableText10"/>
            </w:pPr>
            <w:r>
              <w:t>&lt;Test case/s</w:t>
            </w:r>
            <w:r w:rsidRPr="00564F65">
              <w:t>cript ID</w:t>
            </w:r>
            <w:r>
              <w:t>&gt;</w:t>
            </w:r>
          </w:p>
        </w:tc>
        <w:tc>
          <w:tcPr>
            <w:tcW w:w="0" w:type="auto"/>
            <w:vAlign w:val="center"/>
          </w:tcPr>
          <w:p w14:paraId="2D7EF957" w14:textId="2148C2CC" w:rsidR="00564F65" w:rsidRPr="00564F65" w:rsidRDefault="00564F65" w:rsidP="00564F65">
            <w:pPr>
              <w:pStyle w:val="InstructionalTextTableText10"/>
            </w:pPr>
            <w:r>
              <w:t>&lt;Test case/s</w:t>
            </w:r>
            <w:r w:rsidRPr="00564F65">
              <w:t xml:space="preserve">cript </w:t>
            </w:r>
            <w:r>
              <w:t>d</w:t>
            </w:r>
            <w:r w:rsidRPr="00564F65">
              <w:t>escription</w:t>
            </w:r>
            <w:r>
              <w:t>&gt;</w:t>
            </w:r>
          </w:p>
        </w:tc>
        <w:tc>
          <w:tcPr>
            <w:tcW w:w="0" w:type="auto"/>
            <w:vAlign w:val="center"/>
          </w:tcPr>
          <w:p w14:paraId="2D7EF958" w14:textId="7DAD2C93" w:rsidR="00564F65" w:rsidRPr="00564F65" w:rsidRDefault="00564F65" w:rsidP="00564F65">
            <w:pPr>
              <w:pStyle w:val="InstructionalTextTableText10"/>
            </w:pPr>
            <w:r>
              <w:t>&lt;MM/DD/YYYY&gt;</w:t>
            </w:r>
          </w:p>
        </w:tc>
        <w:tc>
          <w:tcPr>
            <w:tcW w:w="0" w:type="auto"/>
            <w:vAlign w:val="center"/>
          </w:tcPr>
          <w:p w14:paraId="2D7EF959" w14:textId="036F6DAA" w:rsidR="00564F65" w:rsidRPr="00564F65" w:rsidRDefault="00564F65" w:rsidP="00564F65">
            <w:pPr>
              <w:pStyle w:val="InstructionalTextTableText10"/>
            </w:pPr>
            <w:r>
              <w:t>&lt;Pass/</w:t>
            </w:r>
            <w:r w:rsidRPr="00564F65">
              <w:t>Fail</w:t>
            </w:r>
            <w:r>
              <w:t>&gt;</w:t>
            </w:r>
          </w:p>
        </w:tc>
        <w:tc>
          <w:tcPr>
            <w:tcW w:w="0" w:type="auto"/>
            <w:vAlign w:val="center"/>
          </w:tcPr>
          <w:p w14:paraId="2D7EF95A" w14:textId="6B7AFEC2" w:rsidR="00564F65" w:rsidRPr="00564F65" w:rsidRDefault="00564F65" w:rsidP="00564F65">
            <w:pPr>
              <w:pStyle w:val="InstructionalTextTableText10"/>
            </w:pPr>
            <w:r>
              <w:t>&lt;</w:t>
            </w:r>
            <w:r w:rsidRPr="00564F65">
              <w:t>Comments</w:t>
            </w:r>
            <w:r>
              <w:t>&gt;</w:t>
            </w:r>
          </w:p>
        </w:tc>
      </w:tr>
    </w:tbl>
    <w:p w14:paraId="2D7EF96F" w14:textId="77777777" w:rsidR="006337C8" w:rsidRDefault="006337C8" w:rsidP="00564F65">
      <w:pPr>
        <w:pStyle w:val="InstructionalText"/>
      </w:pPr>
      <w:r w:rsidRPr="006337C8">
        <w:t>Instructions: If the test case failed, list the correspondin</w:t>
      </w:r>
      <w:r>
        <w:t>g TIR ID in the Comments column</w:t>
      </w:r>
      <w:r w:rsidRPr="006337C8">
        <w:t>.</w:t>
      </w:r>
    </w:p>
    <w:p w14:paraId="2D7EF970" w14:textId="77777777" w:rsidR="006337C8" w:rsidRDefault="006337C8" w:rsidP="00564F65">
      <w:pPr>
        <w:pStyle w:val="BodyText"/>
      </w:pPr>
      <w:r w:rsidRPr="006337C8">
        <w:t>The calculated level of success for &lt;test category/function&gt; was &lt;the percentage of the total number of test cases defined for the test that passed&gt;%.</w:t>
      </w:r>
    </w:p>
    <w:p w14:paraId="2D7EF971" w14:textId="77777777" w:rsidR="006337C8" w:rsidRDefault="006337C8" w:rsidP="00A434A4">
      <w:pPr>
        <w:pStyle w:val="Heading3"/>
      </w:pPr>
      <w:bookmarkStart w:id="41" w:name="_Toc484511613"/>
      <w:bookmarkStart w:id="42" w:name="_Toc4734474"/>
      <w:r>
        <w:t>&lt;Test Category/Function&gt;</w:t>
      </w:r>
      <w:bookmarkEnd w:id="41"/>
      <w:bookmarkEnd w:id="42"/>
    </w:p>
    <w:p w14:paraId="2D7EF972" w14:textId="77777777" w:rsidR="006337C8" w:rsidRPr="006337C8" w:rsidRDefault="006337C8" w:rsidP="00564F65">
      <w:pPr>
        <w:pStyle w:val="InstructionalText"/>
      </w:pPr>
      <w:r w:rsidRPr="006337C8">
        <w:t>Instructions:</w:t>
      </w:r>
      <w:r w:rsidR="00343EF4">
        <w:t xml:space="preserve"> </w:t>
      </w:r>
      <w:r w:rsidRPr="006337C8">
        <w:t xml:space="preserve">All of the information described above in </w:t>
      </w:r>
      <w:r w:rsidR="00265835">
        <w:t xml:space="preserve">the </w:t>
      </w:r>
      <w:r w:rsidRPr="006337C8">
        <w:t xml:space="preserve">section </w:t>
      </w:r>
      <w:r w:rsidR="00265835">
        <w:t>for &lt;test category/function&gt;</w:t>
      </w:r>
      <w:r w:rsidRPr="006337C8">
        <w:t xml:space="preserve"> should be replicated for each defined test category/function.</w:t>
      </w:r>
      <w:r w:rsidR="00343EF4">
        <w:t xml:space="preserve"> </w:t>
      </w:r>
      <w:r w:rsidRPr="006337C8">
        <w:t>The reported test categories/functions should be consistent with what are defined in the corresponding Test Plan.</w:t>
      </w:r>
    </w:p>
    <w:p w14:paraId="2D7EF973" w14:textId="77777777" w:rsidR="009058D1" w:rsidRDefault="006337C8" w:rsidP="00A434A4">
      <w:pPr>
        <w:pStyle w:val="Heading2"/>
      </w:pPr>
      <w:bookmarkStart w:id="43" w:name="_Toc484511614"/>
      <w:bookmarkStart w:id="44" w:name="_Toc4734475"/>
      <w:r>
        <w:lastRenderedPageBreak/>
        <w:t>Variances</w:t>
      </w:r>
      <w:bookmarkEnd w:id="43"/>
      <w:bookmarkEnd w:id="44"/>
    </w:p>
    <w:p w14:paraId="2D7EF974" w14:textId="77777777" w:rsidR="009058D1" w:rsidRDefault="00CE576F" w:rsidP="00564F65">
      <w:pPr>
        <w:pStyle w:val="InstructionalText"/>
      </w:pPr>
      <w:r>
        <w:t xml:space="preserve">Instructions: </w:t>
      </w:r>
      <w:r w:rsidR="006337C8" w:rsidRPr="006337C8">
        <w:t>Describe any variances between the testing that was planned and the t</w:t>
      </w:r>
      <w:r w:rsidR="00343EF4">
        <w:t xml:space="preserve">esting that actually occurred. </w:t>
      </w:r>
      <w:r w:rsidR="006337C8" w:rsidRPr="006337C8">
        <w:t>Also, explain if the number of planned tests has changed from a previous report.</w:t>
      </w:r>
      <w:r w:rsidR="00343EF4">
        <w:t xml:space="preserve"> </w:t>
      </w:r>
      <w:r w:rsidR="006337C8" w:rsidRPr="006337C8">
        <w:t>It is important to account for all planned tests.</w:t>
      </w:r>
      <w:r w:rsidR="00343EF4">
        <w:t xml:space="preserve"> </w:t>
      </w:r>
      <w:r w:rsidR="006337C8" w:rsidRPr="006337C8">
        <w:t>Also, provide an assessment of the manner in which the test environment may be different from the operational environment and the effect of this difference on the test results</w:t>
      </w:r>
      <w:r w:rsidR="00E20CB6">
        <w:t>.</w:t>
      </w:r>
    </w:p>
    <w:p w14:paraId="2D7EF975" w14:textId="77777777" w:rsidR="006337C8" w:rsidRDefault="006337C8" w:rsidP="00A434A4">
      <w:pPr>
        <w:pStyle w:val="Heading2"/>
      </w:pPr>
      <w:bookmarkStart w:id="45" w:name="_Toc484511615"/>
      <w:bookmarkStart w:id="46" w:name="_Toc4734476"/>
      <w:r>
        <w:lastRenderedPageBreak/>
        <w:t>Test Incidents</w:t>
      </w:r>
      <w:bookmarkEnd w:id="45"/>
      <w:bookmarkEnd w:id="46"/>
    </w:p>
    <w:p w14:paraId="2D7EF976" w14:textId="77777777" w:rsidR="006337C8" w:rsidRPr="006337C8" w:rsidRDefault="006337C8" w:rsidP="00564F65">
      <w:pPr>
        <w:pStyle w:val="InstructionalText"/>
      </w:pPr>
      <w:r>
        <w:t>Instructions:</w:t>
      </w:r>
      <w:r w:rsidR="00343EF4">
        <w:t xml:space="preserve"> </w:t>
      </w:r>
      <w:r w:rsidRPr="006337C8">
        <w:t>Provide a brief description of the unexpected results, problems, or defects that occurred during the testing.</w:t>
      </w:r>
    </w:p>
    <w:p w14:paraId="2D7EF977" w14:textId="77777777" w:rsidR="009058D1" w:rsidRPr="009058D1" w:rsidRDefault="006337C8" w:rsidP="00A434A4">
      <w:pPr>
        <w:pStyle w:val="Heading3"/>
      </w:pPr>
      <w:bookmarkStart w:id="47" w:name="_Toc484511616"/>
      <w:bookmarkStart w:id="48" w:name="_Toc4734477"/>
      <w:r>
        <w:t>Resolved Test Incidents</w:t>
      </w:r>
      <w:bookmarkEnd w:id="47"/>
      <w:bookmarkEnd w:id="48"/>
    </w:p>
    <w:p w14:paraId="2D7EF978" w14:textId="77777777" w:rsidR="009058D1" w:rsidRPr="003C367D" w:rsidRDefault="006E10D1" w:rsidP="00564F65">
      <w:pPr>
        <w:pStyle w:val="InstructionalText"/>
      </w:pPr>
      <w:r>
        <w:t xml:space="preserve">Instructions: </w:t>
      </w:r>
      <w:r w:rsidR="006337C8" w:rsidRPr="006337C8">
        <w:t>Identify all resolved test incidents and summarize their resolutions.</w:t>
      </w:r>
      <w:r w:rsidR="00343EF4">
        <w:t xml:space="preserve"> </w:t>
      </w:r>
      <w:r w:rsidR="006337C8" w:rsidRPr="006337C8">
        <w:t>Reference may be made to Test Incident Reports that describe in detail the unexpected results, problems, or defects reported during testing, along with their documented resolutions, which may be included as an appendix to this document.</w:t>
      </w:r>
      <w:r w:rsidR="00343EF4">
        <w:t xml:space="preserve"> </w:t>
      </w:r>
      <w:r w:rsidR="006337C8" w:rsidRPr="006337C8">
        <w:t>If test results are maintained in an automated tool, the information may be exported or printed from the tool for inclusion in this document.</w:t>
      </w:r>
    </w:p>
    <w:p w14:paraId="2D7EF979" w14:textId="77777777" w:rsidR="009058D1" w:rsidRPr="003C367D" w:rsidRDefault="006337C8" w:rsidP="00A434A4">
      <w:pPr>
        <w:pStyle w:val="Heading3"/>
      </w:pPr>
      <w:bookmarkStart w:id="49" w:name="_Toc484511617"/>
      <w:bookmarkStart w:id="50" w:name="_Toc4734478"/>
      <w:r>
        <w:t>Unresolved Test Incidents</w:t>
      </w:r>
      <w:bookmarkEnd w:id="49"/>
      <w:bookmarkEnd w:id="50"/>
    </w:p>
    <w:p w14:paraId="2D7EF97A" w14:textId="77777777" w:rsidR="009058D1" w:rsidRPr="00922D27" w:rsidRDefault="004B616D" w:rsidP="00564F65">
      <w:pPr>
        <w:pStyle w:val="InstructionalText"/>
      </w:pPr>
      <w:r w:rsidRPr="00922D27">
        <w:t xml:space="preserve">Instructions: </w:t>
      </w:r>
      <w:r w:rsidR="006337C8" w:rsidRPr="006337C8">
        <w:t>Identify all unresolved test incidents and provide a plan of action for their resolution.</w:t>
      </w:r>
      <w:r w:rsidR="00343EF4">
        <w:t xml:space="preserve"> </w:t>
      </w:r>
      <w:r w:rsidR="006337C8" w:rsidRPr="006337C8">
        <w:t>Reference may be made to Test Incident Reports that describe in detail the unexpected results, problems, or defects reported during testing, which may be included as an appendix to this document.</w:t>
      </w:r>
      <w:r w:rsidR="00343EF4">
        <w:t xml:space="preserve"> </w:t>
      </w:r>
      <w:r w:rsidR="006337C8" w:rsidRPr="006337C8">
        <w:t>If test results are maintained in an automated tool, the information may be exported or printed from the tool for inclusion in this document</w:t>
      </w:r>
      <w:r w:rsidR="006337C8">
        <w:t>.</w:t>
      </w:r>
    </w:p>
    <w:p w14:paraId="2D7EF97B" w14:textId="77777777" w:rsidR="00251CD2" w:rsidRDefault="006337C8" w:rsidP="00A434A4">
      <w:pPr>
        <w:pStyle w:val="Heading2"/>
      </w:pPr>
      <w:bookmarkStart w:id="51" w:name="_Toc484511618"/>
      <w:bookmarkStart w:id="52" w:name="_Toc4734479"/>
      <w:r>
        <w:lastRenderedPageBreak/>
        <w:t>Recommendations</w:t>
      </w:r>
      <w:bookmarkEnd w:id="51"/>
      <w:bookmarkEnd w:id="52"/>
    </w:p>
    <w:p w14:paraId="2D7EF97C" w14:textId="77777777" w:rsidR="00922D27" w:rsidRDefault="006761D2" w:rsidP="00564F65">
      <w:pPr>
        <w:pStyle w:val="InstructionalText"/>
      </w:pPr>
      <w:r>
        <w:t xml:space="preserve">Instructions: </w:t>
      </w:r>
      <w:r w:rsidR="006337C8" w:rsidRPr="006337C8">
        <w:t>Provide any recommended improvements in the design, operation, or future testing of the business product that resulted from the testing being reported.</w:t>
      </w:r>
      <w:r w:rsidR="00343EF4">
        <w:t xml:space="preserve"> </w:t>
      </w:r>
      <w:r w:rsidR="006337C8" w:rsidRPr="006337C8">
        <w:t>A discussion of each recommendation and its impact on the business product may be provided.</w:t>
      </w:r>
      <w:r w:rsidR="00343EF4">
        <w:t xml:space="preserve"> </w:t>
      </w:r>
      <w:r w:rsidR="006337C8" w:rsidRPr="006337C8">
        <w:t>If there are no recommendations to report, then simply state as such</w:t>
      </w:r>
      <w:r w:rsidR="00922D27" w:rsidRPr="00922D27">
        <w:t>.</w:t>
      </w:r>
      <w:bookmarkStart w:id="53" w:name="_Toc100638971"/>
      <w:bookmarkStart w:id="54" w:name="_Toc100639889"/>
      <w:bookmarkStart w:id="55" w:name="_Toc100640029"/>
      <w:bookmarkStart w:id="56" w:name="_Toc100640113"/>
      <w:bookmarkStart w:id="57" w:name="_Toc95023611"/>
      <w:bookmarkStart w:id="58" w:name="_Toc95033007"/>
      <w:bookmarkStart w:id="59" w:name="_Toc95033138"/>
      <w:bookmarkStart w:id="60" w:name="_Toc94000113"/>
      <w:bookmarkStart w:id="61" w:name="_Toc94000451"/>
      <w:bookmarkStart w:id="62" w:name="_Toc94000536"/>
      <w:bookmarkStart w:id="63" w:name="_Toc94000784"/>
      <w:bookmarkStart w:id="64" w:name="_Toc94000896"/>
      <w:bookmarkStart w:id="65" w:name="_Toc94000116"/>
      <w:bookmarkStart w:id="66" w:name="_Toc94000454"/>
      <w:bookmarkStart w:id="67" w:name="_Toc94000539"/>
      <w:bookmarkStart w:id="68" w:name="_Toc94000787"/>
      <w:bookmarkStart w:id="69" w:name="_Toc94000899"/>
      <w:bookmarkStart w:id="70" w:name="_Toc94002206"/>
      <w:bookmarkStart w:id="71" w:name="_Toc94002296"/>
      <w:bookmarkStart w:id="72" w:name="_Toc94002417"/>
      <w:bookmarkStart w:id="73" w:name="_Toc94065455"/>
      <w:bookmarkStart w:id="74" w:name="_Toc94683331"/>
      <w:bookmarkStart w:id="75" w:name="_Toc95023613"/>
      <w:bookmarkStart w:id="76" w:name="_Toc95033009"/>
      <w:bookmarkStart w:id="77" w:name="_Toc95033140"/>
      <w:bookmarkStart w:id="78" w:name="_Toc95023621"/>
      <w:bookmarkStart w:id="79" w:name="_Toc95033014"/>
      <w:bookmarkStart w:id="80" w:name="_Toc95033145"/>
      <w:bookmarkStart w:id="81" w:name="_Toc95023622"/>
      <w:bookmarkStart w:id="82" w:name="_Toc95033015"/>
      <w:bookmarkStart w:id="83" w:name="_Toc95033146"/>
      <w:bookmarkStart w:id="84" w:name="_Toc94683343"/>
      <w:bookmarkStart w:id="85" w:name="_Toc94683346"/>
      <w:bookmarkStart w:id="86" w:name="_Toc94683347"/>
      <w:bookmarkStart w:id="87" w:name="_Toc94683348"/>
      <w:bookmarkStart w:id="88" w:name="_Toc94683349"/>
      <w:bookmarkStart w:id="89" w:name="_Toc94683356"/>
      <w:bookmarkStart w:id="90" w:name="_Toc94683360"/>
      <w:bookmarkStart w:id="91" w:name="_Toc94683362"/>
      <w:bookmarkStart w:id="92" w:name="_Toc94683363"/>
      <w:bookmarkStart w:id="93" w:name="_Toc94683370"/>
      <w:bookmarkStart w:id="94" w:name="_Toc94002308"/>
      <w:bookmarkStart w:id="95" w:name="_Toc94002429"/>
      <w:bookmarkStart w:id="96" w:name="_Toc94065467"/>
      <w:bookmarkStart w:id="97" w:name="_Toc95023631"/>
      <w:bookmarkStart w:id="98" w:name="_Toc95033024"/>
      <w:bookmarkStart w:id="99" w:name="_Toc95033155"/>
      <w:bookmarkStart w:id="100" w:name="_Toc95023638"/>
      <w:bookmarkStart w:id="101" w:name="_Toc95033031"/>
      <w:bookmarkStart w:id="102" w:name="_Toc95033162"/>
      <w:bookmarkStart w:id="103" w:name="_Toc95023644"/>
      <w:bookmarkStart w:id="104" w:name="_Toc95033037"/>
      <w:bookmarkStart w:id="105" w:name="_Toc95033168"/>
      <w:bookmarkStart w:id="106" w:name="_Toc95023677"/>
      <w:bookmarkStart w:id="107" w:name="_Toc95033070"/>
      <w:bookmarkStart w:id="108" w:name="_Toc9503320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1042BCEA" w14:textId="77777777" w:rsidR="00564F65" w:rsidRDefault="00564F65" w:rsidP="00564F65">
      <w:pPr>
        <w:pStyle w:val="BodyText"/>
      </w:pPr>
    </w:p>
    <w:p w14:paraId="6B560787" w14:textId="77777777" w:rsidR="00564F65" w:rsidRDefault="00564F65" w:rsidP="00564F65">
      <w:pPr>
        <w:pStyle w:val="BodyText"/>
        <w:sectPr w:rsidR="00564F65" w:rsidSect="00E31D8C">
          <w:headerReference w:type="default" r:id="rId18"/>
          <w:type w:val="continuous"/>
          <w:pgSz w:w="12240" w:h="15840" w:code="1"/>
          <w:pgMar w:top="1440" w:right="1440" w:bottom="1440" w:left="1440" w:header="504" w:footer="504" w:gutter="0"/>
          <w:pgNumType w:start="1"/>
          <w:cols w:space="720"/>
          <w:docGrid w:linePitch="360"/>
        </w:sectPr>
      </w:pPr>
    </w:p>
    <w:p w14:paraId="523FED7A" w14:textId="73931C31" w:rsidR="001D7002" w:rsidRDefault="001D7002" w:rsidP="001D7002">
      <w:pPr>
        <w:pStyle w:val="BackMatterHeading"/>
      </w:pPr>
      <w:bookmarkStart w:id="109" w:name="AppF"/>
      <w:bookmarkStart w:id="110" w:name="_Toc444160459"/>
      <w:bookmarkStart w:id="111" w:name="_Toc452625195"/>
      <w:bookmarkStart w:id="112" w:name="_Toc452632333"/>
      <w:bookmarkStart w:id="113" w:name="_Toc484511624"/>
      <w:bookmarkStart w:id="114" w:name="_Toc4734480"/>
      <w:bookmarkStart w:id="115" w:name="_Toc396111627"/>
      <w:bookmarkStart w:id="116" w:name="_Toc443996751"/>
      <w:bookmarkStart w:id="117" w:name="_Toc444160454"/>
      <w:bookmarkStart w:id="118" w:name="AppA"/>
      <w:bookmarkStart w:id="119" w:name="_Toc452625190"/>
      <w:bookmarkStart w:id="120" w:name="_Toc452632328"/>
      <w:bookmarkStart w:id="121" w:name="_Toc484511619"/>
      <w:bookmarkStart w:id="122" w:name="_Toc391640586"/>
      <w:bookmarkStart w:id="123" w:name="_Toc395092489"/>
      <w:bookmarkStart w:id="124" w:name="_Toc395104120"/>
      <w:bookmarkStart w:id="125" w:name="_Toc395104376"/>
      <w:bookmarkStart w:id="126" w:name="_Toc395107357"/>
      <w:bookmarkStart w:id="127" w:name="_Toc395163199"/>
      <w:bookmarkStart w:id="128" w:name="_Toc395165917"/>
      <w:bookmarkStart w:id="129" w:name="_Toc395166956"/>
      <w:bookmarkStart w:id="130" w:name="_Toc395168758"/>
      <w:bookmarkStart w:id="131" w:name="_Toc395170195"/>
      <w:bookmarkStart w:id="132" w:name="_Toc395769980"/>
      <w:bookmarkStart w:id="133" w:name="_Toc395773334"/>
      <w:bookmarkStart w:id="134" w:name="_Toc395775541"/>
      <w:bookmarkStart w:id="135" w:name="_Toc395779316"/>
      <w:bookmarkStart w:id="136" w:name="_Toc395780420"/>
      <w:bookmarkStart w:id="137" w:name="_Toc363205563"/>
      <w:bookmarkStart w:id="138" w:name="FEAReferenceModel"/>
      <w:r>
        <w:lastRenderedPageBreak/>
        <w:t xml:space="preserve">Appendix A: </w:t>
      </w:r>
      <w:bookmarkEnd w:id="109"/>
      <w:bookmarkEnd w:id="110"/>
      <w:bookmarkEnd w:id="111"/>
      <w:bookmarkEnd w:id="112"/>
      <w:bookmarkEnd w:id="113"/>
      <w:r>
        <w:t>Test Incident Reports (TIRs)</w:t>
      </w:r>
      <w:bookmarkEnd w:id="114"/>
    </w:p>
    <w:p w14:paraId="798641C0" w14:textId="77777777" w:rsidR="001D7002" w:rsidRDefault="001D7002" w:rsidP="001D7002">
      <w:pPr>
        <w:pStyle w:val="InstructionalText"/>
      </w:pPr>
      <w:r w:rsidRPr="00D45B6D">
        <w:t xml:space="preserve">Instructions: </w:t>
      </w:r>
      <w:r>
        <w:t>Identify and describe any Test Incident Reports that occurred during the course of testing activities, including:</w:t>
      </w:r>
    </w:p>
    <w:p w14:paraId="2E955A30" w14:textId="77777777" w:rsidR="001D7002" w:rsidRDefault="001D7002" w:rsidP="001D7002">
      <w:pPr>
        <w:pStyle w:val="InstructionalTextBullet"/>
      </w:pPr>
      <w:r w:rsidRPr="006337C8">
        <w:t>Resolved Test Incident Reports</w:t>
      </w:r>
      <w:r>
        <w:t xml:space="preserve"> (TIRs)</w:t>
      </w:r>
      <w:r w:rsidRPr="006337C8">
        <w:t xml:space="preserve"> </w:t>
      </w:r>
      <w:r>
        <w:t>-</w:t>
      </w:r>
      <w:r w:rsidRPr="006337C8">
        <w:t xml:space="preserve"> </w:t>
      </w:r>
      <w:r>
        <w:t>I</w:t>
      </w:r>
      <w:r w:rsidRPr="006337C8">
        <w:t>nclude a completed TIR for each unexpected result, problem, or defect repor</w:t>
      </w:r>
      <w:r>
        <w:t>ted and resolved during testing.</w:t>
      </w:r>
    </w:p>
    <w:p w14:paraId="32B1AB98" w14:textId="77777777" w:rsidR="001D7002" w:rsidRPr="00E02BF1" w:rsidRDefault="001D7002" w:rsidP="001D7002">
      <w:pPr>
        <w:pStyle w:val="InstructionalTextBullet"/>
      </w:pPr>
      <w:r w:rsidRPr="006337C8">
        <w:t>Unresolved Test Incident Reports - include a completed TIR for each unexpected result, problem, or defect reported during testing that remains unresolved.</w:t>
      </w:r>
    </w:p>
    <w:p w14:paraId="6510BCFC" w14:textId="77777777" w:rsidR="001D7002" w:rsidRDefault="001D7002" w:rsidP="001D7002">
      <w:pPr>
        <w:pStyle w:val="Caption"/>
      </w:pPr>
      <w:bookmarkStart w:id="139" w:name="_Toc4734462"/>
      <w:r>
        <w:t>Table 8 - Example Test Incident Report (TIR)</w:t>
      </w:r>
      <w:bookmarkEnd w:id="139"/>
    </w:p>
    <w:tbl>
      <w:tblPr>
        <w:tblStyle w:val="TableGrid"/>
        <w:tblW w:w="0" w:type="auto"/>
        <w:tblLook w:val="01E0" w:firstRow="1" w:lastRow="1" w:firstColumn="1" w:lastColumn="1" w:noHBand="0" w:noVBand="0"/>
        <w:tblCaption w:val="Example Test Incident Report (TIR)"/>
        <w:tblDescription w:val="This table includes a header row with the following columns, from left to right:&#10;&#10;Category&#10;Details&#10;&#10;Several data rows reside below the header row."/>
      </w:tblPr>
      <w:tblGrid>
        <w:gridCol w:w="1862"/>
        <w:gridCol w:w="2317"/>
      </w:tblGrid>
      <w:tr w:rsidR="001D7002" w:rsidRPr="00564F65" w14:paraId="5EB0DB94" w14:textId="77777777" w:rsidTr="005F7E14">
        <w:trPr>
          <w:cantSplit/>
          <w:tblHeader/>
        </w:trPr>
        <w:tc>
          <w:tcPr>
            <w:tcW w:w="0" w:type="auto"/>
            <w:shd w:val="clear" w:color="auto" w:fill="1F497D"/>
            <w:vAlign w:val="center"/>
          </w:tcPr>
          <w:p w14:paraId="4E2EF66C" w14:textId="77777777" w:rsidR="001D7002" w:rsidRPr="00564F65" w:rsidRDefault="001D7002" w:rsidP="005F7E14">
            <w:pPr>
              <w:pStyle w:val="TableText10HeaderCenter"/>
            </w:pPr>
            <w:r>
              <w:t>Category</w:t>
            </w:r>
          </w:p>
        </w:tc>
        <w:tc>
          <w:tcPr>
            <w:tcW w:w="0" w:type="auto"/>
            <w:shd w:val="clear" w:color="auto" w:fill="1F497D"/>
            <w:vAlign w:val="center"/>
          </w:tcPr>
          <w:p w14:paraId="7AB07621" w14:textId="77777777" w:rsidR="001D7002" w:rsidRPr="00564F65" w:rsidRDefault="001D7002" w:rsidP="005F7E14">
            <w:pPr>
              <w:pStyle w:val="TableText10HeaderCenter"/>
            </w:pPr>
            <w:r>
              <w:t>Details</w:t>
            </w:r>
          </w:p>
        </w:tc>
      </w:tr>
      <w:tr w:rsidR="001D7002" w:rsidRPr="00564F65" w14:paraId="1A409D45" w14:textId="77777777" w:rsidTr="005F7E14">
        <w:trPr>
          <w:cantSplit/>
        </w:trPr>
        <w:tc>
          <w:tcPr>
            <w:tcW w:w="0" w:type="auto"/>
          </w:tcPr>
          <w:p w14:paraId="41E4A5E4" w14:textId="77777777" w:rsidR="001D7002" w:rsidRPr="00564F65" w:rsidRDefault="001D7002" w:rsidP="005F7E14">
            <w:pPr>
              <w:pStyle w:val="TableText10"/>
            </w:pPr>
            <w:r w:rsidRPr="00564F65">
              <w:t>Test Incident ID</w:t>
            </w:r>
          </w:p>
        </w:tc>
        <w:tc>
          <w:tcPr>
            <w:tcW w:w="0" w:type="auto"/>
          </w:tcPr>
          <w:p w14:paraId="7BBCEF98" w14:textId="77777777" w:rsidR="001D7002" w:rsidRPr="00564F65" w:rsidRDefault="001D7002" w:rsidP="005F7E14">
            <w:pPr>
              <w:pStyle w:val="InstructionalTextTableText10"/>
            </w:pPr>
            <w:r>
              <w:t>&lt;T</w:t>
            </w:r>
            <w:r w:rsidRPr="00564F65">
              <w:t>est incident ID</w:t>
            </w:r>
            <w:r>
              <w:t>&gt;</w:t>
            </w:r>
          </w:p>
        </w:tc>
      </w:tr>
      <w:tr w:rsidR="001D7002" w:rsidRPr="00564F65" w14:paraId="14B2F14F" w14:textId="77777777" w:rsidTr="005F7E14">
        <w:trPr>
          <w:cantSplit/>
        </w:trPr>
        <w:tc>
          <w:tcPr>
            <w:tcW w:w="0" w:type="auto"/>
          </w:tcPr>
          <w:p w14:paraId="3BDE2E11" w14:textId="77777777" w:rsidR="001D7002" w:rsidRPr="00564F65" w:rsidRDefault="001D7002" w:rsidP="005F7E14">
            <w:pPr>
              <w:pStyle w:val="TableText10"/>
            </w:pPr>
            <w:r w:rsidRPr="00564F65">
              <w:t>Test Case ID</w:t>
            </w:r>
          </w:p>
        </w:tc>
        <w:tc>
          <w:tcPr>
            <w:tcW w:w="0" w:type="auto"/>
          </w:tcPr>
          <w:p w14:paraId="559A1F63" w14:textId="77777777" w:rsidR="001D7002" w:rsidRPr="00564F65" w:rsidRDefault="001D7002" w:rsidP="005F7E14">
            <w:pPr>
              <w:pStyle w:val="InstructionalTextTableText10"/>
            </w:pPr>
            <w:r>
              <w:t>&lt;Test case</w:t>
            </w:r>
            <w:r w:rsidRPr="00564F65">
              <w:t xml:space="preserve"> full name</w:t>
            </w:r>
            <w:r>
              <w:t>&gt;</w:t>
            </w:r>
          </w:p>
        </w:tc>
      </w:tr>
      <w:tr w:rsidR="001D7002" w:rsidRPr="00564F65" w14:paraId="1130A592" w14:textId="77777777" w:rsidTr="005F7E14">
        <w:trPr>
          <w:cantSplit/>
        </w:trPr>
        <w:tc>
          <w:tcPr>
            <w:tcW w:w="0" w:type="auto"/>
          </w:tcPr>
          <w:p w14:paraId="2FE01D18" w14:textId="77777777" w:rsidR="001D7002" w:rsidRPr="00564F65" w:rsidRDefault="001D7002" w:rsidP="005F7E14">
            <w:pPr>
              <w:pStyle w:val="TableText10"/>
            </w:pPr>
            <w:r w:rsidRPr="00564F65">
              <w:t>Test Incident Date</w:t>
            </w:r>
          </w:p>
        </w:tc>
        <w:tc>
          <w:tcPr>
            <w:tcW w:w="0" w:type="auto"/>
          </w:tcPr>
          <w:p w14:paraId="43C900CE" w14:textId="77777777" w:rsidR="001D7002" w:rsidRPr="00564F65" w:rsidRDefault="001D7002" w:rsidP="005F7E14">
            <w:pPr>
              <w:pStyle w:val="InstructionalTextTableText10"/>
            </w:pPr>
            <w:r>
              <w:t>&lt;MM/DD/YYYY&gt;</w:t>
            </w:r>
          </w:p>
        </w:tc>
      </w:tr>
      <w:tr w:rsidR="001D7002" w:rsidRPr="00564F65" w14:paraId="45FB1B46" w14:textId="77777777" w:rsidTr="005F7E14">
        <w:trPr>
          <w:cantSplit/>
        </w:trPr>
        <w:tc>
          <w:tcPr>
            <w:tcW w:w="0" w:type="auto"/>
          </w:tcPr>
          <w:p w14:paraId="124C9780" w14:textId="77777777" w:rsidR="001D7002" w:rsidRPr="00564F65" w:rsidRDefault="001D7002" w:rsidP="005F7E14">
            <w:pPr>
              <w:pStyle w:val="TableText10"/>
            </w:pPr>
            <w:r w:rsidRPr="00564F65">
              <w:t>Test Incident Time</w:t>
            </w:r>
          </w:p>
        </w:tc>
        <w:tc>
          <w:tcPr>
            <w:tcW w:w="0" w:type="auto"/>
          </w:tcPr>
          <w:p w14:paraId="1F5CCB97" w14:textId="77777777" w:rsidR="001D7002" w:rsidRPr="00564F65" w:rsidRDefault="001D7002" w:rsidP="005F7E14">
            <w:pPr>
              <w:pStyle w:val="InstructionalTextTableText10"/>
            </w:pPr>
            <w:r>
              <w:t>&lt;T</w:t>
            </w:r>
            <w:r w:rsidRPr="00564F65">
              <w:t>est incident time</w:t>
            </w:r>
            <w:r>
              <w:t>&gt;</w:t>
            </w:r>
          </w:p>
        </w:tc>
      </w:tr>
      <w:tr w:rsidR="001D7002" w:rsidRPr="00564F65" w14:paraId="23D739C1" w14:textId="77777777" w:rsidTr="005F7E14">
        <w:trPr>
          <w:cantSplit/>
        </w:trPr>
        <w:tc>
          <w:tcPr>
            <w:tcW w:w="0" w:type="auto"/>
          </w:tcPr>
          <w:p w14:paraId="4D5227D7" w14:textId="77777777" w:rsidR="001D7002" w:rsidRPr="00564F65" w:rsidRDefault="001D7002" w:rsidP="005F7E14">
            <w:pPr>
              <w:pStyle w:val="TableText10"/>
            </w:pPr>
            <w:r w:rsidRPr="00564F65">
              <w:t>Tester name</w:t>
            </w:r>
          </w:p>
        </w:tc>
        <w:tc>
          <w:tcPr>
            <w:tcW w:w="0" w:type="auto"/>
          </w:tcPr>
          <w:p w14:paraId="63CF5405" w14:textId="77777777" w:rsidR="001D7002" w:rsidRPr="00564F65" w:rsidRDefault="001D7002" w:rsidP="005F7E14">
            <w:pPr>
              <w:pStyle w:val="InstructionalTextTableText10"/>
            </w:pPr>
            <w:r>
              <w:t>&lt;First name last name&gt;</w:t>
            </w:r>
          </w:p>
        </w:tc>
      </w:tr>
      <w:tr w:rsidR="001D7002" w:rsidRPr="00564F65" w14:paraId="3ECD8BEB" w14:textId="77777777" w:rsidTr="005F7E14">
        <w:trPr>
          <w:cantSplit/>
        </w:trPr>
        <w:tc>
          <w:tcPr>
            <w:tcW w:w="0" w:type="auto"/>
          </w:tcPr>
          <w:p w14:paraId="12CF7735" w14:textId="77777777" w:rsidR="001D7002" w:rsidRPr="00564F65" w:rsidRDefault="001D7002" w:rsidP="005F7E14">
            <w:pPr>
              <w:pStyle w:val="TableText10"/>
            </w:pPr>
            <w:r w:rsidRPr="00564F65">
              <w:t>Tester Phone</w:t>
            </w:r>
          </w:p>
        </w:tc>
        <w:tc>
          <w:tcPr>
            <w:tcW w:w="0" w:type="auto"/>
          </w:tcPr>
          <w:p w14:paraId="3C1CFAC8" w14:textId="77777777" w:rsidR="001D7002" w:rsidRPr="00564F65" w:rsidRDefault="001D7002" w:rsidP="005F7E14">
            <w:pPr>
              <w:pStyle w:val="InstructionalTextTableText10"/>
            </w:pPr>
            <w:r>
              <w:t>&lt;NNN-NNN-NNNN&gt;</w:t>
            </w:r>
          </w:p>
        </w:tc>
      </w:tr>
    </w:tbl>
    <w:p w14:paraId="6E7D983A" w14:textId="77777777" w:rsidR="001D7002" w:rsidRDefault="001D7002" w:rsidP="001D7002">
      <w:pPr>
        <w:pStyle w:val="ParagraphSpacer10"/>
      </w:pPr>
    </w:p>
    <w:p w14:paraId="6345CB73" w14:textId="3B1DEEC4" w:rsidR="001D7002" w:rsidRDefault="001D7002" w:rsidP="001D7002">
      <w:pPr>
        <w:pStyle w:val="Caption"/>
      </w:pPr>
      <w:bookmarkStart w:id="140" w:name="_Toc4734463"/>
      <w:r>
        <w:t xml:space="preserve">Table </w:t>
      </w:r>
      <w:r>
        <w:rPr>
          <w:noProof/>
        </w:rPr>
        <w:fldChar w:fldCharType="begin"/>
      </w:r>
      <w:r>
        <w:rPr>
          <w:noProof/>
        </w:rPr>
        <w:instrText xml:space="preserve"> SEQ Table \* ARABIC </w:instrText>
      </w:r>
      <w:r>
        <w:rPr>
          <w:noProof/>
        </w:rPr>
        <w:fldChar w:fldCharType="separate"/>
      </w:r>
      <w:r w:rsidR="00314075">
        <w:rPr>
          <w:noProof/>
        </w:rPr>
        <w:t>4</w:t>
      </w:r>
      <w:r>
        <w:rPr>
          <w:noProof/>
        </w:rPr>
        <w:fldChar w:fldCharType="end"/>
      </w:r>
      <w:r>
        <w:t xml:space="preserve"> - Incident Description</w:t>
      </w:r>
      <w:bookmarkEnd w:id="140"/>
    </w:p>
    <w:tbl>
      <w:tblPr>
        <w:tblStyle w:val="TableGrid"/>
        <w:tblW w:w="0" w:type="auto"/>
        <w:tblLook w:val="04A0" w:firstRow="1" w:lastRow="0" w:firstColumn="1" w:lastColumn="0" w:noHBand="0" w:noVBand="1"/>
        <w:tblCaption w:val="Incident Description"/>
        <w:tblDescription w:val="This table includes a header row with the following columns, from left to right:&#10;&#10;Category&#10;Details&#10;&#10;Several data rows reside below the header row."/>
      </w:tblPr>
      <w:tblGrid>
        <w:gridCol w:w="6278"/>
        <w:gridCol w:w="3072"/>
      </w:tblGrid>
      <w:tr w:rsidR="001D7002" w:rsidRPr="009C6634" w14:paraId="3F1D3328" w14:textId="77777777" w:rsidTr="005F7E14">
        <w:trPr>
          <w:cantSplit/>
          <w:tblHeader/>
        </w:trPr>
        <w:tc>
          <w:tcPr>
            <w:tcW w:w="0" w:type="auto"/>
            <w:shd w:val="clear" w:color="auto" w:fill="1F497D"/>
            <w:vAlign w:val="center"/>
          </w:tcPr>
          <w:p w14:paraId="079AE7A7" w14:textId="77777777" w:rsidR="001D7002" w:rsidRPr="009C6634" w:rsidRDefault="001D7002" w:rsidP="005F7E14">
            <w:pPr>
              <w:pStyle w:val="TableText10HeaderCenter"/>
            </w:pPr>
            <w:r>
              <w:t>Category</w:t>
            </w:r>
          </w:p>
        </w:tc>
        <w:tc>
          <w:tcPr>
            <w:tcW w:w="0" w:type="auto"/>
            <w:shd w:val="clear" w:color="auto" w:fill="1F497D"/>
            <w:vAlign w:val="center"/>
          </w:tcPr>
          <w:p w14:paraId="5CB5A238" w14:textId="77777777" w:rsidR="001D7002" w:rsidRPr="009C6634" w:rsidRDefault="001D7002" w:rsidP="005F7E14">
            <w:pPr>
              <w:pStyle w:val="TableText10HeaderCenter"/>
            </w:pPr>
            <w:r>
              <w:t>Details</w:t>
            </w:r>
          </w:p>
        </w:tc>
      </w:tr>
      <w:tr w:rsidR="001D7002" w:rsidRPr="009C6634" w14:paraId="12B13584" w14:textId="77777777" w:rsidTr="005F7E14">
        <w:trPr>
          <w:cantSplit/>
        </w:trPr>
        <w:tc>
          <w:tcPr>
            <w:tcW w:w="0" w:type="auto"/>
          </w:tcPr>
          <w:p w14:paraId="5E406630" w14:textId="77777777" w:rsidR="001D7002" w:rsidRPr="009C6634" w:rsidRDefault="001D7002" w:rsidP="005F7E14">
            <w:pPr>
              <w:pStyle w:val="TableText10"/>
            </w:pPr>
            <w:r w:rsidRPr="009C6634">
              <w:t>Error message and/or description of unexpected result, problem, or defect. For unexpected results, describe how the actual results differed from the expected results</w:t>
            </w:r>
          </w:p>
        </w:tc>
        <w:tc>
          <w:tcPr>
            <w:tcW w:w="0" w:type="auto"/>
          </w:tcPr>
          <w:p w14:paraId="679D256A" w14:textId="77777777" w:rsidR="001D7002" w:rsidRPr="009C6634" w:rsidRDefault="001D7002" w:rsidP="005F7E14">
            <w:pPr>
              <w:pStyle w:val="InstructionalTextTableText10"/>
            </w:pPr>
            <w:r>
              <w:t>&lt;Error message/description of incident&gt;</w:t>
            </w:r>
          </w:p>
        </w:tc>
      </w:tr>
      <w:tr w:rsidR="001D7002" w:rsidRPr="009C6634" w14:paraId="12E9CC71" w14:textId="77777777" w:rsidTr="005F7E14">
        <w:trPr>
          <w:cantSplit/>
        </w:trPr>
        <w:tc>
          <w:tcPr>
            <w:tcW w:w="0" w:type="auto"/>
          </w:tcPr>
          <w:p w14:paraId="335ED2E9" w14:textId="77777777" w:rsidR="001D7002" w:rsidRPr="009C6634" w:rsidRDefault="001D7002" w:rsidP="005F7E14">
            <w:pPr>
              <w:pStyle w:val="TableText10"/>
            </w:pPr>
            <w:r w:rsidRPr="009C6634">
              <w:t>Test case procedure step where incident occurred, if applicable</w:t>
            </w:r>
          </w:p>
        </w:tc>
        <w:tc>
          <w:tcPr>
            <w:tcW w:w="0" w:type="auto"/>
          </w:tcPr>
          <w:p w14:paraId="57CDF2D5" w14:textId="77777777" w:rsidR="001D7002" w:rsidRPr="009C6634" w:rsidRDefault="001D7002" w:rsidP="005F7E14">
            <w:pPr>
              <w:pStyle w:val="InstructionalTextTableText10"/>
            </w:pPr>
            <w:r>
              <w:t>&lt;Test case procedure step where incident occurred&gt;</w:t>
            </w:r>
          </w:p>
        </w:tc>
      </w:tr>
      <w:tr w:rsidR="001D7002" w:rsidRPr="009C6634" w14:paraId="570B96C6" w14:textId="77777777" w:rsidTr="005F7E14">
        <w:trPr>
          <w:cantSplit/>
        </w:trPr>
        <w:tc>
          <w:tcPr>
            <w:tcW w:w="0" w:type="auto"/>
          </w:tcPr>
          <w:p w14:paraId="2E54D694" w14:textId="77777777" w:rsidR="001D7002" w:rsidRPr="009C6634" w:rsidRDefault="001D7002" w:rsidP="005F7E14">
            <w:pPr>
              <w:pStyle w:val="TableText10"/>
            </w:pPr>
            <w:r w:rsidRPr="009C6634">
              <w:t>Failed software (e.g., program nam</w:t>
            </w:r>
            <w:r>
              <w:t>e, screen name, etc.), if known</w:t>
            </w:r>
          </w:p>
        </w:tc>
        <w:tc>
          <w:tcPr>
            <w:tcW w:w="0" w:type="auto"/>
          </w:tcPr>
          <w:p w14:paraId="07B8C934" w14:textId="77777777" w:rsidR="001D7002" w:rsidRPr="009C6634" w:rsidRDefault="001D7002" w:rsidP="005F7E14">
            <w:pPr>
              <w:pStyle w:val="InstructionalTextTableText10"/>
            </w:pPr>
            <w:r>
              <w:t>&lt;Failed software&gt;</w:t>
            </w:r>
          </w:p>
        </w:tc>
      </w:tr>
      <w:tr w:rsidR="001D7002" w:rsidRPr="009C6634" w14:paraId="0CB760F5" w14:textId="77777777" w:rsidTr="005F7E14">
        <w:trPr>
          <w:cantSplit/>
        </w:trPr>
        <w:tc>
          <w:tcPr>
            <w:tcW w:w="0" w:type="auto"/>
          </w:tcPr>
          <w:p w14:paraId="72A3FD52" w14:textId="77777777" w:rsidR="001D7002" w:rsidRPr="009C6634" w:rsidRDefault="001D7002" w:rsidP="005F7E14">
            <w:pPr>
              <w:pStyle w:val="TableText10"/>
            </w:pPr>
            <w:r w:rsidRPr="009C6634">
              <w:t>Test case anomalies or special circumstances (</w:t>
            </w:r>
            <w:r>
              <w:t>e.g., inputs, environment, etc.)</w:t>
            </w:r>
          </w:p>
        </w:tc>
        <w:tc>
          <w:tcPr>
            <w:tcW w:w="0" w:type="auto"/>
          </w:tcPr>
          <w:p w14:paraId="183A395D" w14:textId="77777777" w:rsidR="001D7002" w:rsidRPr="009C6634" w:rsidRDefault="001D7002" w:rsidP="005F7E14">
            <w:pPr>
              <w:pStyle w:val="InstructionalTextTableText10"/>
            </w:pPr>
            <w:r>
              <w:t>&lt;Test case anomalies/special circumstances&gt;</w:t>
            </w:r>
          </w:p>
        </w:tc>
      </w:tr>
      <w:tr w:rsidR="001D7002" w:rsidRPr="009C6634" w14:paraId="3483A481" w14:textId="77777777" w:rsidTr="005F7E14">
        <w:trPr>
          <w:cantSplit/>
        </w:trPr>
        <w:tc>
          <w:tcPr>
            <w:tcW w:w="0" w:type="auto"/>
          </w:tcPr>
          <w:p w14:paraId="720F4502" w14:textId="77777777" w:rsidR="001D7002" w:rsidRPr="009C6634" w:rsidRDefault="001D7002" w:rsidP="005F7E14">
            <w:pPr>
              <w:pStyle w:val="TableText10"/>
            </w:pPr>
            <w:r>
              <w:t>Impact on testing or test item</w:t>
            </w:r>
          </w:p>
        </w:tc>
        <w:tc>
          <w:tcPr>
            <w:tcW w:w="0" w:type="auto"/>
          </w:tcPr>
          <w:p w14:paraId="4ED74BCC" w14:textId="77777777" w:rsidR="001D7002" w:rsidRPr="009C6634" w:rsidRDefault="001D7002" w:rsidP="005F7E14">
            <w:pPr>
              <w:pStyle w:val="InstructionalTextTableText10"/>
            </w:pPr>
            <w:r>
              <w:t>&lt;Impact on testing/test team&gt;</w:t>
            </w:r>
          </w:p>
        </w:tc>
      </w:tr>
      <w:tr w:rsidR="001D7002" w:rsidRPr="009C6634" w14:paraId="68F378E8" w14:textId="77777777" w:rsidTr="005F7E14">
        <w:trPr>
          <w:cantSplit/>
        </w:trPr>
        <w:tc>
          <w:tcPr>
            <w:tcW w:w="0" w:type="auto"/>
          </w:tcPr>
          <w:p w14:paraId="394AC912" w14:textId="77777777" w:rsidR="001D7002" w:rsidRPr="009C6634" w:rsidRDefault="001D7002" w:rsidP="005F7E14">
            <w:pPr>
              <w:pStyle w:val="TableText10"/>
            </w:pPr>
            <w:r>
              <w:t>Description Prepared By</w:t>
            </w:r>
          </w:p>
        </w:tc>
        <w:tc>
          <w:tcPr>
            <w:tcW w:w="0" w:type="auto"/>
          </w:tcPr>
          <w:p w14:paraId="05109A13" w14:textId="77777777" w:rsidR="001D7002" w:rsidRPr="009C6634" w:rsidRDefault="001D7002" w:rsidP="005F7E14">
            <w:pPr>
              <w:pStyle w:val="InstructionalTextTableText10"/>
            </w:pPr>
            <w:r>
              <w:t>&lt;First name last name&gt;</w:t>
            </w:r>
          </w:p>
        </w:tc>
      </w:tr>
      <w:tr w:rsidR="001D7002" w:rsidRPr="009C6634" w14:paraId="62DA9CB1" w14:textId="77777777" w:rsidTr="005F7E14">
        <w:trPr>
          <w:cantSplit/>
        </w:trPr>
        <w:tc>
          <w:tcPr>
            <w:tcW w:w="0" w:type="auto"/>
          </w:tcPr>
          <w:p w14:paraId="5F724A59" w14:textId="77777777" w:rsidR="001D7002" w:rsidRPr="009C6634" w:rsidRDefault="001D7002" w:rsidP="005F7E14">
            <w:pPr>
              <w:pStyle w:val="TableText10"/>
            </w:pPr>
            <w:r>
              <w:t>Date</w:t>
            </w:r>
          </w:p>
        </w:tc>
        <w:tc>
          <w:tcPr>
            <w:tcW w:w="0" w:type="auto"/>
          </w:tcPr>
          <w:p w14:paraId="3E9B3204" w14:textId="77777777" w:rsidR="001D7002" w:rsidRPr="009C6634" w:rsidRDefault="001D7002" w:rsidP="005F7E14">
            <w:pPr>
              <w:pStyle w:val="InstructionalTextTableText10"/>
            </w:pPr>
            <w:r>
              <w:t>&lt;MM/DD/YYYY&gt;</w:t>
            </w:r>
          </w:p>
        </w:tc>
      </w:tr>
    </w:tbl>
    <w:p w14:paraId="77BA18F3" w14:textId="77777777" w:rsidR="001D7002" w:rsidRDefault="001D7002" w:rsidP="001D7002">
      <w:pPr>
        <w:pStyle w:val="ParagraphSpacer10"/>
      </w:pPr>
    </w:p>
    <w:p w14:paraId="395C1CA3" w14:textId="5F153DFC" w:rsidR="001D7002" w:rsidRDefault="001D7002" w:rsidP="001D7002">
      <w:pPr>
        <w:pStyle w:val="Caption"/>
      </w:pPr>
      <w:bookmarkStart w:id="141" w:name="_Toc4734464"/>
      <w:r>
        <w:t xml:space="preserve">Table </w:t>
      </w:r>
      <w:r>
        <w:rPr>
          <w:noProof/>
        </w:rPr>
        <w:fldChar w:fldCharType="begin"/>
      </w:r>
      <w:r>
        <w:rPr>
          <w:noProof/>
        </w:rPr>
        <w:instrText xml:space="preserve"> SEQ Table \* ARABIC </w:instrText>
      </w:r>
      <w:r>
        <w:rPr>
          <w:noProof/>
        </w:rPr>
        <w:fldChar w:fldCharType="separate"/>
      </w:r>
      <w:r w:rsidR="00314075">
        <w:rPr>
          <w:noProof/>
        </w:rPr>
        <w:t>5</w:t>
      </w:r>
      <w:r>
        <w:rPr>
          <w:noProof/>
        </w:rPr>
        <w:fldChar w:fldCharType="end"/>
      </w:r>
      <w:r>
        <w:t xml:space="preserve"> - Incident Resolution</w:t>
      </w:r>
      <w:bookmarkEnd w:id="141"/>
    </w:p>
    <w:tbl>
      <w:tblPr>
        <w:tblStyle w:val="TableGrid"/>
        <w:tblW w:w="0" w:type="auto"/>
        <w:tblLook w:val="04A0" w:firstRow="1" w:lastRow="0" w:firstColumn="1" w:lastColumn="0" w:noHBand="0" w:noVBand="1"/>
        <w:tblCaption w:val="Incident Resolution"/>
        <w:tblDescription w:val="This table includes a header row with the following columns, from left to right:&#10;&#10;Category&#10;Details&#10;&#10;Several data rows reside below the header row."/>
      </w:tblPr>
      <w:tblGrid>
        <w:gridCol w:w="4945"/>
        <w:gridCol w:w="4405"/>
      </w:tblGrid>
      <w:tr w:rsidR="001D7002" w:rsidRPr="009C6634" w14:paraId="0C50FA15" w14:textId="77777777" w:rsidTr="005F7E14">
        <w:trPr>
          <w:cantSplit/>
          <w:tblHeader/>
        </w:trPr>
        <w:tc>
          <w:tcPr>
            <w:tcW w:w="0" w:type="auto"/>
            <w:shd w:val="clear" w:color="auto" w:fill="1F497D"/>
            <w:vAlign w:val="center"/>
          </w:tcPr>
          <w:p w14:paraId="1DC36485" w14:textId="77777777" w:rsidR="001D7002" w:rsidRPr="009C6634" w:rsidRDefault="001D7002" w:rsidP="005F7E14">
            <w:pPr>
              <w:pStyle w:val="TableText10HeaderCenter"/>
            </w:pPr>
            <w:r>
              <w:t>Category</w:t>
            </w:r>
          </w:p>
        </w:tc>
        <w:tc>
          <w:tcPr>
            <w:tcW w:w="0" w:type="auto"/>
            <w:shd w:val="clear" w:color="auto" w:fill="1F497D"/>
            <w:vAlign w:val="center"/>
          </w:tcPr>
          <w:p w14:paraId="6BF40AD8" w14:textId="77777777" w:rsidR="001D7002" w:rsidRDefault="001D7002" w:rsidP="005F7E14">
            <w:pPr>
              <w:pStyle w:val="TableText10HeaderCenter"/>
            </w:pPr>
            <w:r>
              <w:t>Details</w:t>
            </w:r>
          </w:p>
        </w:tc>
      </w:tr>
      <w:tr w:rsidR="001D7002" w:rsidRPr="009C6634" w14:paraId="46177702" w14:textId="77777777" w:rsidTr="005F7E14">
        <w:trPr>
          <w:cantSplit/>
        </w:trPr>
        <w:tc>
          <w:tcPr>
            <w:tcW w:w="0" w:type="auto"/>
          </w:tcPr>
          <w:p w14:paraId="1996A39D" w14:textId="77777777" w:rsidR="001D7002" w:rsidRPr="009C6634" w:rsidRDefault="001D7002" w:rsidP="005F7E14">
            <w:pPr>
              <w:pStyle w:val="TableText10"/>
            </w:pPr>
            <w:r w:rsidRPr="009C6634">
              <w:t>Incident Referred to</w:t>
            </w:r>
          </w:p>
        </w:tc>
        <w:tc>
          <w:tcPr>
            <w:tcW w:w="0" w:type="auto"/>
          </w:tcPr>
          <w:p w14:paraId="430F896A" w14:textId="77777777" w:rsidR="001D7002" w:rsidRPr="009C6634" w:rsidRDefault="001D7002" w:rsidP="005F7E14">
            <w:pPr>
              <w:pStyle w:val="InstructionalTextTableText10"/>
            </w:pPr>
            <w:r>
              <w:t>&lt;First name last name&gt;</w:t>
            </w:r>
          </w:p>
        </w:tc>
      </w:tr>
      <w:tr w:rsidR="001D7002" w:rsidRPr="009C6634" w14:paraId="12E80E5C" w14:textId="77777777" w:rsidTr="005F7E14">
        <w:trPr>
          <w:cantSplit/>
        </w:trPr>
        <w:tc>
          <w:tcPr>
            <w:tcW w:w="0" w:type="auto"/>
          </w:tcPr>
          <w:p w14:paraId="0D3D56DB" w14:textId="77777777" w:rsidR="001D7002" w:rsidRPr="009C6634" w:rsidRDefault="001D7002" w:rsidP="005F7E14">
            <w:pPr>
              <w:pStyle w:val="TableText10"/>
            </w:pPr>
            <w:r>
              <w:t>Date</w:t>
            </w:r>
          </w:p>
        </w:tc>
        <w:tc>
          <w:tcPr>
            <w:tcW w:w="0" w:type="auto"/>
          </w:tcPr>
          <w:p w14:paraId="0539BBD8" w14:textId="77777777" w:rsidR="001D7002" w:rsidRPr="009C6634" w:rsidRDefault="001D7002" w:rsidP="005F7E14">
            <w:pPr>
              <w:pStyle w:val="InstructionalTextTableText10"/>
            </w:pPr>
            <w:r>
              <w:t>&lt;MM/DD/YYYY&gt;</w:t>
            </w:r>
          </w:p>
        </w:tc>
      </w:tr>
      <w:tr w:rsidR="001D7002" w:rsidRPr="009C6634" w14:paraId="6344649F" w14:textId="77777777" w:rsidTr="005F7E14">
        <w:trPr>
          <w:cantSplit/>
          <w:trHeight w:val="629"/>
        </w:trPr>
        <w:tc>
          <w:tcPr>
            <w:tcW w:w="0" w:type="auto"/>
          </w:tcPr>
          <w:p w14:paraId="6B7B9E6F" w14:textId="77777777" w:rsidR="001D7002" w:rsidRPr="009C6634" w:rsidRDefault="001D7002" w:rsidP="005F7E14">
            <w:pPr>
              <w:pStyle w:val="TableText10"/>
            </w:pPr>
            <w:r w:rsidRPr="009C6634">
              <w:t>Incident</w:t>
            </w:r>
            <w:r>
              <w:t xml:space="preserve"> determined to be the result of</w:t>
            </w:r>
          </w:p>
        </w:tc>
        <w:tc>
          <w:tcPr>
            <w:tcW w:w="0" w:type="auto"/>
          </w:tcPr>
          <w:p w14:paraId="0079FF51" w14:textId="77777777" w:rsidR="001D7002" w:rsidRPr="009C6634" w:rsidRDefault="001D7002" w:rsidP="005F7E14">
            <w:pPr>
              <w:pStyle w:val="InstructionalTextTableText10"/>
            </w:pPr>
            <w:r>
              <w:t>&lt;Program error, data error, or environmental problem&gt;</w:t>
            </w:r>
          </w:p>
        </w:tc>
      </w:tr>
      <w:tr w:rsidR="001D7002" w:rsidRPr="009C6634" w14:paraId="6C33E7BD" w14:textId="77777777" w:rsidTr="005F7E14">
        <w:trPr>
          <w:cantSplit/>
        </w:trPr>
        <w:tc>
          <w:tcPr>
            <w:tcW w:w="0" w:type="auto"/>
          </w:tcPr>
          <w:p w14:paraId="51D50952" w14:textId="77777777" w:rsidR="001D7002" w:rsidRPr="009C6634" w:rsidRDefault="001D7002" w:rsidP="005F7E14">
            <w:pPr>
              <w:pStyle w:val="TableText10"/>
            </w:pPr>
            <w:r w:rsidRPr="009C6634">
              <w:lastRenderedPageBreak/>
              <w:t>If “Program Error” has been s</w:t>
            </w:r>
            <w:r>
              <w:t>elected, name program or module</w:t>
            </w:r>
          </w:p>
        </w:tc>
        <w:tc>
          <w:tcPr>
            <w:tcW w:w="0" w:type="auto"/>
          </w:tcPr>
          <w:p w14:paraId="74D360C2" w14:textId="77777777" w:rsidR="001D7002" w:rsidRPr="009C6634" w:rsidRDefault="001D7002" w:rsidP="005F7E14">
            <w:pPr>
              <w:pStyle w:val="InstructionalTextTableText10"/>
            </w:pPr>
            <w:r>
              <w:t>&lt;Program or module&gt;</w:t>
            </w:r>
          </w:p>
        </w:tc>
      </w:tr>
      <w:tr w:rsidR="001D7002" w:rsidRPr="009C6634" w14:paraId="42F67528" w14:textId="77777777" w:rsidTr="005F7E14">
        <w:trPr>
          <w:cantSplit/>
        </w:trPr>
        <w:tc>
          <w:tcPr>
            <w:tcW w:w="0" w:type="auto"/>
          </w:tcPr>
          <w:p w14:paraId="1E4E21D7" w14:textId="77777777" w:rsidR="001D7002" w:rsidRPr="009C6634" w:rsidRDefault="001D7002" w:rsidP="005F7E14">
            <w:pPr>
              <w:pStyle w:val="TableText10"/>
            </w:pPr>
            <w:r>
              <w:t xml:space="preserve">Impact/severity level determined to be </w:t>
            </w:r>
          </w:p>
        </w:tc>
        <w:tc>
          <w:tcPr>
            <w:tcW w:w="0" w:type="auto"/>
          </w:tcPr>
          <w:p w14:paraId="36750967" w14:textId="77777777" w:rsidR="001D7002" w:rsidRPr="009C6634" w:rsidRDefault="001D7002" w:rsidP="005F7E14">
            <w:pPr>
              <w:pStyle w:val="InstructionalTextTableText10"/>
            </w:pPr>
            <w:r>
              <w:t>&lt;High/Severe, Moderate/Serious, or Low/Insignificant&gt;</w:t>
            </w:r>
          </w:p>
        </w:tc>
      </w:tr>
      <w:tr w:rsidR="001D7002" w:rsidRPr="009C6634" w14:paraId="4BAA9EF6" w14:textId="77777777" w:rsidTr="005F7E14">
        <w:trPr>
          <w:cantSplit/>
        </w:trPr>
        <w:tc>
          <w:tcPr>
            <w:tcW w:w="0" w:type="auto"/>
          </w:tcPr>
          <w:p w14:paraId="03F956FA" w14:textId="77777777" w:rsidR="001D7002" w:rsidRPr="009C6634" w:rsidRDefault="001D7002" w:rsidP="005F7E14">
            <w:pPr>
              <w:pStyle w:val="TableText10"/>
            </w:pPr>
            <w:r w:rsidRPr="009C6634">
              <w:t>Description of all reso</w:t>
            </w:r>
            <w:r>
              <w:t>lution activities</w:t>
            </w:r>
          </w:p>
        </w:tc>
        <w:tc>
          <w:tcPr>
            <w:tcW w:w="0" w:type="auto"/>
          </w:tcPr>
          <w:p w14:paraId="0F8A6753" w14:textId="77777777" w:rsidR="001D7002" w:rsidRPr="009C6634" w:rsidRDefault="001D7002" w:rsidP="005F7E14">
            <w:pPr>
              <w:pStyle w:val="InstructionalTextTableText10"/>
            </w:pPr>
            <w:r>
              <w:t>&lt;Description of resolution activities&gt;</w:t>
            </w:r>
          </w:p>
        </w:tc>
      </w:tr>
      <w:tr w:rsidR="001D7002" w:rsidRPr="009C6634" w14:paraId="799F1905" w14:textId="77777777" w:rsidTr="005F7E14">
        <w:trPr>
          <w:cantSplit/>
        </w:trPr>
        <w:tc>
          <w:tcPr>
            <w:tcW w:w="0" w:type="auto"/>
          </w:tcPr>
          <w:p w14:paraId="6BA12BF7" w14:textId="77777777" w:rsidR="001D7002" w:rsidRPr="009C6634" w:rsidRDefault="001D7002" w:rsidP="005F7E14">
            <w:pPr>
              <w:pStyle w:val="TableText10"/>
            </w:pPr>
            <w:r>
              <w:t>Resolution Prepared By</w:t>
            </w:r>
          </w:p>
        </w:tc>
        <w:tc>
          <w:tcPr>
            <w:tcW w:w="0" w:type="auto"/>
          </w:tcPr>
          <w:p w14:paraId="21209273" w14:textId="77777777" w:rsidR="001D7002" w:rsidRPr="009C6634" w:rsidRDefault="001D7002" w:rsidP="005F7E14">
            <w:pPr>
              <w:pStyle w:val="InstructionalTextTableText10"/>
            </w:pPr>
            <w:r>
              <w:t>&lt;First name last name&gt;</w:t>
            </w:r>
          </w:p>
        </w:tc>
      </w:tr>
      <w:tr w:rsidR="001D7002" w:rsidRPr="009C6634" w14:paraId="5C007795" w14:textId="77777777" w:rsidTr="005F7E14">
        <w:trPr>
          <w:cantSplit/>
        </w:trPr>
        <w:tc>
          <w:tcPr>
            <w:tcW w:w="0" w:type="auto"/>
          </w:tcPr>
          <w:p w14:paraId="678FCD73" w14:textId="77777777" w:rsidR="001D7002" w:rsidRPr="009C6634" w:rsidRDefault="001D7002" w:rsidP="005F7E14">
            <w:pPr>
              <w:pStyle w:val="TableText10"/>
            </w:pPr>
            <w:r>
              <w:t>Date</w:t>
            </w:r>
          </w:p>
        </w:tc>
        <w:tc>
          <w:tcPr>
            <w:tcW w:w="0" w:type="auto"/>
          </w:tcPr>
          <w:p w14:paraId="12C99FB4" w14:textId="77777777" w:rsidR="001D7002" w:rsidRPr="009C6634" w:rsidRDefault="001D7002" w:rsidP="005F7E14">
            <w:pPr>
              <w:pStyle w:val="InstructionalTextTableText10"/>
            </w:pPr>
            <w:r>
              <w:t>&lt;MM/DD/YYYY&gt;</w:t>
            </w:r>
          </w:p>
        </w:tc>
      </w:tr>
    </w:tbl>
    <w:p w14:paraId="18F87C01" w14:textId="77777777" w:rsidR="001D7002" w:rsidRPr="00D45B6D" w:rsidRDefault="001D7002" w:rsidP="001D7002">
      <w:pPr>
        <w:pStyle w:val="BodyText"/>
      </w:pPr>
    </w:p>
    <w:p w14:paraId="3EE5AC6F" w14:textId="1F4A2718" w:rsidR="00564F65" w:rsidRPr="00C6485E" w:rsidRDefault="00564F65" w:rsidP="00564F65">
      <w:pPr>
        <w:pStyle w:val="BackMatterHeading"/>
      </w:pPr>
      <w:bookmarkStart w:id="142" w:name="_Toc4734481"/>
      <w:r w:rsidRPr="00C6485E">
        <w:lastRenderedPageBreak/>
        <w:t xml:space="preserve">Appendix </w:t>
      </w:r>
      <w:r w:rsidR="001D7002">
        <w:t>B</w:t>
      </w:r>
      <w:r w:rsidRPr="00C6485E">
        <w:t>: Record of Changes</w:t>
      </w:r>
      <w:bookmarkEnd w:id="115"/>
      <w:bookmarkEnd w:id="116"/>
      <w:bookmarkEnd w:id="117"/>
      <w:bookmarkEnd w:id="118"/>
      <w:bookmarkEnd w:id="119"/>
      <w:bookmarkEnd w:id="120"/>
      <w:bookmarkEnd w:id="121"/>
      <w:bookmarkEnd w:id="142"/>
    </w:p>
    <w:p w14:paraId="0C14F9F7" w14:textId="22D99019" w:rsidR="00564F65" w:rsidRPr="004E4404" w:rsidRDefault="00564F65" w:rsidP="00564F65">
      <w:pPr>
        <w:pStyle w:val="InstructionalText"/>
      </w:pPr>
      <w:r w:rsidRPr="004E4404">
        <w:t xml:space="preserve">Instructions: Provide information on how the development and distribution of the </w:t>
      </w:r>
      <w:r>
        <w:t>Test Summary Report</w:t>
      </w:r>
      <w:r w:rsidRPr="004E4404">
        <w:t xml:space="preserve"> will be controlled and tracked. Use the table below to provide the version number, the date of the version, the author/owner of the version, and a brief description of the reason for creating the revised version.</w:t>
      </w:r>
    </w:p>
    <w:p w14:paraId="1BC631D4" w14:textId="3B0EDDB1" w:rsidR="00564F65" w:rsidRDefault="00564F65" w:rsidP="00564F65">
      <w:pPr>
        <w:pStyle w:val="Caption"/>
      </w:pPr>
      <w:bookmarkStart w:id="143" w:name="_Toc444160465"/>
      <w:bookmarkStart w:id="144" w:name="_Toc452632336"/>
      <w:bookmarkStart w:id="145" w:name="_Toc4734465"/>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6</w:t>
      </w:r>
      <w:r w:rsidR="008F0C59">
        <w:rPr>
          <w:noProof/>
        </w:rPr>
        <w:fldChar w:fldCharType="end"/>
      </w:r>
      <w:r>
        <w:t xml:space="preserve"> - Record of Changes</w:t>
      </w:r>
      <w:bookmarkEnd w:id="143"/>
      <w:bookmarkEnd w:id="144"/>
      <w:bookmarkEnd w:id="145"/>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564F65" w:rsidRPr="000E5004" w14:paraId="5345680E" w14:textId="77777777" w:rsidTr="00564F65">
        <w:trPr>
          <w:cantSplit/>
          <w:tblHeader/>
        </w:trPr>
        <w:tc>
          <w:tcPr>
            <w:tcW w:w="0" w:type="auto"/>
            <w:shd w:val="clear" w:color="auto" w:fill="1F497D"/>
            <w:vAlign w:val="center"/>
          </w:tcPr>
          <w:p w14:paraId="1D72553B" w14:textId="77777777" w:rsidR="00564F65" w:rsidRPr="00956C5C" w:rsidRDefault="00564F65" w:rsidP="00564F65">
            <w:pPr>
              <w:pStyle w:val="TableText10HeaderCenter"/>
            </w:pPr>
            <w:r w:rsidRPr="00956C5C">
              <w:t>Version</w:t>
            </w:r>
            <w:r>
              <w:t xml:space="preserve"> </w:t>
            </w:r>
            <w:r w:rsidRPr="00956C5C">
              <w:t>Number</w:t>
            </w:r>
          </w:p>
        </w:tc>
        <w:tc>
          <w:tcPr>
            <w:tcW w:w="0" w:type="auto"/>
            <w:shd w:val="clear" w:color="auto" w:fill="1F497D"/>
            <w:vAlign w:val="center"/>
          </w:tcPr>
          <w:p w14:paraId="463C6949" w14:textId="77777777" w:rsidR="00564F65" w:rsidRPr="00956C5C" w:rsidRDefault="00564F65" w:rsidP="00564F65">
            <w:pPr>
              <w:pStyle w:val="TableText10HeaderCenter"/>
            </w:pPr>
            <w:r w:rsidRPr="00956C5C">
              <w:t>Date</w:t>
            </w:r>
          </w:p>
        </w:tc>
        <w:tc>
          <w:tcPr>
            <w:tcW w:w="0" w:type="auto"/>
            <w:shd w:val="clear" w:color="auto" w:fill="1F497D"/>
            <w:vAlign w:val="center"/>
          </w:tcPr>
          <w:p w14:paraId="169FFFD8" w14:textId="77777777" w:rsidR="00564F65" w:rsidRPr="00A3688F" w:rsidRDefault="00564F65" w:rsidP="00564F65">
            <w:pPr>
              <w:pStyle w:val="TableText10HeaderCenter"/>
            </w:pPr>
            <w:r>
              <w:t>Author</w:t>
            </w:r>
            <w:r w:rsidRPr="00956C5C">
              <w:t>/</w:t>
            </w:r>
            <w:r w:rsidRPr="00A3688F">
              <w:t>Owner</w:t>
            </w:r>
          </w:p>
        </w:tc>
        <w:tc>
          <w:tcPr>
            <w:tcW w:w="0" w:type="auto"/>
            <w:shd w:val="clear" w:color="auto" w:fill="1F497D"/>
            <w:vAlign w:val="center"/>
          </w:tcPr>
          <w:p w14:paraId="1326D1A5" w14:textId="77777777" w:rsidR="00564F65" w:rsidRPr="00956C5C" w:rsidRDefault="00564F65" w:rsidP="00564F65">
            <w:pPr>
              <w:pStyle w:val="TableText10HeaderCenter"/>
            </w:pPr>
            <w:r w:rsidRPr="00956C5C">
              <w:t>Description of Change</w:t>
            </w:r>
          </w:p>
        </w:tc>
      </w:tr>
      <w:tr w:rsidR="00564F65" w14:paraId="7B64CF08" w14:textId="77777777" w:rsidTr="00564F65">
        <w:trPr>
          <w:cantSplit/>
        </w:trPr>
        <w:tc>
          <w:tcPr>
            <w:tcW w:w="0" w:type="auto"/>
          </w:tcPr>
          <w:p w14:paraId="28B5B502" w14:textId="77777777" w:rsidR="00564F65" w:rsidRPr="00C6485E" w:rsidRDefault="00564F65" w:rsidP="00564F65">
            <w:pPr>
              <w:pStyle w:val="InstructionalTextTableText10"/>
            </w:pPr>
            <w:r w:rsidRPr="00C6485E">
              <w:t>&lt;X.X&gt;</w:t>
            </w:r>
          </w:p>
        </w:tc>
        <w:tc>
          <w:tcPr>
            <w:tcW w:w="0" w:type="auto"/>
          </w:tcPr>
          <w:p w14:paraId="5DEDD1FC" w14:textId="77777777" w:rsidR="00564F65" w:rsidRPr="00C6485E" w:rsidRDefault="00564F65" w:rsidP="00564F65">
            <w:pPr>
              <w:pStyle w:val="InstructionalTextTableText10"/>
            </w:pPr>
            <w:r w:rsidRPr="00C6485E">
              <w:t>&lt;MM/DD/YYYY&gt;</w:t>
            </w:r>
          </w:p>
        </w:tc>
        <w:tc>
          <w:tcPr>
            <w:tcW w:w="0" w:type="auto"/>
          </w:tcPr>
          <w:p w14:paraId="079D9C99" w14:textId="77777777" w:rsidR="00564F65" w:rsidRPr="00C6485E" w:rsidRDefault="00564F65" w:rsidP="00564F65">
            <w:pPr>
              <w:pStyle w:val="InstructionalTextTableText10"/>
            </w:pPr>
            <w:r w:rsidRPr="00C6485E">
              <w:t>CMS</w:t>
            </w:r>
          </w:p>
        </w:tc>
        <w:tc>
          <w:tcPr>
            <w:tcW w:w="0" w:type="auto"/>
          </w:tcPr>
          <w:p w14:paraId="448D4A36" w14:textId="77777777" w:rsidR="00564F65" w:rsidRPr="00C6485E" w:rsidRDefault="00564F65" w:rsidP="00564F65">
            <w:pPr>
              <w:pStyle w:val="InstructionalTextTableText10"/>
            </w:pPr>
            <w:r w:rsidRPr="00C6485E">
              <w:t>&lt;Description of Change&gt;</w:t>
            </w:r>
          </w:p>
        </w:tc>
      </w:tr>
      <w:tr w:rsidR="00564F65" w14:paraId="673E890B" w14:textId="77777777" w:rsidTr="00564F65">
        <w:trPr>
          <w:cantSplit/>
        </w:trPr>
        <w:tc>
          <w:tcPr>
            <w:tcW w:w="0" w:type="auto"/>
          </w:tcPr>
          <w:p w14:paraId="656768CE" w14:textId="77777777" w:rsidR="00564F65" w:rsidRPr="00C6485E" w:rsidRDefault="00564F65" w:rsidP="00564F65">
            <w:pPr>
              <w:pStyle w:val="InstructionalTextTableText10"/>
            </w:pPr>
            <w:r w:rsidRPr="00C6485E">
              <w:t>&lt;X.X&gt;</w:t>
            </w:r>
          </w:p>
        </w:tc>
        <w:tc>
          <w:tcPr>
            <w:tcW w:w="0" w:type="auto"/>
          </w:tcPr>
          <w:p w14:paraId="4B2C8D43" w14:textId="77777777" w:rsidR="00564F65" w:rsidRPr="00C6485E" w:rsidRDefault="00564F65" w:rsidP="00564F65">
            <w:pPr>
              <w:pStyle w:val="InstructionalTextTableText10"/>
            </w:pPr>
            <w:r w:rsidRPr="00C6485E">
              <w:t>&lt;MM/DD/YYYY&gt;</w:t>
            </w:r>
          </w:p>
        </w:tc>
        <w:tc>
          <w:tcPr>
            <w:tcW w:w="0" w:type="auto"/>
          </w:tcPr>
          <w:p w14:paraId="073428CC" w14:textId="77777777" w:rsidR="00564F65" w:rsidRPr="00C6485E" w:rsidRDefault="00564F65" w:rsidP="00564F65">
            <w:pPr>
              <w:pStyle w:val="InstructionalTextTableText10"/>
            </w:pPr>
            <w:r w:rsidRPr="00C6485E">
              <w:t>CMS</w:t>
            </w:r>
          </w:p>
        </w:tc>
        <w:tc>
          <w:tcPr>
            <w:tcW w:w="0" w:type="auto"/>
          </w:tcPr>
          <w:p w14:paraId="770DCB56" w14:textId="77777777" w:rsidR="00564F65" w:rsidRPr="00C6485E" w:rsidRDefault="00564F65" w:rsidP="00564F65">
            <w:pPr>
              <w:pStyle w:val="InstructionalTextTableText10"/>
            </w:pPr>
            <w:r w:rsidRPr="00C6485E">
              <w:t>&lt;Description of Change&gt;</w:t>
            </w:r>
          </w:p>
        </w:tc>
      </w:tr>
      <w:tr w:rsidR="00564F65" w14:paraId="6DB57742" w14:textId="77777777" w:rsidTr="00564F65">
        <w:trPr>
          <w:cantSplit/>
        </w:trPr>
        <w:tc>
          <w:tcPr>
            <w:tcW w:w="0" w:type="auto"/>
          </w:tcPr>
          <w:p w14:paraId="651C4CED" w14:textId="77777777" w:rsidR="00564F65" w:rsidRPr="00C6485E" w:rsidRDefault="00564F65" w:rsidP="00564F65">
            <w:pPr>
              <w:pStyle w:val="InstructionalTextTableText10"/>
            </w:pPr>
            <w:r w:rsidRPr="00C6485E">
              <w:t>&lt;X.X&gt;</w:t>
            </w:r>
          </w:p>
        </w:tc>
        <w:tc>
          <w:tcPr>
            <w:tcW w:w="0" w:type="auto"/>
          </w:tcPr>
          <w:p w14:paraId="09C00973" w14:textId="77777777" w:rsidR="00564F65" w:rsidRPr="00C6485E" w:rsidRDefault="00564F65" w:rsidP="00564F65">
            <w:pPr>
              <w:pStyle w:val="InstructionalTextTableText10"/>
            </w:pPr>
            <w:r w:rsidRPr="00C6485E">
              <w:t>&lt;MM/DD/YYYY&gt;</w:t>
            </w:r>
          </w:p>
        </w:tc>
        <w:tc>
          <w:tcPr>
            <w:tcW w:w="0" w:type="auto"/>
          </w:tcPr>
          <w:p w14:paraId="27374317" w14:textId="77777777" w:rsidR="00564F65" w:rsidRPr="00C6485E" w:rsidRDefault="00564F65" w:rsidP="00564F65">
            <w:pPr>
              <w:pStyle w:val="InstructionalTextTableText10"/>
            </w:pPr>
            <w:r w:rsidRPr="00C6485E">
              <w:t>CMS</w:t>
            </w:r>
          </w:p>
        </w:tc>
        <w:tc>
          <w:tcPr>
            <w:tcW w:w="0" w:type="auto"/>
          </w:tcPr>
          <w:p w14:paraId="0E1599AF" w14:textId="77777777" w:rsidR="00564F65" w:rsidRPr="00C6485E" w:rsidRDefault="00564F65" w:rsidP="00564F65">
            <w:pPr>
              <w:pStyle w:val="InstructionalTextTableText10"/>
            </w:pPr>
            <w:r w:rsidRPr="00C6485E">
              <w:t>&lt;Description of Change&gt;</w:t>
            </w:r>
          </w:p>
        </w:tc>
      </w:tr>
    </w:tbl>
    <w:p w14:paraId="65AD1104" w14:textId="77777777" w:rsidR="00564F65" w:rsidRDefault="00564F65" w:rsidP="00564F65">
      <w:pPr>
        <w:pStyle w:val="BodyText"/>
      </w:pPr>
    </w:p>
    <w:p w14:paraId="262275E6" w14:textId="207DA0D2" w:rsidR="00564F65" w:rsidRPr="00BF5F65" w:rsidRDefault="00564F65" w:rsidP="00564F65">
      <w:pPr>
        <w:pStyle w:val="BackMatterHeading"/>
      </w:pPr>
      <w:bookmarkStart w:id="146" w:name="_Toc396111629"/>
      <w:bookmarkStart w:id="147" w:name="_Toc443996753"/>
      <w:bookmarkStart w:id="148" w:name="_Toc444160456"/>
      <w:bookmarkStart w:id="149" w:name="AppC"/>
      <w:bookmarkStart w:id="150" w:name="_Toc452625192"/>
      <w:bookmarkStart w:id="151" w:name="_Toc452632330"/>
      <w:bookmarkStart w:id="152" w:name="_Toc484511621"/>
      <w:bookmarkStart w:id="153" w:name="_Toc4734482"/>
      <w:r>
        <w:lastRenderedPageBreak/>
        <w:t xml:space="preserve">Appendix </w:t>
      </w:r>
      <w:r w:rsidR="001D7002">
        <w:t>C</w:t>
      </w:r>
      <w:r>
        <w:t xml:space="preserve">: </w:t>
      </w:r>
      <w:r w:rsidRPr="00BF5F65">
        <w:t>Glossary</w:t>
      </w:r>
      <w:bookmarkEnd w:id="146"/>
      <w:bookmarkEnd w:id="147"/>
      <w:bookmarkEnd w:id="148"/>
      <w:bookmarkEnd w:id="149"/>
      <w:bookmarkEnd w:id="150"/>
      <w:bookmarkEnd w:id="151"/>
      <w:bookmarkEnd w:id="152"/>
      <w:bookmarkEnd w:id="153"/>
    </w:p>
    <w:p w14:paraId="1311C2A9" w14:textId="77777777" w:rsidR="00564F65" w:rsidRDefault="00564F65" w:rsidP="00564F65">
      <w:pPr>
        <w:pStyle w:val="InstructionalText"/>
      </w:pPr>
      <w:r w:rsidRPr="009357E1">
        <w:t>Instructions: Provide clear and concise definitions for terms used in this document that may be unfamiliar to readers of the document. Terms are to be listed in alphabetical order.</w:t>
      </w:r>
    </w:p>
    <w:p w14:paraId="2B659986" w14:textId="3833EC25" w:rsidR="00564F65" w:rsidRDefault="00564F65" w:rsidP="00564F65">
      <w:pPr>
        <w:pStyle w:val="Caption"/>
      </w:pPr>
      <w:bookmarkStart w:id="154" w:name="_Ref441754492"/>
      <w:bookmarkStart w:id="155" w:name="_Toc444160467"/>
      <w:bookmarkStart w:id="156" w:name="_Toc452632338"/>
      <w:bookmarkStart w:id="157" w:name="_Toc4734466"/>
      <w:r>
        <w:t>Table</w:t>
      </w:r>
      <w:r w:rsidR="008E2132">
        <w:rPr>
          <w:noProof/>
        </w:rPr>
        <w:t xml:space="preserve"> 5</w:t>
      </w:r>
      <w:r>
        <w:t xml:space="preserve"> - Glossary</w:t>
      </w:r>
      <w:bookmarkEnd w:id="154"/>
      <w:bookmarkEnd w:id="155"/>
      <w:bookmarkEnd w:id="156"/>
      <w:bookmarkEnd w:id="157"/>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564F65" w14:paraId="5D210628" w14:textId="77777777" w:rsidTr="00564F65">
        <w:trPr>
          <w:cantSplit/>
          <w:tblHeader/>
        </w:trPr>
        <w:tc>
          <w:tcPr>
            <w:tcW w:w="0" w:type="auto"/>
            <w:shd w:val="clear" w:color="auto" w:fill="1F497D"/>
            <w:vAlign w:val="center"/>
          </w:tcPr>
          <w:p w14:paraId="73BF7222" w14:textId="77777777" w:rsidR="00564F65" w:rsidRDefault="00564F65" w:rsidP="00564F65">
            <w:pPr>
              <w:pStyle w:val="TableText10HeaderCenter"/>
            </w:pPr>
            <w:r>
              <w:t>Term</w:t>
            </w:r>
          </w:p>
        </w:tc>
        <w:tc>
          <w:tcPr>
            <w:tcW w:w="0" w:type="auto"/>
            <w:shd w:val="clear" w:color="auto" w:fill="1F497D"/>
            <w:vAlign w:val="center"/>
          </w:tcPr>
          <w:p w14:paraId="128A74FF" w14:textId="77777777" w:rsidR="00564F65" w:rsidRDefault="00564F65" w:rsidP="00564F65">
            <w:pPr>
              <w:pStyle w:val="TableText10HeaderCenter"/>
            </w:pPr>
            <w:r>
              <w:t>Acronym</w:t>
            </w:r>
          </w:p>
        </w:tc>
        <w:tc>
          <w:tcPr>
            <w:tcW w:w="0" w:type="auto"/>
            <w:shd w:val="clear" w:color="auto" w:fill="1F497D"/>
            <w:vAlign w:val="center"/>
          </w:tcPr>
          <w:p w14:paraId="64B70AAA" w14:textId="77777777" w:rsidR="00564F65" w:rsidRDefault="00564F65" w:rsidP="00564F65">
            <w:pPr>
              <w:pStyle w:val="TableText10HeaderCenter"/>
            </w:pPr>
            <w:r>
              <w:t>Definition</w:t>
            </w:r>
          </w:p>
        </w:tc>
      </w:tr>
      <w:tr w:rsidR="00564F65" w14:paraId="7B874C27" w14:textId="77777777" w:rsidTr="00564F65">
        <w:trPr>
          <w:cantSplit/>
        </w:trPr>
        <w:tc>
          <w:tcPr>
            <w:tcW w:w="0" w:type="auto"/>
          </w:tcPr>
          <w:p w14:paraId="56F603AC" w14:textId="77777777" w:rsidR="00564F65" w:rsidRPr="00EC4387" w:rsidRDefault="00564F65" w:rsidP="00564F65">
            <w:pPr>
              <w:pStyle w:val="InstructionalTextTableText10"/>
            </w:pPr>
            <w:r>
              <w:t>&lt;Term&gt;</w:t>
            </w:r>
          </w:p>
        </w:tc>
        <w:tc>
          <w:tcPr>
            <w:tcW w:w="0" w:type="auto"/>
          </w:tcPr>
          <w:p w14:paraId="36F7C0D7" w14:textId="77777777" w:rsidR="00564F65" w:rsidRPr="00EC4387" w:rsidRDefault="00564F65" w:rsidP="00564F65">
            <w:pPr>
              <w:pStyle w:val="InstructionalTextTableText10"/>
            </w:pPr>
            <w:r>
              <w:t>&lt;Acronym&gt;</w:t>
            </w:r>
          </w:p>
        </w:tc>
        <w:tc>
          <w:tcPr>
            <w:tcW w:w="0" w:type="auto"/>
          </w:tcPr>
          <w:p w14:paraId="59ADCC66" w14:textId="77777777" w:rsidR="00564F65" w:rsidRPr="00EC4387" w:rsidRDefault="00564F65" w:rsidP="00564F65">
            <w:pPr>
              <w:pStyle w:val="InstructionalTextTableText10"/>
            </w:pPr>
            <w:r>
              <w:t>&lt;Definition&gt;</w:t>
            </w:r>
          </w:p>
        </w:tc>
      </w:tr>
      <w:tr w:rsidR="00564F65" w14:paraId="2EA81CDC" w14:textId="77777777" w:rsidTr="00564F65">
        <w:trPr>
          <w:cantSplit/>
        </w:trPr>
        <w:tc>
          <w:tcPr>
            <w:tcW w:w="0" w:type="auto"/>
          </w:tcPr>
          <w:p w14:paraId="108171FA" w14:textId="77777777" w:rsidR="00564F65" w:rsidRPr="00EC4387" w:rsidRDefault="00564F65" w:rsidP="00564F65">
            <w:pPr>
              <w:pStyle w:val="InstructionalTextTableText10"/>
            </w:pPr>
            <w:r>
              <w:t>&lt;Term&gt;</w:t>
            </w:r>
          </w:p>
        </w:tc>
        <w:tc>
          <w:tcPr>
            <w:tcW w:w="0" w:type="auto"/>
          </w:tcPr>
          <w:p w14:paraId="50FE3665" w14:textId="77777777" w:rsidR="00564F65" w:rsidRPr="00EC0B41" w:rsidRDefault="00564F65" w:rsidP="00564F65">
            <w:pPr>
              <w:pStyle w:val="InstructionalTextTableText10"/>
            </w:pPr>
            <w:r>
              <w:t>&lt;Acronym&gt;</w:t>
            </w:r>
          </w:p>
        </w:tc>
        <w:tc>
          <w:tcPr>
            <w:tcW w:w="0" w:type="auto"/>
          </w:tcPr>
          <w:p w14:paraId="4379B1D5" w14:textId="77777777" w:rsidR="00564F65" w:rsidRPr="00EC0B41" w:rsidRDefault="00564F65" w:rsidP="00564F65">
            <w:pPr>
              <w:pStyle w:val="InstructionalTextTableText10"/>
            </w:pPr>
            <w:r>
              <w:t>&lt;Definition&gt;</w:t>
            </w:r>
          </w:p>
        </w:tc>
      </w:tr>
      <w:tr w:rsidR="00564F65" w14:paraId="271743D2" w14:textId="77777777" w:rsidTr="00564F65">
        <w:trPr>
          <w:cantSplit/>
        </w:trPr>
        <w:tc>
          <w:tcPr>
            <w:tcW w:w="0" w:type="auto"/>
          </w:tcPr>
          <w:p w14:paraId="0267EDA8" w14:textId="77777777" w:rsidR="00564F65" w:rsidRPr="00EC4387" w:rsidRDefault="00564F65" w:rsidP="00564F65">
            <w:pPr>
              <w:pStyle w:val="InstructionalTextTableText10"/>
            </w:pPr>
            <w:r>
              <w:t>&lt;Term&gt;</w:t>
            </w:r>
          </w:p>
        </w:tc>
        <w:tc>
          <w:tcPr>
            <w:tcW w:w="0" w:type="auto"/>
          </w:tcPr>
          <w:p w14:paraId="6814EF51" w14:textId="77777777" w:rsidR="00564F65" w:rsidRPr="00EC4387" w:rsidRDefault="00564F65" w:rsidP="00564F65">
            <w:pPr>
              <w:pStyle w:val="InstructionalTextTableText10"/>
            </w:pPr>
            <w:r>
              <w:t>&lt;Acronym&gt;</w:t>
            </w:r>
          </w:p>
        </w:tc>
        <w:tc>
          <w:tcPr>
            <w:tcW w:w="0" w:type="auto"/>
          </w:tcPr>
          <w:p w14:paraId="062DD37E" w14:textId="77777777" w:rsidR="00564F65" w:rsidRPr="00EC4387" w:rsidRDefault="00564F65" w:rsidP="00564F65">
            <w:pPr>
              <w:pStyle w:val="InstructionalTextTableText10"/>
            </w:pPr>
            <w:r>
              <w:t>&lt;Definition&gt;</w:t>
            </w:r>
          </w:p>
        </w:tc>
      </w:tr>
    </w:tbl>
    <w:p w14:paraId="429187DC" w14:textId="77777777" w:rsidR="00564F65" w:rsidRPr="00652A85" w:rsidRDefault="00564F65" w:rsidP="00564F65">
      <w:pPr>
        <w:pStyle w:val="BodyText"/>
      </w:pPr>
    </w:p>
    <w:p w14:paraId="6415E214" w14:textId="14B41569" w:rsidR="00564F65" w:rsidRPr="00BF5F65" w:rsidRDefault="00564F65" w:rsidP="00564F65">
      <w:pPr>
        <w:pStyle w:val="BackMatterHeading"/>
      </w:pPr>
      <w:bookmarkStart w:id="158" w:name="_Toc396111630"/>
      <w:bookmarkStart w:id="159" w:name="_Toc443996754"/>
      <w:bookmarkStart w:id="160" w:name="_Toc444160457"/>
      <w:bookmarkStart w:id="161" w:name="AppD"/>
      <w:bookmarkStart w:id="162" w:name="_Toc452625193"/>
      <w:bookmarkStart w:id="163" w:name="_Toc452632331"/>
      <w:bookmarkStart w:id="164" w:name="_Toc484511622"/>
      <w:bookmarkStart w:id="165" w:name="_Toc4734483"/>
      <w:r>
        <w:lastRenderedPageBreak/>
        <w:t xml:space="preserve">Appendix </w:t>
      </w:r>
      <w:r w:rsidR="001D7002">
        <w:t>D</w:t>
      </w:r>
      <w:r>
        <w:t xml:space="preserve">: </w:t>
      </w:r>
      <w:r w:rsidRPr="00BF5F65">
        <w:t>Referenced Documents</w:t>
      </w:r>
      <w:bookmarkEnd w:id="158"/>
      <w:bookmarkEnd w:id="159"/>
      <w:bookmarkEnd w:id="160"/>
      <w:bookmarkEnd w:id="161"/>
      <w:bookmarkEnd w:id="162"/>
      <w:bookmarkEnd w:id="163"/>
      <w:bookmarkEnd w:id="164"/>
      <w:bookmarkEnd w:id="165"/>
    </w:p>
    <w:p w14:paraId="368F0D55" w14:textId="77777777" w:rsidR="00564F65" w:rsidRDefault="00564F65" w:rsidP="00564F65">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28FF3738" w14:textId="0B1609BD" w:rsidR="00564F65" w:rsidRDefault="00564F65" w:rsidP="00564F65">
      <w:pPr>
        <w:pStyle w:val="Caption"/>
      </w:pPr>
      <w:bookmarkStart w:id="166" w:name="_Toc444160468"/>
      <w:bookmarkStart w:id="167" w:name="_Toc452632339"/>
      <w:bookmarkStart w:id="168" w:name="_Toc4734467"/>
      <w:r>
        <w:t xml:space="preserve">Table </w:t>
      </w:r>
      <w:r w:rsidR="008E2132">
        <w:rPr>
          <w:noProof/>
        </w:rPr>
        <w:t>6</w:t>
      </w:r>
      <w:r>
        <w:t xml:space="preserve"> - Referenced Documents</w:t>
      </w:r>
      <w:bookmarkEnd w:id="166"/>
      <w:bookmarkEnd w:id="167"/>
      <w:bookmarkEnd w:id="168"/>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564F65" w:rsidRPr="00B76035" w14:paraId="6D645241" w14:textId="77777777" w:rsidTr="00564F65">
        <w:trPr>
          <w:cantSplit/>
          <w:tblHeader/>
        </w:trPr>
        <w:tc>
          <w:tcPr>
            <w:tcW w:w="0" w:type="auto"/>
            <w:shd w:val="clear" w:color="auto" w:fill="1F497D"/>
            <w:vAlign w:val="center"/>
          </w:tcPr>
          <w:p w14:paraId="61F621CE" w14:textId="77777777" w:rsidR="00564F65" w:rsidRPr="00EC0B41" w:rsidRDefault="00564F65" w:rsidP="00564F65">
            <w:pPr>
              <w:pStyle w:val="TableText10HeaderCenter"/>
            </w:pPr>
            <w:r w:rsidRPr="00EC0B41">
              <w:t>Document Name</w:t>
            </w:r>
          </w:p>
        </w:tc>
        <w:tc>
          <w:tcPr>
            <w:tcW w:w="0" w:type="auto"/>
            <w:shd w:val="clear" w:color="auto" w:fill="1F497D"/>
            <w:vAlign w:val="center"/>
          </w:tcPr>
          <w:p w14:paraId="3A7BBA19" w14:textId="77777777" w:rsidR="00564F65" w:rsidRPr="00EC0B41" w:rsidRDefault="00564F65" w:rsidP="00564F65">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379F17E4" w14:textId="77777777" w:rsidR="00564F65" w:rsidRPr="00EC0B41" w:rsidRDefault="00564F65" w:rsidP="00564F65">
            <w:pPr>
              <w:pStyle w:val="TableText10HeaderCenter"/>
            </w:pPr>
            <w:r w:rsidRPr="00EC0B41">
              <w:t>Issuance Date</w:t>
            </w:r>
          </w:p>
        </w:tc>
      </w:tr>
      <w:tr w:rsidR="00564F65" w:rsidRPr="00B76035" w14:paraId="70740924" w14:textId="77777777" w:rsidTr="00564F65">
        <w:trPr>
          <w:cantSplit/>
        </w:trPr>
        <w:tc>
          <w:tcPr>
            <w:tcW w:w="0" w:type="auto"/>
          </w:tcPr>
          <w:p w14:paraId="3CB46BF1" w14:textId="77777777" w:rsidR="00564F65" w:rsidRPr="00EC0B41" w:rsidRDefault="00564F65" w:rsidP="00564F65">
            <w:pPr>
              <w:pStyle w:val="InstructionalTextTableText10"/>
            </w:pPr>
            <w:r>
              <w:t>&lt;Document Name&gt;</w:t>
            </w:r>
          </w:p>
        </w:tc>
        <w:tc>
          <w:tcPr>
            <w:tcW w:w="0" w:type="auto"/>
          </w:tcPr>
          <w:p w14:paraId="709DDEC7" w14:textId="77777777" w:rsidR="00564F65" w:rsidRPr="00EC0B41" w:rsidRDefault="00564F65" w:rsidP="00564F65">
            <w:pPr>
              <w:pStyle w:val="InstructionalTextTableText10"/>
            </w:pPr>
            <w:r>
              <w:t>&lt;Document Location and/or URL&gt;</w:t>
            </w:r>
          </w:p>
        </w:tc>
        <w:tc>
          <w:tcPr>
            <w:tcW w:w="0" w:type="auto"/>
          </w:tcPr>
          <w:p w14:paraId="73787D83" w14:textId="77777777" w:rsidR="00564F65" w:rsidRPr="00EC0B41" w:rsidRDefault="00564F65" w:rsidP="00564F65">
            <w:pPr>
              <w:pStyle w:val="InstructionalTextTableText10"/>
            </w:pPr>
            <w:r>
              <w:t>&lt;MM/DD/YYYY&gt;</w:t>
            </w:r>
          </w:p>
        </w:tc>
      </w:tr>
      <w:tr w:rsidR="00564F65" w:rsidRPr="00B76035" w14:paraId="46090367" w14:textId="77777777" w:rsidTr="00564F65">
        <w:trPr>
          <w:cantSplit/>
        </w:trPr>
        <w:tc>
          <w:tcPr>
            <w:tcW w:w="0" w:type="auto"/>
          </w:tcPr>
          <w:p w14:paraId="2E8FA257" w14:textId="77777777" w:rsidR="00564F65" w:rsidRPr="00EC0B41" w:rsidRDefault="00564F65" w:rsidP="00564F65">
            <w:pPr>
              <w:pStyle w:val="InstructionalTextTableText10"/>
            </w:pPr>
            <w:r>
              <w:t>&lt;Document Name&gt;</w:t>
            </w:r>
          </w:p>
        </w:tc>
        <w:tc>
          <w:tcPr>
            <w:tcW w:w="0" w:type="auto"/>
          </w:tcPr>
          <w:p w14:paraId="5753AB9C" w14:textId="77777777" w:rsidR="00564F65" w:rsidRDefault="00564F65" w:rsidP="00564F65">
            <w:pPr>
              <w:pStyle w:val="InstructionalTextTableText10"/>
            </w:pPr>
            <w:r>
              <w:t>&lt;Document Location and/or URL&gt;</w:t>
            </w:r>
          </w:p>
        </w:tc>
        <w:tc>
          <w:tcPr>
            <w:tcW w:w="0" w:type="auto"/>
          </w:tcPr>
          <w:p w14:paraId="3FEB6EDE" w14:textId="77777777" w:rsidR="00564F65" w:rsidRPr="00EC0B41" w:rsidRDefault="00564F65" w:rsidP="00564F65">
            <w:pPr>
              <w:pStyle w:val="InstructionalTextTableText10"/>
            </w:pPr>
            <w:r>
              <w:t>&lt;MM/DD/YYYY&gt;</w:t>
            </w:r>
          </w:p>
        </w:tc>
      </w:tr>
      <w:tr w:rsidR="00564F65" w:rsidRPr="00B76035" w14:paraId="13DC839F" w14:textId="77777777" w:rsidTr="00564F65">
        <w:trPr>
          <w:cantSplit/>
        </w:trPr>
        <w:tc>
          <w:tcPr>
            <w:tcW w:w="0" w:type="auto"/>
          </w:tcPr>
          <w:p w14:paraId="62D46E91" w14:textId="77777777" w:rsidR="00564F65" w:rsidRPr="00EC0B41" w:rsidRDefault="00564F65" w:rsidP="00564F65">
            <w:pPr>
              <w:pStyle w:val="InstructionalTextTableText10"/>
            </w:pPr>
            <w:r>
              <w:t>&lt;Document Name&gt;</w:t>
            </w:r>
          </w:p>
        </w:tc>
        <w:tc>
          <w:tcPr>
            <w:tcW w:w="0" w:type="auto"/>
          </w:tcPr>
          <w:p w14:paraId="0AA29CF3" w14:textId="77777777" w:rsidR="00564F65" w:rsidRDefault="00564F65" w:rsidP="00564F65">
            <w:pPr>
              <w:pStyle w:val="InstructionalTextTableText10"/>
            </w:pPr>
            <w:r>
              <w:t>&lt;Document Location and/or URL&gt;</w:t>
            </w:r>
          </w:p>
        </w:tc>
        <w:tc>
          <w:tcPr>
            <w:tcW w:w="0" w:type="auto"/>
          </w:tcPr>
          <w:p w14:paraId="1B6BDBD0" w14:textId="77777777" w:rsidR="00564F65" w:rsidRPr="00B76035" w:rsidRDefault="00564F65" w:rsidP="00564F65">
            <w:pPr>
              <w:pStyle w:val="InstructionalTextTableText10"/>
            </w:pPr>
            <w:r>
              <w:t>&lt;MM/DD/YYYY&gt;</w:t>
            </w:r>
          </w:p>
        </w:tc>
      </w:tr>
    </w:tbl>
    <w:p w14:paraId="0DB22210" w14:textId="77777777" w:rsidR="00564F65" w:rsidRPr="00FF6734" w:rsidRDefault="00564F65" w:rsidP="00564F65">
      <w:pPr>
        <w:pStyle w:val="BodyText"/>
      </w:pPr>
    </w:p>
    <w:p w14:paraId="05D1753E" w14:textId="26F85085" w:rsidR="00564F65" w:rsidRPr="00BF5F65" w:rsidRDefault="00564F65" w:rsidP="00564F65">
      <w:pPr>
        <w:pStyle w:val="BackMatterHeading"/>
      </w:pPr>
      <w:bookmarkStart w:id="169" w:name="_Toc396111631"/>
      <w:bookmarkStart w:id="170" w:name="_Ref441825902"/>
      <w:bookmarkStart w:id="171" w:name="_Ref441827502"/>
      <w:bookmarkStart w:id="172" w:name="_Toc443996755"/>
      <w:bookmarkStart w:id="173" w:name="_Toc444160458"/>
      <w:bookmarkStart w:id="174" w:name="AppE"/>
      <w:bookmarkStart w:id="175" w:name="_Toc452625194"/>
      <w:bookmarkStart w:id="176" w:name="_Toc452632332"/>
      <w:bookmarkStart w:id="177" w:name="_Toc484511623"/>
      <w:bookmarkStart w:id="178" w:name="_Toc4734484"/>
      <w:r>
        <w:lastRenderedPageBreak/>
        <w:t xml:space="preserve">Appendix </w:t>
      </w:r>
      <w:r w:rsidR="001D7002">
        <w:t>E</w:t>
      </w:r>
      <w:r>
        <w:t xml:space="preserve">: </w:t>
      </w:r>
      <w:r w:rsidRPr="00BF5F65">
        <w:t>Approvals</w:t>
      </w:r>
      <w:bookmarkEnd w:id="169"/>
      <w:bookmarkEnd w:id="170"/>
      <w:bookmarkEnd w:id="171"/>
      <w:bookmarkEnd w:id="172"/>
      <w:bookmarkEnd w:id="173"/>
      <w:bookmarkEnd w:id="174"/>
      <w:bookmarkEnd w:id="175"/>
      <w:bookmarkEnd w:id="176"/>
      <w:bookmarkEnd w:id="177"/>
      <w:bookmarkEnd w:id="178"/>
    </w:p>
    <w:p w14:paraId="4F8B6C31" w14:textId="767E6889" w:rsidR="00564F65" w:rsidRPr="006B68A0" w:rsidRDefault="00564F65" w:rsidP="00564F65">
      <w:pPr>
        <w:pStyle w:val="BodyText"/>
      </w:pPr>
      <w:r w:rsidRPr="006B68A0">
        <w:t xml:space="preserve">The undersigned acknowledge that they have reviewed the </w:t>
      </w:r>
      <w:r>
        <w:t>Test Summary Report</w:t>
      </w:r>
      <w:r w:rsidRPr="006B68A0">
        <w:t xml:space="preserve"> and agree with the information presented within this document. Changes to this </w:t>
      </w:r>
      <w:r>
        <w:t>Test Summary Report</w:t>
      </w:r>
      <w:r w:rsidRPr="006B68A0">
        <w:t xml:space="preserve"> will be coordinated with, and approved by, the undersigned, or their designated representatives.</w:t>
      </w:r>
    </w:p>
    <w:p w14:paraId="32C27522" w14:textId="77777777" w:rsidR="00564F65" w:rsidRPr="00AF22E7" w:rsidRDefault="00564F65" w:rsidP="00564F65">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9147151" w14:textId="076D4075" w:rsidR="00564F65" w:rsidRPr="006113B1" w:rsidRDefault="00564F65" w:rsidP="00564F65">
      <w:pPr>
        <w:pStyle w:val="Caption"/>
      </w:pPr>
      <w:bookmarkStart w:id="179" w:name="_Toc398804287"/>
      <w:bookmarkStart w:id="180" w:name="_Ref430942566"/>
      <w:bookmarkStart w:id="181" w:name="_Toc434300526"/>
      <w:bookmarkStart w:id="182" w:name="_Toc441656843"/>
      <w:bookmarkStart w:id="183" w:name="_Ref441754500"/>
      <w:bookmarkStart w:id="184" w:name="_Toc444160469"/>
      <w:bookmarkStart w:id="185" w:name="_Toc452632340"/>
      <w:bookmarkStart w:id="186" w:name="_Toc4734468"/>
      <w:r>
        <w:t>Table</w:t>
      </w:r>
      <w:r w:rsidR="008E2132">
        <w:rPr>
          <w:noProof/>
        </w:rPr>
        <w:t xml:space="preserve"> 7</w:t>
      </w:r>
      <w:r>
        <w:t xml:space="preserve"> - Approvals</w:t>
      </w:r>
      <w:bookmarkEnd w:id="179"/>
      <w:bookmarkEnd w:id="180"/>
      <w:bookmarkEnd w:id="181"/>
      <w:bookmarkEnd w:id="182"/>
      <w:bookmarkEnd w:id="183"/>
      <w:bookmarkEnd w:id="184"/>
      <w:bookmarkEnd w:id="185"/>
      <w:bookmarkEnd w:id="186"/>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564F65" w:rsidRPr="00AC4B75" w14:paraId="4880EE7D" w14:textId="77777777" w:rsidTr="00564F65">
        <w:trPr>
          <w:cantSplit/>
          <w:tblHeader/>
        </w:trPr>
        <w:tc>
          <w:tcPr>
            <w:tcW w:w="4098" w:type="pct"/>
            <w:shd w:val="clear" w:color="auto" w:fill="1F497D"/>
            <w:vAlign w:val="center"/>
          </w:tcPr>
          <w:p w14:paraId="504C13B5" w14:textId="77777777" w:rsidR="00564F65" w:rsidRPr="00AC4B75" w:rsidRDefault="00564F65" w:rsidP="00564F65">
            <w:pPr>
              <w:pStyle w:val="TableText10HeaderCenter"/>
            </w:pPr>
            <w:r w:rsidRPr="00AC4B75">
              <w:t>Document Approved By</w:t>
            </w:r>
          </w:p>
        </w:tc>
        <w:tc>
          <w:tcPr>
            <w:tcW w:w="902" w:type="pct"/>
            <w:shd w:val="clear" w:color="auto" w:fill="1F497D"/>
            <w:vAlign w:val="center"/>
          </w:tcPr>
          <w:p w14:paraId="119CD415" w14:textId="77777777" w:rsidR="00564F65" w:rsidRPr="00AC4B75" w:rsidRDefault="00564F65" w:rsidP="00564F65">
            <w:pPr>
              <w:pStyle w:val="TableText10HeaderCenter"/>
            </w:pPr>
            <w:r w:rsidRPr="00AC4B75">
              <w:t>Date Approved</w:t>
            </w:r>
          </w:p>
        </w:tc>
      </w:tr>
      <w:tr w:rsidR="00564F65" w:rsidRPr="006823C2" w14:paraId="6BD8542B" w14:textId="77777777" w:rsidTr="00564F65">
        <w:trPr>
          <w:cantSplit/>
        </w:trPr>
        <w:tc>
          <w:tcPr>
            <w:tcW w:w="4098" w:type="pct"/>
          </w:tcPr>
          <w:p w14:paraId="154A087B" w14:textId="77777777" w:rsidR="00564F65" w:rsidRPr="006823C2" w:rsidRDefault="00564F65" w:rsidP="00564F65">
            <w:pPr>
              <w:pStyle w:val="SignatureText"/>
            </w:pPr>
            <w:r w:rsidRPr="006823C2">
              <w:t>Name: &lt;Name&gt;, &lt;Job Title&gt; - &lt;Company&gt;</w:t>
            </w:r>
          </w:p>
        </w:tc>
        <w:tc>
          <w:tcPr>
            <w:tcW w:w="902" w:type="pct"/>
          </w:tcPr>
          <w:p w14:paraId="54340CB5" w14:textId="77777777" w:rsidR="00564F65" w:rsidRPr="006823C2" w:rsidRDefault="00564F65" w:rsidP="00564F65">
            <w:pPr>
              <w:pStyle w:val="SignatureText"/>
            </w:pPr>
            <w:r w:rsidRPr="006823C2">
              <w:t>Date</w:t>
            </w:r>
          </w:p>
        </w:tc>
      </w:tr>
      <w:tr w:rsidR="00564F65" w:rsidRPr="006823C2" w14:paraId="61E69396" w14:textId="77777777" w:rsidTr="00564F65">
        <w:trPr>
          <w:cantSplit/>
        </w:trPr>
        <w:tc>
          <w:tcPr>
            <w:tcW w:w="4098" w:type="pct"/>
          </w:tcPr>
          <w:p w14:paraId="6521DC59" w14:textId="77777777" w:rsidR="00564F65" w:rsidRPr="006823C2" w:rsidRDefault="00564F65" w:rsidP="00564F65">
            <w:pPr>
              <w:pStyle w:val="SignatureText"/>
            </w:pPr>
            <w:r w:rsidRPr="006823C2">
              <w:t>Name: &lt;Name&gt;, &lt;Job Title&gt; - &lt;Company&gt;</w:t>
            </w:r>
          </w:p>
        </w:tc>
        <w:tc>
          <w:tcPr>
            <w:tcW w:w="902" w:type="pct"/>
          </w:tcPr>
          <w:p w14:paraId="5F0F1D5E" w14:textId="77777777" w:rsidR="00564F65" w:rsidRPr="006823C2" w:rsidRDefault="00564F65" w:rsidP="00564F65">
            <w:pPr>
              <w:pStyle w:val="SignatureText"/>
            </w:pPr>
            <w:r w:rsidRPr="006823C2">
              <w:t>Date</w:t>
            </w:r>
          </w:p>
        </w:tc>
      </w:tr>
      <w:tr w:rsidR="00564F65" w:rsidRPr="006823C2" w14:paraId="758D7885" w14:textId="77777777" w:rsidTr="00564F65">
        <w:trPr>
          <w:cantSplit/>
        </w:trPr>
        <w:tc>
          <w:tcPr>
            <w:tcW w:w="4098" w:type="pct"/>
          </w:tcPr>
          <w:p w14:paraId="65B8C5AB" w14:textId="77777777" w:rsidR="00564F65" w:rsidRPr="006823C2" w:rsidRDefault="00564F65" w:rsidP="00564F65">
            <w:pPr>
              <w:pStyle w:val="SignatureText"/>
            </w:pPr>
            <w:r w:rsidRPr="006823C2">
              <w:t>Name: &lt;Name&gt;, &lt;Job Title&gt; - &lt;Company&gt;</w:t>
            </w:r>
          </w:p>
        </w:tc>
        <w:tc>
          <w:tcPr>
            <w:tcW w:w="902" w:type="pct"/>
          </w:tcPr>
          <w:p w14:paraId="7C842BB3" w14:textId="77777777" w:rsidR="00564F65" w:rsidRPr="006823C2" w:rsidRDefault="00564F65" w:rsidP="00564F65">
            <w:pPr>
              <w:pStyle w:val="SignatureText"/>
            </w:pPr>
            <w:r w:rsidRPr="006823C2">
              <w:t>Date</w:t>
            </w:r>
          </w:p>
        </w:tc>
      </w:tr>
      <w:tr w:rsidR="00564F65" w:rsidRPr="006823C2" w14:paraId="1123298D" w14:textId="77777777" w:rsidTr="00564F65">
        <w:trPr>
          <w:cantSplit/>
        </w:trPr>
        <w:tc>
          <w:tcPr>
            <w:tcW w:w="4098" w:type="pct"/>
          </w:tcPr>
          <w:p w14:paraId="4F558851" w14:textId="77777777" w:rsidR="00564F65" w:rsidRPr="006823C2" w:rsidRDefault="00564F65" w:rsidP="00564F65">
            <w:pPr>
              <w:pStyle w:val="SignatureText"/>
            </w:pPr>
            <w:r w:rsidRPr="006823C2">
              <w:t>Name: &lt;Name&gt;, &lt;Job Title&gt; - &lt;Company&gt;</w:t>
            </w:r>
          </w:p>
        </w:tc>
        <w:tc>
          <w:tcPr>
            <w:tcW w:w="902" w:type="pct"/>
          </w:tcPr>
          <w:p w14:paraId="1F5B6AF6" w14:textId="77777777" w:rsidR="00564F65" w:rsidRPr="006823C2" w:rsidRDefault="00564F65" w:rsidP="00564F65">
            <w:pPr>
              <w:pStyle w:val="SignatureText"/>
            </w:pPr>
            <w:r w:rsidRPr="006823C2">
              <w:t>Date</w:t>
            </w:r>
          </w:p>
        </w:tc>
      </w:tr>
    </w:tbl>
    <w:p w14:paraId="0CFDB2F5" w14:textId="77777777" w:rsidR="00564F65" w:rsidRDefault="00564F65" w:rsidP="00564F65">
      <w:pPr>
        <w:pStyle w:val="BodyText"/>
      </w:pPr>
    </w:p>
    <w:p w14:paraId="5487177F" w14:textId="6B7F3389" w:rsidR="00564F65" w:rsidRPr="00C33198" w:rsidRDefault="00564F65" w:rsidP="00564F65">
      <w:pPr>
        <w:pStyle w:val="BackMatterHeading"/>
      </w:pPr>
      <w:bookmarkStart w:id="187" w:name="_Toc396111632"/>
      <w:bookmarkStart w:id="188" w:name="_Toc443996756"/>
      <w:bookmarkStart w:id="189" w:name="_Toc444160460"/>
      <w:bookmarkStart w:id="190" w:name="AppG"/>
      <w:bookmarkStart w:id="191" w:name="_Toc452625196"/>
      <w:bookmarkStart w:id="192" w:name="_Toc452632334"/>
      <w:bookmarkStart w:id="193" w:name="_Toc484511625"/>
      <w:bookmarkStart w:id="194" w:name="_Toc4734485"/>
      <w:r>
        <w:lastRenderedPageBreak/>
        <w:t xml:space="preserve">Appendix </w:t>
      </w:r>
      <w:r w:rsidR="009D0740">
        <w:t>F</w:t>
      </w:r>
      <w:r>
        <w:t>: Notes to the Author/</w:t>
      </w:r>
      <w:r w:rsidRPr="00C33198">
        <w:t>Template Instructions</w:t>
      </w:r>
      <w:bookmarkEnd w:id="187"/>
      <w:bookmarkEnd w:id="188"/>
      <w:bookmarkEnd w:id="189"/>
      <w:bookmarkEnd w:id="190"/>
      <w:bookmarkEnd w:id="191"/>
      <w:bookmarkEnd w:id="192"/>
      <w:bookmarkEnd w:id="193"/>
      <w:bookmarkEnd w:id="194"/>
    </w:p>
    <w:p w14:paraId="5D9D3807" w14:textId="05D04F32" w:rsidR="00564F65" w:rsidRPr="002B2FF0" w:rsidRDefault="00564F65" w:rsidP="00564F65">
      <w:pPr>
        <w:pStyle w:val="InstructionalText"/>
      </w:pPr>
      <w:r w:rsidRPr="002B2FF0">
        <w:t>This document is a templa</w:t>
      </w:r>
      <w:r>
        <w:t>te for creating a</w:t>
      </w:r>
      <w:r w:rsidRPr="002B2FF0">
        <w:t xml:space="preserve"> </w:t>
      </w:r>
      <w:r>
        <w:t xml:space="preserve">Test Summary Report </w:t>
      </w:r>
      <w:r w:rsidRPr="002B2FF0">
        <w:t>for a given investment</w:t>
      </w:r>
      <w:r>
        <w:t xml:space="preserve"> or project</w:t>
      </w:r>
      <w:r w:rsidRPr="002B2FF0">
        <w:t>. The final document should be delivered in an el</w:t>
      </w:r>
      <w:r>
        <w:t>ectronically searchable format.</w:t>
      </w:r>
      <w:r w:rsidRPr="002B2FF0">
        <w:t xml:space="preserve"> The </w:t>
      </w:r>
      <w:r>
        <w:t>Test Summary Report</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68133D0D" w14:textId="77777777" w:rsidR="004B25A5" w:rsidRPr="009F0EC8" w:rsidRDefault="004B25A5" w:rsidP="004B25A5">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737B5D06" w14:textId="7572B781" w:rsidR="00564F65" w:rsidRPr="002B2FF0" w:rsidRDefault="00564F65" w:rsidP="00564F65">
      <w:pPr>
        <w:pStyle w:val="InstructionalText"/>
      </w:pPr>
      <w:r w:rsidRPr="002B2FF0">
        <w:t xml:space="preserve">This template includes instructions, boilerplate text, and fields. The </w:t>
      </w:r>
      <w:r w:rsidR="004B25A5">
        <w:t>author</w:t>
      </w:r>
      <w:r w:rsidRPr="002B2FF0">
        <w:t xml:space="preserve"> should note that:</w:t>
      </w:r>
    </w:p>
    <w:p w14:paraId="5EACB261" w14:textId="77777777" w:rsidR="00564F65" w:rsidRPr="002B2FF0" w:rsidRDefault="00564F65" w:rsidP="00564F65">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22440F2D" w14:textId="77777777" w:rsidR="00564F65" w:rsidRPr="002B2FF0" w:rsidRDefault="00564F65" w:rsidP="00564F65">
      <w:pPr>
        <w:pStyle w:val="InstructionalTextBullet"/>
      </w:pPr>
      <w:r w:rsidRPr="002B2FF0">
        <w:t>Instructional text in each section should be replaced with information specific to the particular investment.</w:t>
      </w:r>
    </w:p>
    <w:p w14:paraId="28070651" w14:textId="77777777" w:rsidR="00564F65" w:rsidRPr="002B2FF0" w:rsidRDefault="00564F65" w:rsidP="00564F65">
      <w:pPr>
        <w:pStyle w:val="InstructionalTextBullet"/>
      </w:pPr>
      <w:r w:rsidRPr="002B2FF0">
        <w:t>Some text and tables are provided as boilerplate examples of wording and formats that may be used or modified as appropriate.</w:t>
      </w:r>
    </w:p>
    <w:p w14:paraId="308A2A84" w14:textId="77777777" w:rsidR="00564F65" w:rsidRPr="002B2FF0" w:rsidRDefault="00564F65" w:rsidP="00564F65">
      <w:pPr>
        <w:pStyle w:val="InstructionalText"/>
      </w:pPr>
      <w:r w:rsidRPr="002B2FF0">
        <w:t>When using this template, follow these steps:</w:t>
      </w:r>
    </w:p>
    <w:p w14:paraId="3F8DE2AB" w14:textId="77777777" w:rsidR="00564F65" w:rsidRPr="002B2FF0" w:rsidRDefault="00564F65" w:rsidP="00564F65">
      <w:pPr>
        <w:pStyle w:val="InstructionalTextNumber"/>
        <w:numPr>
          <w:ilvl w:val="0"/>
          <w:numId w:val="23"/>
        </w:numPr>
      </w:pPr>
      <w:r w:rsidRPr="002B2FF0">
        <w:t xml:space="preserve">Table captions and descriptions are to be placed </w:t>
      </w:r>
      <w:r>
        <w:t>left-aligned</w:t>
      </w:r>
      <w:r w:rsidRPr="002B2FF0">
        <w:t>, above the table.</w:t>
      </w:r>
    </w:p>
    <w:p w14:paraId="413D965C" w14:textId="29F52B72" w:rsidR="00564F65" w:rsidRPr="002B2FF0" w:rsidRDefault="00564F65" w:rsidP="00564F65">
      <w:pPr>
        <w:pStyle w:val="InstructionalTextNumber"/>
        <w:numPr>
          <w:ilvl w:val="0"/>
          <w:numId w:val="23"/>
        </w:numPr>
      </w:pPr>
      <w:r w:rsidRPr="002B2FF0">
        <w:t xml:space="preserve">Modify any boilerplate text, as appropriate, to your specific </w:t>
      </w:r>
      <w:r w:rsidR="004B25A5">
        <w:t>projec</w:t>
      </w:r>
      <w:r w:rsidRPr="002B2FF0">
        <w:t>t.</w:t>
      </w:r>
    </w:p>
    <w:p w14:paraId="00C19387" w14:textId="77777777" w:rsidR="00564F65" w:rsidRPr="002B2FF0" w:rsidRDefault="00564F65" w:rsidP="00564F65">
      <w:pPr>
        <w:pStyle w:val="InstructionalTextNumber"/>
        <w:numPr>
          <w:ilvl w:val="0"/>
          <w:numId w:val="23"/>
        </w:numPr>
      </w:pPr>
      <w:r w:rsidRPr="002B2FF0">
        <w:t>All documents must be compliant with Section 508 requirements.</w:t>
      </w:r>
    </w:p>
    <w:p w14:paraId="1D4555F9" w14:textId="77777777" w:rsidR="00564F65" w:rsidRPr="002B2FF0" w:rsidRDefault="00564F65" w:rsidP="00564F65">
      <w:pPr>
        <w:pStyle w:val="InstructionalTextNumber"/>
        <w:numPr>
          <w:ilvl w:val="0"/>
          <w:numId w:val="23"/>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07FFE038" w14:textId="26AEBC56" w:rsidR="00564F65" w:rsidRDefault="00564F65" w:rsidP="00564F65">
      <w:pPr>
        <w:pStyle w:val="InstructionalTextNumber"/>
        <w:numPr>
          <w:ilvl w:val="0"/>
          <w:numId w:val="23"/>
        </w:numPr>
      </w:pPr>
      <w:r w:rsidRPr="002B2FF0">
        <w:t>Del</w:t>
      </w:r>
      <w:r>
        <w:t>ete this “Notes to the Author/</w:t>
      </w:r>
      <w:r w:rsidRPr="002B2FF0">
        <w:t>Template Instructions” page and all instructions to the author before finalizing the initial draft of the document.</w:t>
      </w:r>
    </w:p>
    <w:p w14:paraId="187BE5CB" w14:textId="33022BC8" w:rsidR="009A46FB" w:rsidRDefault="009A46FB" w:rsidP="009A46FB">
      <w:pPr>
        <w:pStyle w:val="InstructionalTextNumber"/>
        <w:numPr>
          <w:ilvl w:val="0"/>
          <w:numId w:val="0"/>
        </w:numPr>
        <w:ind w:left="1080" w:hanging="360"/>
      </w:pPr>
    </w:p>
    <w:p w14:paraId="75566A99" w14:textId="19E776DE" w:rsidR="009A46FB" w:rsidRDefault="009A46FB" w:rsidP="009A46FB">
      <w:pPr>
        <w:pStyle w:val="InstructionalTextNumber"/>
        <w:numPr>
          <w:ilvl w:val="0"/>
          <w:numId w:val="0"/>
        </w:numPr>
        <w:ind w:left="1080" w:hanging="360"/>
      </w:pPr>
    </w:p>
    <w:p w14:paraId="5FC7D79F" w14:textId="6DA2207E" w:rsidR="009A46FB" w:rsidRDefault="009A46FB" w:rsidP="009A46FB">
      <w:pPr>
        <w:pStyle w:val="InstructionalTextNumber"/>
        <w:numPr>
          <w:ilvl w:val="0"/>
          <w:numId w:val="0"/>
        </w:numPr>
        <w:ind w:left="1080" w:hanging="360"/>
      </w:pPr>
    </w:p>
    <w:p w14:paraId="7FC56281" w14:textId="6EBC8874" w:rsidR="009A46FB" w:rsidRDefault="009A46FB" w:rsidP="009A46FB">
      <w:pPr>
        <w:pStyle w:val="InstructionalTextNumber"/>
        <w:numPr>
          <w:ilvl w:val="0"/>
          <w:numId w:val="0"/>
        </w:numPr>
        <w:ind w:left="1080" w:hanging="360"/>
      </w:pPr>
    </w:p>
    <w:p w14:paraId="51CBCACB" w14:textId="1F0BD919" w:rsidR="009A46FB" w:rsidRDefault="009A46FB" w:rsidP="009A46FB">
      <w:pPr>
        <w:pStyle w:val="InstructionalTextNumber"/>
        <w:numPr>
          <w:ilvl w:val="0"/>
          <w:numId w:val="0"/>
        </w:numPr>
        <w:ind w:left="1080" w:hanging="360"/>
      </w:pPr>
    </w:p>
    <w:p w14:paraId="249446BC" w14:textId="77777777" w:rsidR="009A46FB" w:rsidRPr="00BF5F65" w:rsidRDefault="009A46FB" w:rsidP="009A46FB">
      <w:pPr>
        <w:pStyle w:val="InstructionalTextNumber"/>
        <w:numPr>
          <w:ilvl w:val="0"/>
          <w:numId w:val="0"/>
        </w:numPr>
        <w:ind w:left="1080" w:hanging="360"/>
      </w:pPr>
    </w:p>
    <w:p w14:paraId="55CCD7EC" w14:textId="77777777" w:rsidR="009A46FB" w:rsidRDefault="009A46FB" w:rsidP="009A46FB">
      <w:pPr>
        <w:pStyle w:val="BackMatterHeading"/>
      </w:pPr>
      <w:bookmarkStart w:id="195" w:name="_Toc395081368"/>
      <w:bookmarkStart w:id="196" w:name="_Toc396111279"/>
      <w:bookmarkEnd w:id="29"/>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lastRenderedPageBreak/>
        <w:t>Appendix F: Template Revision History</w:t>
      </w:r>
      <w:bookmarkEnd w:id="195"/>
      <w:bookmarkEnd w:id="196"/>
    </w:p>
    <w:p w14:paraId="2E845EDD" w14:textId="28BC4153" w:rsidR="009A46FB" w:rsidRPr="0026122C" w:rsidRDefault="009A46FB" w:rsidP="009A46FB">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w:t>
      </w:r>
      <w:r>
        <w:rPr>
          <w:rFonts w:ascii="Arial" w:hAnsi="Arial" w:cs="Arial"/>
          <w:i w:val="0"/>
          <w:color w:val="auto"/>
          <w:sz w:val="22"/>
          <w:szCs w:val="22"/>
        </w:rPr>
        <w:t>Test Summary Report</w:t>
      </w:r>
      <w:r>
        <w:rPr>
          <w:rFonts w:ascii="Arial" w:hAnsi="Arial" w:cs="Arial"/>
          <w:i w:val="0"/>
          <w:color w:val="auto"/>
          <w:sz w:val="22"/>
          <w:szCs w:val="22"/>
        </w:rPr>
        <w:t xml:space="preserve"> artifact, please refer to page 1</w:t>
      </w:r>
      <w:r>
        <w:rPr>
          <w:rFonts w:ascii="Arial" w:hAnsi="Arial" w:cs="Arial"/>
          <w:i w:val="0"/>
          <w:color w:val="auto"/>
          <w:sz w:val="22"/>
          <w:szCs w:val="22"/>
        </w:rPr>
        <w:t>0</w:t>
      </w:r>
      <w:r>
        <w:rPr>
          <w:rFonts w:ascii="Arial" w:hAnsi="Arial" w:cs="Arial"/>
          <w:i w:val="0"/>
          <w:color w:val="auto"/>
          <w:sz w:val="22"/>
          <w:szCs w:val="22"/>
        </w:rPr>
        <w:t xml:space="preserve"> (Record of Changes). </w:t>
      </w:r>
    </w:p>
    <w:p w14:paraId="27380DDE" w14:textId="62A16390" w:rsidR="009A46FB" w:rsidRDefault="009A46FB" w:rsidP="009A46FB">
      <w:pPr>
        <w:pStyle w:val="Caption"/>
      </w:pPr>
      <w:bookmarkStart w:id="197" w:name="_Toc396111295"/>
      <w:r>
        <w:t xml:space="preserve">Table </w:t>
      </w:r>
      <w:r>
        <w:t>11</w:t>
      </w:r>
      <w:r>
        <w:fldChar w:fldCharType="begin"/>
      </w:r>
      <w:r>
        <w:instrText xml:space="preserve"> SEQ Table \* ARABIC </w:instrText>
      </w:r>
      <w:r>
        <w:fldChar w:fldCharType="separate"/>
      </w:r>
      <w:r>
        <w:rPr>
          <w:noProof/>
        </w:rPr>
        <w:fldChar w:fldCharType="end"/>
      </w:r>
      <w:r>
        <w:t>: Template Revision History</w:t>
      </w:r>
      <w:bookmarkEnd w:id="197"/>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9A46FB" w:rsidRPr="000E5004" w14:paraId="6AD6D7AB"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C78BF5D" w14:textId="77777777" w:rsidR="009A46FB" w:rsidRPr="00956C5C" w:rsidRDefault="009A46FB" w:rsidP="00EC1EEB">
            <w:pPr>
              <w:pStyle w:val="TableColumnHeading"/>
            </w:pPr>
            <w:r w:rsidRPr="00956C5C">
              <w:t>Version</w:t>
            </w:r>
          </w:p>
          <w:p w14:paraId="2F5211BA" w14:textId="77777777" w:rsidR="009A46FB" w:rsidRPr="00956C5C" w:rsidRDefault="009A46FB"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A7ED639" w14:textId="77777777" w:rsidR="009A46FB" w:rsidRPr="00956C5C" w:rsidRDefault="009A46FB"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EED37C0" w14:textId="77777777" w:rsidR="009A46FB" w:rsidRPr="00A3688F" w:rsidRDefault="009A46FB"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1D80A216" w14:textId="77777777" w:rsidR="009A46FB" w:rsidRPr="00956C5C" w:rsidRDefault="009A46FB" w:rsidP="00EC1EEB">
            <w:pPr>
              <w:pStyle w:val="TableColumnHeading"/>
            </w:pPr>
            <w:r w:rsidRPr="00956C5C">
              <w:t>Description of Change</w:t>
            </w:r>
          </w:p>
        </w:tc>
      </w:tr>
      <w:tr w:rsidR="009A46FB" w14:paraId="1289C3C1"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4F1CA55E" w14:textId="77777777" w:rsidR="009A46FB" w:rsidRDefault="009A46FB"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1900F6DF" w14:textId="77777777" w:rsidR="009A46FB" w:rsidRDefault="009A46FB"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550B75D1" w14:textId="77777777" w:rsidR="009A46FB" w:rsidRDefault="009A46FB"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33B3C498" w14:textId="77777777" w:rsidR="009A46FB" w:rsidRDefault="009A46FB" w:rsidP="00EC1EEB">
            <w:pPr>
              <w:pStyle w:val="TableText"/>
            </w:pPr>
            <w:r>
              <w:t>Baseline document</w:t>
            </w:r>
          </w:p>
        </w:tc>
      </w:tr>
      <w:tr w:rsidR="009A46FB" w14:paraId="0A58D88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A276FFF" w14:textId="77777777" w:rsidR="009A46FB" w:rsidRPr="000E5004"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6005BE8" w14:textId="77777777" w:rsidR="009A46FB" w:rsidRPr="000E5004"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6D2BE0E" w14:textId="77777777" w:rsidR="009A46FB" w:rsidRPr="000E5004"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DD1F2B5" w14:textId="77777777" w:rsidR="009A46FB" w:rsidRPr="000E5004" w:rsidRDefault="009A46FB" w:rsidP="00EC1EEB">
            <w:pPr>
              <w:pStyle w:val="TableText"/>
            </w:pPr>
          </w:p>
        </w:tc>
      </w:tr>
      <w:tr w:rsidR="009A46FB" w14:paraId="26FB9A9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D76A309" w14:textId="77777777" w:rsidR="009A46FB" w:rsidRPr="000E5004"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B593F67" w14:textId="77777777" w:rsidR="009A46FB" w:rsidRPr="000E5004"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9E20F8F" w14:textId="77777777" w:rsidR="009A46FB" w:rsidRPr="000E5004"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07BC32F" w14:textId="77777777" w:rsidR="009A46FB" w:rsidRPr="000E5004" w:rsidRDefault="009A46FB" w:rsidP="00EC1EEB">
            <w:pPr>
              <w:pStyle w:val="TableText"/>
            </w:pPr>
          </w:p>
        </w:tc>
      </w:tr>
      <w:tr w:rsidR="009A46FB" w14:paraId="55F5FE5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D65AB3C" w14:textId="77777777" w:rsidR="009A46FB" w:rsidRPr="000E5004"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066D3C1" w14:textId="77777777" w:rsidR="009A46FB" w:rsidRPr="000E5004"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3D68916" w14:textId="77777777" w:rsidR="009A46FB" w:rsidRPr="000E5004"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855FDCA" w14:textId="77777777" w:rsidR="009A46FB" w:rsidRPr="000E5004" w:rsidRDefault="009A46FB" w:rsidP="00EC1EEB">
            <w:pPr>
              <w:pStyle w:val="TableText"/>
            </w:pPr>
          </w:p>
        </w:tc>
      </w:tr>
      <w:tr w:rsidR="009A46FB" w14:paraId="5B2EEE3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92AD573" w14:textId="77777777" w:rsidR="009A46FB" w:rsidRPr="000E5004"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B4B7D0F" w14:textId="77777777" w:rsidR="009A46FB" w:rsidRPr="000E5004"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A0991F2" w14:textId="77777777" w:rsidR="009A46FB" w:rsidRPr="000E5004"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C30E786" w14:textId="77777777" w:rsidR="009A46FB" w:rsidRPr="000E5004" w:rsidRDefault="009A46FB" w:rsidP="00EC1EEB">
            <w:pPr>
              <w:pStyle w:val="TableText"/>
            </w:pPr>
          </w:p>
        </w:tc>
      </w:tr>
      <w:tr w:rsidR="009A46FB" w14:paraId="5B1F234F"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274F14C"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B59B11F"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AECDB29"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BA0991F" w14:textId="77777777" w:rsidR="009A46FB" w:rsidRPr="004B5BBD" w:rsidRDefault="009A46FB" w:rsidP="00EC1EEB">
            <w:pPr>
              <w:pStyle w:val="TableText"/>
            </w:pPr>
          </w:p>
        </w:tc>
      </w:tr>
      <w:tr w:rsidR="009A46FB" w14:paraId="45E965D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49A8103"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6543ED5"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8FB5D0D"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E2D963C" w14:textId="77777777" w:rsidR="009A46FB" w:rsidRPr="004B5BBD" w:rsidRDefault="009A46FB" w:rsidP="00EC1EEB">
            <w:pPr>
              <w:pStyle w:val="TableText"/>
            </w:pPr>
          </w:p>
        </w:tc>
      </w:tr>
      <w:tr w:rsidR="009A46FB" w14:paraId="1F5664B4"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5F403F4"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D48793D"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05FEB96"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ADD8579" w14:textId="77777777" w:rsidR="009A46FB" w:rsidRPr="004B5BBD" w:rsidRDefault="009A46FB" w:rsidP="00EC1EEB">
            <w:pPr>
              <w:pStyle w:val="TableText"/>
            </w:pPr>
          </w:p>
        </w:tc>
      </w:tr>
      <w:tr w:rsidR="009A46FB" w14:paraId="6F5DC3D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06204E9"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B634F56"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BE77747"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9D79AE3" w14:textId="77777777" w:rsidR="009A46FB" w:rsidRPr="004B5BBD" w:rsidRDefault="009A46FB" w:rsidP="00EC1EEB">
            <w:pPr>
              <w:pStyle w:val="TableText"/>
            </w:pPr>
          </w:p>
        </w:tc>
      </w:tr>
      <w:tr w:rsidR="009A46FB" w14:paraId="3B2CFC8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B2FE779"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7D00643"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28D3B8B"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F31F911" w14:textId="77777777" w:rsidR="009A46FB" w:rsidRPr="004B5BBD" w:rsidRDefault="009A46FB" w:rsidP="00EC1EEB">
            <w:pPr>
              <w:pStyle w:val="TableText"/>
            </w:pPr>
          </w:p>
        </w:tc>
      </w:tr>
      <w:tr w:rsidR="009A46FB" w14:paraId="5B867868"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7DFF765"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622B44E"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C6C13A4"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93A456E" w14:textId="77777777" w:rsidR="009A46FB" w:rsidRPr="004B5BBD" w:rsidRDefault="009A46FB" w:rsidP="00EC1EEB">
            <w:pPr>
              <w:pStyle w:val="TableText"/>
            </w:pPr>
          </w:p>
        </w:tc>
      </w:tr>
      <w:tr w:rsidR="009A46FB" w14:paraId="2E7D17F4"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0C619C1"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AD6D123"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E220540"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A306AC6" w14:textId="77777777" w:rsidR="009A46FB" w:rsidRPr="004B5BBD" w:rsidRDefault="009A46FB" w:rsidP="00EC1EEB">
            <w:pPr>
              <w:pStyle w:val="TableText"/>
            </w:pPr>
          </w:p>
        </w:tc>
      </w:tr>
      <w:tr w:rsidR="009A46FB" w14:paraId="22A01D8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00CC662" w14:textId="77777777" w:rsidR="009A46FB" w:rsidRPr="004B5BBD" w:rsidRDefault="009A46FB"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5234FCD" w14:textId="77777777" w:rsidR="009A46FB" w:rsidRPr="004B5BBD" w:rsidRDefault="009A46FB"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6B96023" w14:textId="77777777" w:rsidR="009A46FB" w:rsidRPr="004B5BBD" w:rsidRDefault="009A46FB"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0A9F16F" w14:textId="77777777" w:rsidR="009A46FB" w:rsidRPr="004B5BBD" w:rsidRDefault="009A46FB" w:rsidP="00EC1EEB">
            <w:pPr>
              <w:pStyle w:val="TableText"/>
            </w:pPr>
          </w:p>
        </w:tc>
      </w:tr>
    </w:tbl>
    <w:p w14:paraId="724503BE" w14:textId="277C1F21" w:rsidR="00E02BF1" w:rsidRDefault="00E02BF1" w:rsidP="00F6782D">
      <w:pPr>
        <w:pStyle w:val="BodyText"/>
      </w:pPr>
    </w:p>
    <w:sectPr w:rsidR="00E02BF1" w:rsidSect="00564F65">
      <w:headerReference w:type="default" r:id="rId19"/>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E7E22" w14:textId="77777777" w:rsidR="003B458B" w:rsidRDefault="003B458B">
      <w:r>
        <w:separator/>
      </w:r>
    </w:p>
    <w:p w14:paraId="5FD9C860" w14:textId="77777777" w:rsidR="003B458B" w:rsidRDefault="003B458B"/>
    <w:p w14:paraId="40E8E58A" w14:textId="77777777" w:rsidR="003B458B" w:rsidRDefault="003B458B"/>
  </w:endnote>
  <w:endnote w:type="continuationSeparator" w:id="0">
    <w:p w14:paraId="321AC85B" w14:textId="77777777" w:rsidR="003B458B" w:rsidRDefault="003B458B">
      <w:r>
        <w:continuationSeparator/>
      </w:r>
    </w:p>
    <w:p w14:paraId="48851D68" w14:textId="77777777" w:rsidR="003B458B" w:rsidRDefault="003B458B"/>
    <w:p w14:paraId="35C5EA29" w14:textId="77777777" w:rsidR="003B458B" w:rsidRDefault="003B4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EFB0E" w14:textId="546E77C7" w:rsidR="008808B0" w:rsidRPr="00E31D8C" w:rsidRDefault="008808B0" w:rsidP="00E31D8C">
    <w:pPr>
      <w:pStyle w:val="Footer"/>
      <w:spacing w:before="120"/>
    </w:pPr>
    <w:r>
      <w:t>TSR Version X.X</w:t>
    </w:r>
    <w:r>
      <w:tab/>
    </w:r>
    <w:r>
      <w:fldChar w:fldCharType="begin"/>
    </w:r>
    <w:r>
      <w:instrText xml:space="preserve"> PAGE   \* MERGEFORMAT </w:instrText>
    </w:r>
    <w:r>
      <w:fldChar w:fldCharType="separate"/>
    </w:r>
    <w:r w:rsidR="009A46FB">
      <w:rPr>
        <w:noProof/>
      </w:rPr>
      <w:t>16</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E4AE2" w14:textId="03DA8C5D" w:rsidR="00573C55" w:rsidRPr="00E31D8C" w:rsidRDefault="00573C55" w:rsidP="00573C55">
    <w:pPr>
      <w:pStyle w:val="Footer"/>
      <w:spacing w:before="120"/>
    </w:pPr>
    <w:r>
      <w:t>TSR Version X.X</w:t>
    </w:r>
    <w:r>
      <w:tab/>
    </w:r>
    <w:r>
      <w:fldChar w:fldCharType="begin"/>
    </w:r>
    <w:r>
      <w:instrText xml:space="preserve"> PAGE   \* MERGEFORMAT </w:instrText>
    </w:r>
    <w:r>
      <w:fldChar w:fldCharType="separate"/>
    </w:r>
    <w:r w:rsidR="009A46FB">
      <w:rPr>
        <w:noProof/>
      </w:rPr>
      <w:t>i</w:t>
    </w:r>
    <w:r>
      <w:rPr>
        <w:noProof/>
      </w:rPr>
      <w:fldChar w:fldCharType="end"/>
    </w:r>
    <w:r>
      <w:tab/>
      <w:t>&lt;Project and release name&gt;</w:t>
    </w:r>
  </w:p>
  <w:p w14:paraId="3B824FA2" w14:textId="77777777" w:rsidR="00573C55" w:rsidRDefault="0057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8B4C3" w14:textId="77777777" w:rsidR="003B458B" w:rsidRDefault="003B458B">
      <w:r>
        <w:separator/>
      </w:r>
    </w:p>
    <w:p w14:paraId="571B64B2" w14:textId="77777777" w:rsidR="003B458B" w:rsidRDefault="003B458B"/>
    <w:p w14:paraId="50F2E1EC" w14:textId="77777777" w:rsidR="003B458B" w:rsidRDefault="003B458B"/>
  </w:footnote>
  <w:footnote w:type="continuationSeparator" w:id="0">
    <w:p w14:paraId="604D4C55" w14:textId="77777777" w:rsidR="003B458B" w:rsidRDefault="003B458B">
      <w:r>
        <w:continuationSeparator/>
      </w:r>
    </w:p>
    <w:p w14:paraId="10764C32" w14:textId="77777777" w:rsidR="003B458B" w:rsidRDefault="003B458B"/>
    <w:p w14:paraId="2555E28C" w14:textId="77777777" w:rsidR="003B458B" w:rsidRDefault="003B45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E025E" w14:textId="5E09B004" w:rsidR="008808B0" w:rsidRDefault="008808B0" w:rsidP="00E31D8C">
    <w:pPr>
      <w:pStyle w:val="Header"/>
    </w:pPr>
    <w:r>
      <w:t xml:space="preserve">CMS </w:t>
    </w:r>
    <w:r>
      <w:tab/>
    </w:r>
    <w:r>
      <w:rPr>
        <w:noProof/>
      </w:rPr>
      <w:fldChar w:fldCharType="begin"/>
    </w:r>
    <w:r>
      <w:rPr>
        <w:noProof/>
      </w:rPr>
      <w:instrText xml:space="preserve"> STYLEREF  "Front Matter Header"  \* MERGEFORMAT </w:instrText>
    </w:r>
    <w:r>
      <w:rPr>
        <w:noProof/>
      </w:rPr>
      <w:fldChar w:fldCharType="separate"/>
    </w:r>
    <w:r w:rsidR="009A46FB">
      <w:rPr>
        <w:noProof/>
      </w:rPr>
      <w:t>List of Tables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EFB16" w14:textId="02496C3C" w:rsidR="008808B0" w:rsidRDefault="008808B0" w:rsidP="000F1C3D">
    <w:pPr>
      <w:pStyle w:val="Header"/>
    </w:pPr>
    <w:r>
      <w:t>CMS</w:t>
    </w:r>
    <w:r>
      <w:tab/>
    </w:r>
    <w:r>
      <w:fldChar w:fldCharType="begin"/>
    </w:r>
    <w:r>
      <w:instrText xml:space="preserve"> STYLEREF  "Front Matter Header"  \* MERGEFORMAT </w:instrText>
    </w:r>
    <w:r>
      <w:fldChar w:fldCharType="end"/>
    </w:r>
    <w:r>
      <w:rPr>
        <w:noProof/>
      </w:rPr>
      <w:fldChar w:fldCharType="begin"/>
    </w:r>
    <w:r>
      <w:rPr>
        <w:noProof/>
      </w:rPr>
      <w:instrText xml:space="preserve"> STYLEREF  "Heading 2"  \* MERGEFORMAT </w:instrText>
    </w:r>
    <w:r>
      <w:rPr>
        <w:noProof/>
      </w:rPr>
      <w:fldChar w:fldCharType="separate"/>
    </w:r>
    <w:r w:rsidR="009A46FB">
      <w:rPr>
        <w:noProof/>
      </w:rPr>
      <w:t>Recommendations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2B8F1" w14:textId="6217037A" w:rsidR="008808B0" w:rsidRDefault="008808B0" w:rsidP="000F1C3D">
    <w:pPr>
      <w:pStyle w:val="Header"/>
    </w:pPr>
    <w:r>
      <w:t>CMS</w:t>
    </w:r>
    <w:r>
      <w:tab/>
    </w:r>
    <w:r>
      <w:fldChar w:fldCharType="begin"/>
    </w:r>
    <w:r>
      <w:instrText xml:space="preserve"> STYLEREF  "Front Matter Header"  \* MERGEFORMAT </w:instrText>
    </w:r>
    <w:r>
      <w:fldChar w:fldCharType="end"/>
    </w:r>
    <w:r>
      <w:rPr>
        <w:noProof/>
      </w:rPr>
      <w:fldChar w:fldCharType="begin"/>
    </w:r>
    <w:r>
      <w:rPr>
        <w:noProof/>
      </w:rPr>
      <w:instrText xml:space="preserve"> STYLEREF  "Back Matter Heading"  \* MERGEFORMAT </w:instrText>
    </w:r>
    <w:r>
      <w:rPr>
        <w:noProof/>
      </w:rPr>
      <w:fldChar w:fldCharType="separate"/>
    </w:r>
    <w:r w:rsidR="009A46FB">
      <w:rPr>
        <w:noProof/>
      </w:rPr>
      <w:t>Appendix F: Template Revision History</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2B846D4"/>
    <w:multiLevelType w:val="hybridMultilevel"/>
    <w:tmpl w:val="E676D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5"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7"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8"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30"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1"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3"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B9236E9"/>
    <w:multiLevelType w:val="hybridMultilevel"/>
    <w:tmpl w:val="E676D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7"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8" w15:restartNumberingAfterBreak="0">
    <w:nsid w:val="5EB2226B"/>
    <w:multiLevelType w:val="hybridMultilevel"/>
    <w:tmpl w:val="479A5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40"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41"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A783D8A"/>
    <w:multiLevelType w:val="hybridMultilevel"/>
    <w:tmpl w:val="294A7B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50"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7"/>
  </w:num>
  <w:num w:numId="3">
    <w:abstractNumId w:val="49"/>
  </w:num>
  <w:num w:numId="4">
    <w:abstractNumId w:val="27"/>
  </w:num>
  <w:num w:numId="5">
    <w:abstractNumId w:val="30"/>
  </w:num>
  <w:num w:numId="6">
    <w:abstractNumId w:val="6"/>
  </w:num>
  <w:num w:numId="7">
    <w:abstractNumId w:val="3"/>
  </w:num>
  <w:num w:numId="8">
    <w:abstractNumId w:val="46"/>
  </w:num>
  <w:num w:numId="9">
    <w:abstractNumId w:val="26"/>
  </w:num>
  <w:num w:numId="10">
    <w:abstractNumId w:val="7"/>
  </w:num>
  <w:num w:numId="11">
    <w:abstractNumId w:val="8"/>
  </w:num>
  <w:num w:numId="12">
    <w:abstractNumId w:val="29"/>
  </w:num>
  <w:num w:numId="13">
    <w:abstractNumId w:val="2"/>
  </w:num>
  <w:num w:numId="14">
    <w:abstractNumId w:val="16"/>
  </w:num>
  <w:num w:numId="15">
    <w:abstractNumId w:val="10"/>
  </w:num>
  <w:num w:numId="16">
    <w:abstractNumId w:val="33"/>
  </w:num>
  <w:num w:numId="17">
    <w:abstractNumId w:val="11"/>
  </w:num>
  <w:num w:numId="18">
    <w:abstractNumId w:val="42"/>
  </w:num>
  <w:num w:numId="19">
    <w:abstractNumId w:val="38"/>
  </w:num>
  <w:num w:numId="20">
    <w:abstractNumId w:val="35"/>
  </w:num>
  <w:num w:numId="21">
    <w:abstractNumId w:val="14"/>
  </w:num>
  <w:num w:numId="22">
    <w:abstractNumId w:val="50"/>
  </w:num>
  <w:num w:numId="23">
    <w:abstractNumId w:val="4"/>
  </w:num>
  <w:num w:numId="24">
    <w:abstractNumId w:val="43"/>
  </w:num>
  <w:num w:numId="25">
    <w:abstractNumId w:val="15"/>
  </w:num>
  <w:num w:numId="26">
    <w:abstractNumId w:val="21"/>
  </w:num>
  <w:num w:numId="27">
    <w:abstractNumId w:val="23"/>
  </w:num>
  <w:num w:numId="28">
    <w:abstractNumId w:val="24"/>
  </w:num>
  <w:num w:numId="29">
    <w:abstractNumId w:val="31"/>
  </w:num>
  <w:num w:numId="30">
    <w:abstractNumId w:val="28"/>
  </w:num>
  <w:num w:numId="31">
    <w:abstractNumId w:val="41"/>
  </w:num>
  <w:num w:numId="32">
    <w:abstractNumId w:val="13"/>
  </w:num>
  <w:num w:numId="33">
    <w:abstractNumId w:val="48"/>
  </w:num>
  <w:num w:numId="34">
    <w:abstractNumId w:val="22"/>
  </w:num>
  <w:num w:numId="35">
    <w:abstractNumId w:val="34"/>
  </w:num>
  <w:num w:numId="36">
    <w:abstractNumId w:val="44"/>
  </w:num>
  <w:num w:numId="37">
    <w:abstractNumId w:val="17"/>
  </w:num>
  <w:num w:numId="38">
    <w:abstractNumId w:val="19"/>
  </w:num>
  <w:num w:numId="39">
    <w:abstractNumId w:val="45"/>
  </w:num>
  <w:num w:numId="40">
    <w:abstractNumId w:val="39"/>
  </w:num>
  <w:num w:numId="41">
    <w:abstractNumId w:val="32"/>
  </w:num>
  <w:num w:numId="42">
    <w:abstractNumId w:val="18"/>
  </w:num>
  <w:num w:numId="43">
    <w:abstractNumId w:val="40"/>
  </w:num>
  <w:num w:numId="44">
    <w:abstractNumId w:val="20"/>
  </w:num>
  <w:num w:numId="45">
    <w:abstractNumId w:val="1"/>
  </w:num>
  <w:num w:numId="46">
    <w:abstractNumId w:val="4"/>
  </w:num>
  <w:num w:numId="47">
    <w:abstractNumId w:val="9"/>
  </w:num>
  <w:num w:numId="48">
    <w:abstractNumId w:val="25"/>
  </w:num>
  <w:num w:numId="49">
    <w:abstractNumId w:val="5"/>
  </w:num>
  <w:num w:numId="50">
    <w:abstractNumId w:val="0"/>
  </w:num>
  <w:num w:numId="51">
    <w:abstractNumId w:val="47"/>
  </w:num>
  <w:num w:numId="52">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1788"/>
    <w:rsid w:val="00015544"/>
    <w:rsid w:val="00017B91"/>
    <w:rsid w:val="00020CC0"/>
    <w:rsid w:val="00032768"/>
    <w:rsid w:val="00034CDC"/>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67C6A"/>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27A3"/>
    <w:rsid w:val="0009752D"/>
    <w:rsid w:val="000B193C"/>
    <w:rsid w:val="000B3960"/>
    <w:rsid w:val="000B53AF"/>
    <w:rsid w:val="000B5FDE"/>
    <w:rsid w:val="000C2654"/>
    <w:rsid w:val="000C54E9"/>
    <w:rsid w:val="000C6A4A"/>
    <w:rsid w:val="000D0C0A"/>
    <w:rsid w:val="000D64CC"/>
    <w:rsid w:val="000E277F"/>
    <w:rsid w:val="000E5004"/>
    <w:rsid w:val="000E6681"/>
    <w:rsid w:val="000F1C3D"/>
    <w:rsid w:val="000F4DF8"/>
    <w:rsid w:val="000F5182"/>
    <w:rsid w:val="000F5CE7"/>
    <w:rsid w:val="00105A38"/>
    <w:rsid w:val="00107492"/>
    <w:rsid w:val="001111D3"/>
    <w:rsid w:val="001141FB"/>
    <w:rsid w:val="001158A6"/>
    <w:rsid w:val="0011783C"/>
    <w:rsid w:val="001261C6"/>
    <w:rsid w:val="00126232"/>
    <w:rsid w:val="00131144"/>
    <w:rsid w:val="00131D24"/>
    <w:rsid w:val="00131E5F"/>
    <w:rsid w:val="00133A5D"/>
    <w:rsid w:val="00133B55"/>
    <w:rsid w:val="00134A9E"/>
    <w:rsid w:val="00141018"/>
    <w:rsid w:val="00150991"/>
    <w:rsid w:val="001545F2"/>
    <w:rsid w:val="001548E2"/>
    <w:rsid w:val="00156E94"/>
    <w:rsid w:val="00160768"/>
    <w:rsid w:val="00160AAD"/>
    <w:rsid w:val="00161DD5"/>
    <w:rsid w:val="00162FD5"/>
    <w:rsid w:val="00163A98"/>
    <w:rsid w:val="00163C83"/>
    <w:rsid w:val="00170BB2"/>
    <w:rsid w:val="001714ED"/>
    <w:rsid w:val="001737AC"/>
    <w:rsid w:val="001844E8"/>
    <w:rsid w:val="001855E7"/>
    <w:rsid w:val="00185BBB"/>
    <w:rsid w:val="00193CF0"/>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D7002"/>
    <w:rsid w:val="001E010B"/>
    <w:rsid w:val="001E1713"/>
    <w:rsid w:val="001E7FA2"/>
    <w:rsid w:val="001F16EA"/>
    <w:rsid w:val="001F2560"/>
    <w:rsid w:val="001F607A"/>
    <w:rsid w:val="00205F68"/>
    <w:rsid w:val="00207F0A"/>
    <w:rsid w:val="00210F13"/>
    <w:rsid w:val="00211ABA"/>
    <w:rsid w:val="00217B67"/>
    <w:rsid w:val="00217EA9"/>
    <w:rsid w:val="00220648"/>
    <w:rsid w:val="00221025"/>
    <w:rsid w:val="00221E7F"/>
    <w:rsid w:val="00223BA1"/>
    <w:rsid w:val="00224E54"/>
    <w:rsid w:val="00230EC0"/>
    <w:rsid w:val="00235CCE"/>
    <w:rsid w:val="00236B60"/>
    <w:rsid w:val="00241AD3"/>
    <w:rsid w:val="00251689"/>
    <w:rsid w:val="00251CD2"/>
    <w:rsid w:val="002536B4"/>
    <w:rsid w:val="00261E42"/>
    <w:rsid w:val="0026491F"/>
    <w:rsid w:val="00265835"/>
    <w:rsid w:val="002663DE"/>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14075"/>
    <w:rsid w:val="00314EBC"/>
    <w:rsid w:val="003216CF"/>
    <w:rsid w:val="00321956"/>
    <w:rsid w:val="0033064E"/>
    <w:rsid w:val="00340043"/>
    <w:rsid w:val="0034262A"/>
    <w:rsid w:val="00343EF4"/>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000"/>
    <w:rsid w:val="00390167"/>
    <w:rsid w:val="00393957"/>
    <w:rsid w:val="00396E10"/>
    <w:rsid w:val="00397E9F"/>
    <w:rsid w:val="003A0AE9"/>
    <w:rsid w:val="003B0143"/>
    <w:rsid w:val="003B0A55"/>
    <w:rsid w:val="003B1269"/>
    <w:rsid w:val="003B3D6A"/>
    <w:rsid w:val="003B458B"/>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0045"/>
    <w:rsid w:val="00454272"/>
    <w:rsid w:val="00455D22"/>
    <w:rsid w:val="00457D55"/>
    <w:rsid w:val="0046392F"/>
    <w:rsid w:val="004641E6"/>
    <w:rsid w:val="00466426"/>
    <w:rsid w:val="00466EF2"/>
    <w:rsid w:val="00475D38"/>
    <w:rsid w:val="00484094"/>
    <w:rsid w:val="0049141A"/>
    <w:rsid w:val="0049440D"/>
    <w:rsid w:val="004A62A9"/>
    <w:rsid w:val="004A79BD"/>
    <w:rsid w:val="004B058A"/>
    <w:rsid w:val="004B0EDA"/>
    <w:rsid w:val="004B25A5"/>
    <w:rsid w:val="004B3FEB"/>
    <w:rsid w:val="004B5BBD"/>
    <w:rsid w:val="004B616D"/>
    <w:rsid w:val="004B68E6"/>
    <w:rsid w:val="004C73A6"/>
    <w:rsid w:val="004D385E"/>
    <w:rsid w:val="004D49F2"/>
    <w:rsid w:val="004D590B"/>
    <w:rsid w:val="004D5D3D"/>
    <w:rsid w:val="004D788C"/>
    <w:rsid w:val="004E0D82"/>
    <w:rsid w:val="004E223B"/>
    <w:rsid w:val="004E2858"/>
    <w:rsid w:val="004E54A2"/>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64F65"/>
    <w:rsid w:val="00573A6B"/>
    <w:rsid w:val="00573C55"/>
    <w:rsid w:val="005754A2"/>
    <w:rsid w:val="005761B0"/>
    <w:rsid w:val="00576A03"/>
    <w:rsid w:val="00577ABD"/>
    <w:rsid w:val="005833D2"/>
    <w:rsid w:val="00597029"/>
    <w:rsid w:val="005A29CA"/>
    <w:rsid w:val="005B1E8C"/>
    <w:rsid w:val="005B263C"/>
    <w:rsid w:val="005B3AF8"/>
    <w:rsid w:val="005B41BA"/>
    <w:rsid w:val="005B77B7"/>
    <w:rsid w:val="005C0C15"/>
    <w:rsid w:val="005C164C"/>
    <w:rsid w:val="005C3A9B"/>
    <w:rsid w:val="005C56C1"/>
    <w:rsid w:val="005C6A8B"/>
    <w:rsid w:val="005C7032"/>
    <w:rsid w:val="005C7C33"/>
    <w:rsid w:val="005D3941"/>
    <w:rsid w:val="005E0A33"/>
    <w:rsid w:val="005E0CD6"/>
    <w:rsid w:val="005E1CA5"/>
    <w:rsid w:val="005E3898"/>
    <w:rsid w:val="005F3815"/>
    <w:rsid w:val="00604B32"/>
    <w:rsid w:val="006059EA"/>
    <w:rsid w:val="0060706A"/>
    <w:rsid w:val="00607C81"/>
    <w:rsid w:val="00615621"/>
    <w:rsid w:val="006169EE"/>
    <w:rsid w:val="00616BAB"/>
    <w:rsid w:val="0062213F"/>
    <w:rsid w:val="0062230F"/>
    <w:rsid w:val="00624326"/>
    <w:rsid w:val="006249E2"/>
    <w:rsid w:val="006270F2"/>
    <w:rsid w:val="0063105D"/>
    <w:rsid w:val="006325A8"/>
    <w:rsid w:val="006337C8"/>
    <w:rsid w:val="00634725"/>
    <w:rsid w:val="00637AAA"/>
    <w:rsid w:val="00644481"/>
    <w:rsid w:val="00652F25"/>
    <w:rsid w:val="00654041"/>
    <w:rsid w:val="00666CE5"/>
    <w:rsid w:val="00671005"/>
    <w:rsid w:val="0067236C"/>
    <w:rsid w:val="006761D2"/>
    <w:rsid w:val="006813DF"/>
    <w:rsid w:val="00681B33"/>
    <w:rsid w:val="00682582"/>
    <w:rsid w:val="0068525E"/>
    <w:rsid w:val="006869E0"/>
    <w:rsid w:val="0069147B"/>
    <w:rsid w:val="0069608A"/>
    <w:rsid w:val="006B0423"/>
    <w:rsid w:val="006B1938"/>
    <w:rsid w:val="006B34D0"/>
    <w:rsid w:val="006B7767"/>
    <w:rsid w:val="006B7DFB"/>
    <w:rsid w:val="006C1870"/>
    <w:rsid w:val="006C2191"/>
    <w:rsid w:val="006C52F7"/>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33E"/>
    <w:rsid w:val="00767650"/>
    <w:rsid w:val="00774737"/>
    <w:rsid w:val="00774FC2"/>
    <w:rsid w:val="00777240"/>
    <w:rsid w:val="0078050F"/>
    <w:rsid w:val="00790138"/>
    <w:rsid w:val="0079777C"/>
    <w:rsid w:val="007A034F"/>
    <w:rsid w:val="007A2F4C"/>
    <w:rsid w:val="007B5DAF"/>
    <w:rsid w:val="007C54DE"/>
    <w:rsid w:val="007D0122"/>
    <w:rsid w:val="007D2ACE"/>
    <w:rsid w:val="007D3B75"/>
    <w:rsid w:val="007D5C01"/>
    <w:rsid w:val="007E2BC6"/>
    <w:rsid w:val="007E3B11"/>
    <w:rsid w:val="007E3F57"/>
    <w:rsid w:val="007E4D55"/>
    <w:rsid w:val="007F11B4"/>
    <w:rsid w:val="007F1EE4"/>
    <w:rsid w:val="008007F4"/>
    <w:rsid w:val="008038C4"/>
    <w:rsid w:val="00803E76"/>
    <w:rsid w:val="00810BCF"/>
    <w:rsid w:val="00811F51"/>
    <w:rsid w:val="00812512"/>
    <w:rsid w:val="00812ADD"/>
    <w:rsid w:val="0082049C"/>
    <w:rsid w:val="008223AD"/>
    <w:rsid w:val="00823076"/>
    <w:rsid w:val="00824415"/>
    <w:rsid w:val="00825AC1"/>
    <w:rsid w:val="00830EE3"/>
    <w:rsid w:val="00831035"/>
    <w:rsid w:val="0083156C"/>
    <w:rsid w:val="008323F5"/>
    <w:rsid w:val="0084294B"/>
    <w:rsid w:val="0084453E"/>
    <w:rsid w:val="00846BEB"/>
    <w:rsid w:val="00856F77"/>
    <w:rsid w:val="00860771"/>
    <w:rsid w:val="00866F1C"/>
    <w:rsid w:val="00870699"/>
    <w:rsid w:val="008808B0"/>
    <w:rsid w:val="00881672"/>
    <w:rsid w:val="00887983"/>
    <w:rsid w:val="00887AA4"/>
    <w:rsid w:val="00890211"/>
    <w:rsid w:val="00893F91"/>
    <w:rsid w:val="008A1BEF"/>
    <w:rsid w:val="008A1E53"/>
    <w:rsid w:val="008A2D14"/>
    <w:rsid w:val="008A6323"/>
    <w:rsid w:val="008B0355"/>
    <w:rsid w:val="008B1C69"/>
    <w:rsid w:val="008C788D"/>
    <w:rsid w:val="008D3417"/>
    <w:rsid w:val="008D3B8A"/>
    <w:rsid w:val="008D5FA1"/>
    <w:rsid w:val="008E2132"/>
    <w:rsid w:val="008E2582"/>
    <w:rsid w:val="008E5F11"/>
    <w:rsid w:val="008E64DE"/>
    <w:rsid w:val="008F03D1"/>
    <w:rsid w:val="008F0C59"/>
    <w:rsid w:val="008F1C07"/>
    <w:rsid w:val="008F237E"/>
    <w:rsid w:val="008F3440"/>
    <w:rsid w:val="008F3B63"/>
    <w:rsid w:val="0090084F"/>
    <w:rsid w:val="009058D1"/>
    <w:rsid w:val="00907566"/>
    <w:rsid w:val="009079FC"/>
    <w:rsid w:val="00911216"/>
    <w:rsid w:val="00913E1E"/>
    <w:rsid w:val="00915EF3"/>
    <w:rsid w:val="00915F75"/>
    <w:rsid w:val="009166DF"/>
    <w:rsid w:val="00922D27"/>
    <w:rsid w:val="00930613"/>
    <w:rsid w:val="00934C36"/>
    <w:rsid w:val="009357E1"/>
    <w:rsid w:val="009374AE"/>
    <w:rsid w:val="00940D78"/>
    <w:rsid w:val="00942049"/>
    <w:rsid w:val="009453B5"/>
    <w:rsid w:val="0094790D"/>
    <w:rsid w:val="00953AB6"/>
    <w:rsid w:val="009565EC"/>
    <w:rsid w:val="00956C5C"/>
    <w:rsid w:val="009604EC"/>
    <w:rsid w:val="009628A3"/>
    <w:rsid w:val="00962A6D"/>
    <w:rsid w:val="0096310E"/>
    <w:rsid w:val="009643AD"/>
    <w:rsid w:val="009656EC"/>
    <w:rsid w:val="009677E4"/>
    <w:rsid w:val="009710A6"/>
    <w:rsid w:val="009714C9"/>
    <w:rsid w:val="00971EE7"/>
    <w:rsid w:val="00973F6D"/>
    <w:rsid w:val="009742B0"/>
    <w:rsid w:val="009830AF"/>
    <w:rsid w:val="009918B2"/>
    <w:rsid w:val="0099191C"/>
    <w:rsid w:val="00992FFF"/>
    <w:rsid w:val="00995968"/>
    <w:rsid w:val="00995CBB"/>
    <w:rsid w:val="009A4113"/>
    <w:rsid w:val="009A46FB"/>
    <w:rsid w:val="009A4A8E"/>
    <w:rsid w:val="009B2FEF"/>
    <w:rsid w:val="009B4A45"/>
    <w:rsid w:val="009B5C33"/>
    <w:rsid w:val="009B641E"/>
    <w:rsid w:val="009C128C"/>
    <w:rsid w:val="009C1BA8"/>
    <w:rsid w:val="009C1FEA"/>
    <w:rsid w:val="009C43F1"/>
    <w:rsid w:val="009C4BA5"/>
    <w:rsid w:val="009C5F03"/>
    <w:rsid w:val="009C6634"/>
    <w:rsid w:val="009C707C"/>
    <w:rsid w:val="009D0740"/>
    <w:rsid w:val="009D23D7"/>
    <w:rsid w:val="009D3E0F"/>
    <w:rsid w:val="009D46A4"/>
    <w:rsid w:val="009D4DB4"/>
    <w:rsid w:val="009D55D6"/>
    <w:rsid w:val="009D6CEF"/>
    <w:rsid w:val="009E323C"/>
    <w:rsid w:val="009E3ECC"/>
    <w:rsid w:val="009E4A9D"/>
    <w:rsid w:val="009E4E20"/>
    <w:rsid w:val="009E5699"/>
    <w:rsid w:val="009E6BDD"/>
    <w:rsid w:val="009E79D1"/>
    <w:rsid w:val="009F43CD"/>
    <w:rsid w:val="009F5C9F"/>
    <w:rsid w:val="009F6EF6"/>
    <w:rsid w:val="009F7502"/>
    <w:rsid w:val="009F7ED5"/>
    <w:rsid w:val="00A0024D"/>
    <w:rsid w:val="00A0175C"/>
    <w:rsid w:val="00A0181F"/>
    <w:rsid w:val="00A031C0"/>
    <w:rsid w:val="00A03FA2"/>
    <w:rsid w:val="00A040D1"/>
    <w:rsid w:val="00A05CF9"/>
    <w:rsid w:val="00A1019A"/>
    <w:rsid w:val="00A16D2F"/>
    <w:rsid w:val="00A1764F"/>
    <w:rsid w:val="00A20DCB"/>
    <w:rsid w:val="00A26B9B"/>
    <w:rsid w:val="00A32571"/>
    <w:rsid w:val="00A345F4"/>
    <w:rsid w:val="00A34C16"/>
    <w:rsid w:val="00A3529B"/>
    <w:rsid w:val="00A3688F"/>
    <w:rsid w:val="00A434A4"/>
    <w:rsid w:val="00A47CD7"/>
    <w:rsid w:val="00A51BF1"/>
    <w:rsid w:val="00A5486C"/>
    <w:rsid w:val="00A54A73"/>
    <w:rsid w:val="00A57FDC"/>
    <w:rsid w:val="00A601D1"/>
    <w:rsid w:val="00A60798"/>
    <w:rsid w:val="00A60936"/>
    <w:rsid w:val="00A702E8"/>
    <w:rsid w:val="00A73C8B"/>
    <w:rsid w:val="00A84DA3"/>
    <w:rsid w:val="00A9289C"/>
    <w:rsid w:val="00A9714C"/>
    <w:rsid w:val="00AA04C3"/>
    <w:rsid w:val="00AA0A2B"/>
    <w:rsid w:val="00AA1BD7"/>
    <w:rsid w:val="00AB22D9"/>
    <w:rsid w:val="00AB3CE2"/>
    <w:rsid w:val="00AC4534"/>
    <w:rsid w:val="00AC68F7"/>
    <w:rsid w:val="00AC6BBB"/>
    <w:rsid w:val="00AD03CB"/>
    <w:rsid w:val="00AD6A5F"/>
    <w:rsid w:val="00AE45C0"/>
    <w:rsid w:val="00AE78D5"/>
    <w:rsid w:val="00AF2A07"/>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B7062"/>
    <w:rsid w:val="00BC25A6"/>
    <w:rsid w:val="00BC2759"/>
    <w:rsid w:val="00BC4AC9"/>
    <w:rsid w:val="00BC6F4A"/>
    <w:rsid w:val="00BC7D18"/>
    <w:rsid w:val="00BD1868"/>
    <w:rsid w:val="00BD3BF9"/>
    <w:rsid w:val="00BD722B"/>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87C69"/>
    <w:rsid w:val="00C91509"/>
    <w:rsid w:val="00C91DA3"/>
    <w:rsid w:val="00C97472"/>
    <w:rsid w:val="00CA2A13"/>
    <w:rsid w:val="00CB1E6B"/>
    <w:rsid w:val="00CB2952"/>
    <w:rsid w:val="00CB5808"/>
    <w:rsid w:val="00CC0563"/>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2A95"/>
    <w:rsid w:val="00D050E7"/>
    <w:rsid w:val="00D05D26"/>
    <w:rsid w:val="00D1126D"/>
    <w:rsid w:val="00D1240A"/>
    <w:rsid w:val="00D14917"/>
    <w:rsid w:val="00D15381"/>
    <w:rsid w:val="00D241F1"/>
    <w:rsid w:val="00D24F61"/>
    <w:rsid w:val="00D25CA2"/>
    <w:rsid w:val="00D31744"/>
    <w:rsid w:val="00D34122"/>
    <w:rsid w:val="00D3694E"/>
    <w:rsid w:val="00D36A50"/>
    <w:rsid w:val="00D4274D"/>
    <w:rsid w:val="00D42D96"/>
    <w:rsid w:val="00D45B6D"/>
    <w:rsid w:val="00D46892"/>
    <w:rsid w:val="00D51B8E"/>
    <w:rsid w:val="00D51F99"/>
    <w:rsid w:val="00D551B0"/>
    <w:rsid w:val="00D561AD"/>
    <w:rsid w:val="00D57AC5"/>
    <w:rsid w:val="00D74CB8"/>
    <w:rsid w:val="00D76779"/>
    <w:rsid w:val="00D76E3C"/>
    <w:rsid w:val="00D7789C"/>
    <w:rsid w:val="00D77FAE"/>
    <w:rsid w:val="00D84769"/>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02BF1"/>
    <w:rsid w:val="00E104E7"/>
    <w:rsid w:val="00E118A3"/>
    <w:rsid w:val="00E13A0D"/>
    <w:rsid w:val="00E16386"/>
    <w:rsid w:val="00E17E5B"/>
    <w:rsid w:val="00E20CB6"/>
    <w:rsid w:val="00E2118A"/>
    <w:rsid w:val="00E2479F"/>
    <w:rsid w:val="00E25A8D"/>
    <w:rsid w:val="00E26837"/>
    <w:rsid w:val="00E27BA8"/>
    <w:rsid w:val="00E31D8C"/>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6565E"/>
    <w:rsid w:val="00F6782D"/>
    <w:rsid w:val="00F720F1"/>
    <w:rsid w:val="00F80EBF"/>
    <w:rsid w:val="00F81404"/>
    <w:rsid w:val="00F855E9"/>
    <w:rsid w:val="00F85BD3"/>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7E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4A4"/>
    <w:pPr>
      <w:spacing w:before="120" w:after="120"/>
    </w:pPr>
    <w:rPr>
      <w:rFonts w:ascii="Arial" w:hAnsi="Arial"/>
      <w:sz w:val="22"/>
    </w:rPr>
  </w:style>
  <w:style w:type="paragraph" w:styleId="Heading1">
    <w:name w:val="heading 1"/>
    <w:next w:val="Normal"/>
    <w:link w:val="Heading1Char"/>
    <w:autoRedefine/>
    <w:qFormat/>
    <w:rsid w:val="00A434A4"/>
    <w:pPr>
      <w:keepNext/>
      <w:numPr>
        <w:numId w:val="43"/>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A434A4"/>
    <w:pPr>
      <w:keepNext/>
      <w:keepLines/>
      <w:pageBreakBefore/>
      <w:numPr>
        <w:ilvl w:val="1"/>
        <w:numId w:val="43"/>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A434A4"/>
    <w:pPr>
      <w:keepNext/>
      <w:widowControl w:val="0"/>
      <w:numPr>
        <w:ilvl w:val="2"/>
        <w:numId w:val="43"/>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A434A4"/>
    <w:pPr>
      <w:keepNext/>
      <w:numPr>
        <w:ilvl w:val="3"/>
        <w:numId w:val="43"/>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A434A4"/>
    <w:pPr>
      <w:keepNext/>
      <w:numPr>
        <w:ilvl w:val="4"/>
        <w:numId w:val="43"/>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A434A4"/>
    <w:pPr>
      <w:keepNext/>
      <w:numPr>
        <w:ilvl w:val="5"/>
        <w:numId w:val="43"/>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A434A4"/>
    <w:pPr>
      <w:numPr>
        <w:ilvl w:val="6"/>
        <w:numId w:val="43"/>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A434A4"/>
    <w:pPr>
      <w:keepNext/>
      <w:numPr>
        <w:ilvl w:val="7"/>
        <w:numId w:val="43"/>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A434A4"/>
    <w:pPr>
      <w:keepNext/>
      <w:numPr>
        <w:ilvl w:val="8"/>
        <w:numId w:val="43"/>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A434A4"/>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A434A4"/>
    <w:pPr>
      <w:keepNext/>
      <w:keepLines/>
      <w:spacing w:before="120"/>
    </w:pPr>
    <w:rPr>
      <w:rFonts w:ascii="Arial" w:hAnsi="Arial"/>
      <w:sz w:val="24"/>
    </w:rPr>
  </w:style>
  <w:style w:type="paragraph" w:styleId="Footer">
    <w:name w:val="footer"/>
    <w:link w:val="FooterChar"/>
    <w:rsid w:val="00A434A4"/>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A434A4"/>
    <w:rPr>
      <w:vertAlign w:val="superscript"/>
    </w:rPr>
  </w:style>
  <w:style w:type="paragraph" w:styleId="FootnoteText">
    <w:name w:val="footnote text"/>
    <w:link w:val="FootnoteTextChar"/>
    <w:rsid w:val="00A434A4"/>
    <w:pPr>
      <w:spacing w:before="40" w:after="40"/>
      <w:ind w:left="360" w:hanging="360"/>
    </w:pPr>
    <w:rPr>
      <w:rFonts w:ascii="Arial" w:hAnsi="Arial"/>
      <w:sz w:val="18"/>
    </w:rPr>
  </w:style>
  <w:style w:type="paragraph" w:customStyle="1" w:styleId="FrontMatterHeader">
    <w:name w:val="Front Matter Header"/>
    <w:next w:val="Normal"/>
    <w:autoRedefine/>
    <w:rsid w:val="00A434A4"/>
    <w:pPr>
      <w:keepNext/>
      <w:spacing w:after="360"/>
      <w:jc w:val="center"/>
      <w:outlineLvl w:val="0"/>
    </w:pPr>
    <w:rPr>
      <w:rFonts w:ascii="Arial Narrow" w:hAnsi="Arial Narrow"/>
      <w:b/>
      <w:sz w:val="36"/>
    </w:rPr>
  </w:style>
  <w:style w:type="paragraph" w:styleId="Header">
    <w:name w:val="header"/>
    <w:basedOn w:val="Normal"/>
    <w:link w:val="HeaderChar"/>
    <w:unhideWhenUsed/>
    <w:rsid w:val="00A434A4"/>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A434A4"/>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A434A4"/>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A434A4"/>
    <w:pPr>
      <w:tabs>
        <w:tab w:val="left" w:pos="1440"/>
        <w:tab w:val="right" w:leader="dot" w:pos="9360"/>
      </w:tabs>
      <w:ind w:left="1382" w:hanging="907"/>
    </w:pPr>
    <w:rPr>
      <w:rFonts w:ascii="Arial" w:hAnsi="Arial"/>
      <w:sz w:val="24"/>
    </w:rPr>
  </w:style>
  <w:style w:type="paragraph" w:styleId="TOC4">
    <w:name w:val="toc 4"/>
    <w:next w:val="Normal"/>
    <w:uiPriority w:val="39"/>
    <w:rsid w:val="00A434A4"/>
    <w:pPr>
      <w:ind w:left="778"/>
    </w:pPr>
    <w:rPr>
      <w:rFonts w:ascii="Arial" w:hAnsi="Arial"/>
      <w:sz w:val="24"/>
    </w:rPr>
  </w:style>
  <w:style w:type="paragraph" w:styleId="TOC5">
    <w:name w:val="toc 5"/>
    <w:next w:val="Normal"/>
    <w:uiPriority w:val="39"/>
    <w:rsid w:val="00A434A4"/>
    <w:pPr>
      <w:ind w:left="1080"/>
    </w:pPr>
    <w:rPr>
      <w:rFonts w:ascii="Arial" w:hAnsi="Arial"/>
      <w:sz w:val="24"/>
    </w:rPr>
  </w:style>
  <w:style w:type="paragraph" w:styleId="TOC6">
    <w:name w:val="toc 6"/>
    <w:next w:val="Normal"/>
    <w:rsid w:val="00A434A4"/>
    <w:pPr>
      <w:ind w:left="1200"/>
    </w:pPr>
    <w:rPr>
      <w:rFonts w:ascii="Arial" w:hAnsi="Arial"/>
      <w:sz w:val="24"/>
    </w:rPr>
  </w:style>
  <w:style w:type="paragraph" w:styleId="TOC7">
    <w:name w:val="toc 7"/>
    <w:next w:val="Normal"/>
    <w:rsid w:val="00A434A4"/>
    <w:pPr>
      <w:ind w:left="1440"/>
    </w:pPr>
    <w:rPr>
      <w:rFonts w:ascii="Arial" w:hAnsi="Arial"/>
      <w:sz w:val="24"/>
    </w:rPr>
  </w:style>
  <w:style w:type="paragraph" w:styleId="TOC8">
    <w:name w:val="toc 8"/>
    <w:next w:val="Normal"/>
    <w:rsid w:val="00A434A4"/>
    <w:pPr>
      <w:ind w:left="1680"/>
    </w:pPr>
    <w:rPr>
      <w:rFonts w:ascii="Arial" w:hAnsi="Arial"/>
      <w:sz w:val="24"/>
    </w:rPr>
  </w:style>
  <w:style w:type="paragraph" w:styleId="TOC9">
    <w:name w:val="toc 9"/>
    <w:next w:val="Normal"/>
    <w:rsid w:val="00A434A4"/>
    <w:pPr>
      <w:ind w:left="1920"/>
    </w:pPr>
    <w:rPr>
      <w:rFonts w:ascii="Arial" w:hAnsi="Arial"/>
      <w:sz w:val="24"/>
    </w:rPr>
  </w:style>
  <w:style w:type="paragraph" w:styleId="BalloonText">
    <w:name w:val="Balloon Text"/>
    <w:basedOn w:val="Normal"/>
    <w:link w:val="BalloonTextChar"/>
    <w:uiPriority w:val="99"/>
    <w:semiHidden/>
    <w:unhideWhenUsed/>
    <w:rsid w:val="00A434A4"/>
    <w:pPr>
      <w:spacing w:before="0" w:after="0"/>
    </w:pPr>
    <w:rPr>
      <w:rFonts w:ascii="Tahoma" w:hAnsi="Tahoma" w:cs="Tahoma"/>
      <w:sz w:val="16"/>
      <w:szCs w:val="16"/>
    </w:rPr>
  </w:style>
  <w:style w:type="paragraph" w:styleId="Caption">
    <w:name w:val="caption"/>
    <w:basedOn w:val="Normal"/>
    <w:next w:val="Normal"/>
    <w:link w:val="CaptionChar"/>
    <w:uiPriority w:val="35"/>
    <w:qFormat/>
    <w:rsid w:val="00A434A4"/>
    <w:pPr>
      <w:keepNext/>
      <w:spacing w:after="60"/>
    </w:pPr>
    <w:rPr>
      <w:rFonts w:ascii="Arial Narrow" w:hAnsi="Arial Narrow"/>
      <w:b/>
      <w:bCs/>
      <w:sz w:val="20"/>
    </w:rPr>
  </w:style>
  <w:style w:type="character" w:styleId="CommentReference">
    <w:name w:val="annotation reference"/>
    <w:basedOn w:val="DefaultParagraphFont"/>
    <w:rsid w:val="00A434A4"/>
    <w:rPr>
      <w:sz w:val="16"/>
      <w:szCs w:val="16"/>
    </w:rPr>
  </w:style>
  <w:style w:type="paragraph" w:styleId="CommentText">
    <w:name w:val="annotation text"/>
    <w:basedOn w:val="Normal"/>
    <w:rsid w:val="00A434A4"/>
    <w:rPr>
      <w:sz w:val="20"/>
    </w:rPr>
  </w:style>
  <w:style w:type="paragraph" w:styleId="CommentSubject">
    <w:name w:val="annotation subject"/>
    <w:basedOn w:val="CommentText"/>
    <w:next w:val="CommentText"/>
    <w:rsid w:val="00A434A4"/>
    <w:rPr>
      <w:b/>
      <w:bCs/>
    </w:rPr>
  </w:style>
  <w:style w:type="paragraph" w:styleId="TableofFigures">
    <w:name w:val="table of figures"/>
    <w:basedOn w:val="TOC1"/>
    <w:next w:val="Normal"/>
    <w:autoRedefine/>
    <w:uiPriority w:val="99"/>
    <w:rsid w:val="00A434A4"/>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A434A4"/>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A434A4"/>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A434A4"/>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A434A4"/>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A434A4"/>
    <w:rPr>
      <w:rFonts w:ascii="Arial Narrow" w:eastAsiaTheme="majorEastAsia" w:hAnsi="Arial Narrow" w:cstheme="majorBidi"/>
      <w:b/>
      <w:sz w:val="26"/>
    </w:rPr>
  </w:style>
  <w:style w:type="character" w:customStyle="1" w:styleId="Heading6Char">
    <w:name w:val="Heading 6 Char"/>
    <w:basedOn w:val="DefaultParagraphFont"/>
    <w:link w:val="Heading6"/>
    <w:rsid w:val="00A434A4"/>
    <w:rPr>
      <w:rFonts w:ascii="Arial Narrow" w:eastAsiaTheme="majorEastAsia" w:hAnsi="Arial Narrow" w:cstheme="majorBidi"/>
      <w:b/>
      <w:i/>
      <w:sz w:val="26"/>
    </w:rPr>
  </w:style>
  <w:style w:type="character" w:customStyle="1" w:styleId="Heading7Char">
    <w:name w:val="Heading 7 Char"/>
    <w:basedOn w:val="DefaultParagraphFont"/>
    <w:link w:val="Heading7"/>
    <w:rsid w:val="00A434A4"/>
    <w:rPr>
      <w:rFonts w:ascii="Arial Narrow" w:eastAsiaTheme="majorEastAsia" w:hAnsi="Arial Narrow" w:cstheme="majorBidi"/>
      <w:b/>
      <w:i/>
      <w:sz w:val="24"/>
    </w:rPr>
  </w:style>
  <w:style w:type="character" w:customStyle="1" w:styleId="Heading8Char">
    <w:name w:val="Heading 8 Char"/>
    <w:basedOn w:val="DefaultParagraphFont"/>
    <w:link w:val="Heading8"/>
    <w:rsid w:val="00A434A4"/>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A434A4"/>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A434A4"/>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A43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34A4"/>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0052F4"/>
    <w:rPr>
      <w:color w:val="800080" w:themeColor="followedHyperlink"/>
      <w:u w:val="single"/>
    </w:rPr>
  </w:style>
  <w:style w:type="paragraph" w:styleId="BodyText">
    <w:name w:val="Body Text"/>
    <w:basedOn w:val="Normal"/>
    <w:link w:val="BodyTextChar"/>
    <w:uiPriority w:val="99"/>
    <w:rsid w:val="00A434A4"/>
  </w:style>
  <w:style w:type="character" w:customStyle="1" w:styleId="BodyTextChar">
    <w:name w:val="Body Text Char"/>
    <w:basedOn w:val="DefaultParagraphFont"/>
    <w:link w:val="BodyText"/>
    <w:uiPriority w:val="99"/>
    <w:rsid w:val="00A434A4"/>
    <w:rPr>
      <w:rFonts w:ascii="Arial" w:hAnsi="Arial"/>
      <w:sz w:val="22"/>
    </w:rPr>
  </w:style>
  <w:style w:type="table" w:styleId="MediumGrid2-Accent1">
    <w:name w:val="Medium Grid 2 Accent 1"/>
    <w:basedOn w:val="TableNormal"/>
    <w:uiPriority w:val="68"/>
    <w:rsid w:val="0026583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styleId="PlaceholderText">
    <w:name w:val="Placeholder Text"/>
    <w:basedOn w:val="DefaultParagraphFont"/>
    <w:uiPriority w:val="99"/>
    <w:semiHidden/>
    <w:rsid w:val="00265835"/>
    <w:rPr>
      <w:color w:val="808080"/>
    </w:rPr>
  </w:style>
  <w:style w:type="numbering" w:customStyle="1" w:styleId="Appendices">
    <w:name w:val="Appendices"/>
    <w:uiPriority w:val="99"/>
    <w:rsid w:val="00A434A4"/>
    <w:pPr>
      <w:numPr>
        <w:numId w:val="24"/>
      </w:numPr>
    </w:pPr>
  </w:style>
  <w:style w:type="paragraph" w:customStyle="1" w:styleId="Appendix">
    <w:name w:val="Appendix"/>
    <w:next w:val="BodyText"/>
    <w:uiPriority w:val="99"/>
    <w:rsid w:val="00A434A4"/>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A434A4"/>
    <w:pPr>
      <w:keepNext/>
      <w:numPr>
        <w:numId w:val="25"/>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A434A4"/>
    <w:pPr>
      <w:keepNext/>
      <w:numPr>
        <w:numId w:val="26"/>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A434A4"/>
    <w:pPr>
      <w:keepNext/>
      <w:numPr>
        <w:numId w:val="27"/>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A434A4"/>
    <w:pPr>
      <w:keepNext/>
      <w:numPr>
        <w:numId w:val="28"/>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A434A4"/>
    <w:pPr>
      <w:keepNext/>
      <w:numPr>
        <w:numId w:val="29"/>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A434A4"/>
    <w:pPr>
      <w:keepNext/>
      <w:numPr>
        <w:numId w:val="30"/>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A434A4"/>
    <w:pPr>
      <w:keepNext/>
      <w:numPr>
        <w:numId w:val="31"/>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A434A4"/>
    <w:pPr>
      <w:keepNext/>
      <w:numPr>
        <w:numId w:val="32"/>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A434A4"/>
    <w:pPr>
      <w:keepNext/>
      <w:numPr>
        <w:numId w:val="33"/>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A434A4"/>
    <w:pPr>
      <w:numPr>
        <w:numId w:val="34"/>
      </w:numPr>
    </w:pPr>
  </w:style>
  <w:style w:type="character" w:customStyle="1" w:styleId="BalloonTextChar">
    <w:name w:val="Balloon Text Char"/>
    <w:basedOn w:val="DefaultParagraphFont"/>
    <w:link w:val="BalloonText"/>
    <w:uiPriority w:val="99"/>
    <w:semiHidden/>
    <w:rsid w:val="00A434A4"/>
    <w:rPr>
      <w:rFonts w:ascii="Tahoma" w:hAnsi="Tahoma" w:cs="Tahoma"/>
      <w:sz w:val="16"/>
      <w:szCs w:val="16"/>
    </w:rPr>
  </w:style>
  <w:style w:type="numbering" w:customStyle="1" w:styleId="BMH">
    <w:name w:val="BMH"/>
    <w:uiPriority w:val="99"/>
    <w:rsid w:val="00A434A4"/>
    <w:pPr>
      <w:numPr>
        <w:numId w:val="35"/>
      </w:numPr>
    </w:pPr>
  </w:style>
  <w:style w:type="paragraph" w:customStyle="1" w:styleId="BodyText10">
    <w:name w:val="Body Text 10"/>
    <w:link w:val="BodyText10Char"/>
    <w:uiPriority w:val="99"/>
    <w:rsid w:val="00A434A4"/>
    <w:pPr>
      <w:spacing w:after="120"/>
    </w:pPr>
    <w:rPr>
      <w:rFonts w:ascii="Arial" w:hAnsi="Arial"/>
      <w:szCs w:val="24"/>
    </w:rPr>
  </w:style>
  <w:style w:type="character" w:customStyle="1" w:styleId="BodyText10Char">
    <w:name w:val="Body Text 10 Char"/>
    <w:basedOn w:val="DefaultParagraphFont"/>
    <w:link w:val="BodyText10"/>
    <w:uiPriority w:val="99"/>
    <w:locked/>
    <w:rsid w:val="00A434A4"/>
    <w:rPr>
      <w:rFonts w:ascii="Arial" w:hAnsi="Arial"/>
      <w:szCs w:val="24"/>
    </w:rPr>
  </w:style>
  <w:style w:type="paragraph" w:customStyle="1" w:styleId="BodyText10Bold">
    <w:name w:val="Body Text 10 Bold"/>
    <w:basedOn w:val="BodyText10"/>
    <w:next w:val="BodyText10"/>
    <w:link w:val="BodyText10BoldCharChar"/>
    <w:uiPriority w:val="99"/>
    <w:rsid w:val="00A434A4"/>
    <w:rPr>
      <w:b/>
      <w:bCs/>
    </w:rPr>
  </w:style>
  <w:style w:type="character" w:customStyle="1" w:styleId="BodyText10BoldCharChar">
    <w:name w:val="Body Text 10 Bold Char Char"/>
    <w:basedOn w:val="DefaultParagraphFont"/>
    <w:link w:val="BodyText10Bold"/>
    <w:uiPriority w:val="99"/>
    <w:locked/>
    <w:rsid w:val="00A434A4"/>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A434A4"/>
    <w:pPr>
      <w:jc w:val="center"/>
    </w:pPr>
    <w:rPr>
      <w:b/>
      <w:bCs/>
      <w:sz w:val="22"/>
    </w:rPr>
  </w:style>
  <w:style w:type="character" w:customStyle="1" w:styleId="BodyText10BoldCenterChar">
    <w:name w:val="Body Text 10 Bold Center Char"/>
    <w:basedOn w:val="BodyTextChar"/>
    <w:link w:val="BodyText10BoldCenter"/>
    <w:uiPriority w:val="99"/>
    <w:rsid w:val="00A434A4"/>
    <w:rPr>
      <w:rFonts w:ascii="Arial" w:hAnsi="Arial"/>
      <w:b/>
      <w:bCs/>
      <w:sz w:val="22"/>
      <w:szCs w:val="24"/>
    </w:rPr>
  </w:style>
  <w:style w:type="paragraph" w:customStyle="1" w:styleId="BodyText10Bullet">
    <w:name w:val="Body Text 10 Bullet"/>
    <w:basedOn w:val="BodyText10"/>
    <w:link w:val="BodyText10BulletChar"/>
    <w:uiPriority w:val="99"/>
    <w:rsid w:val="00A434A4"/>
    <w:pPr>
      <w:numPr>
        <w:numId w:val="36"/>
      </w:numPr>
    </w:pPr>
  </w:style>
  <w:style w:type="character" w:customStyle="1" w:styleId="BodyText10BulletChar">
    <w:name w:val="Body Text 10 Bullet Char"/>
    <w:basedOn w:val="DefaultParagraphFont"/>
    <w:link w:val="BodyText10Bullet"/>
    <w:uiPriority w:val="99"/>
    <w:locked/>
    <w:rsid w:val="00A434A4"/>
    <w:rPr>
      <w:rFonts w:ascii="Arial" w:hAnsi="Arial"/>
      <w:szCs w:val="24"/>
    </w:rPr>
  </w:style>
  <w:style w:type="paragraph" w:customStyle="1" w:styleId="BodyText10Caps">
    <w:name w:val="Body Text 10 Caps"/>
    <w:basedOn w:val="BodyText10"/>
    <w:link w:val="BodyText10CapsChar"/>
    <w:qFormat/>
    <w:rsid w:val="00A434A4"/>
    <w:rPr>
      <w:caps/>
    </w:rPr>
  </w:style>
  <w:style w:type="character" w:customStyle="1" w:styleId="BodyText10CapsChar">
    <w:name w:val="Body Text 10 Caps Char"/>
    <w:basedOn w:val="BodyText10Char"/>
    <w:link w:val="BodyText10Caps"/>
    <w:rsid w:val="00A434A4"/>
    <w:rPr>
      <w:rFonts w:ascii="Arial" w:hAnsi="Arial"/>
      <w:caps/>
      <w:szCs w:val="24"/>
    </w:rPr>
  </w:style>
  <w:style w:type="paragraph" w:customStyle="1" w:styleId="BodyText10Center">
    <w:name w:val="Body Text 10 Center"/>
    <w:basedOn w:val="BodyText10"/>
    <w:next w:val="BodyText10"/>
    <w:link w:val="BodyText10CenterChar"/>
    <w:uiPriority w:val="99"/>
    <w:rsid w:val="00A434A4"/>
    <w:pPr>
      <w:jc w:val="center"/>
    </w:pPr>
  </w:style>
  <w:style w:type="character" w:customStyle="1" w:styleId="BodyText10CenterChar">
    <w:name w:val="Body Text 10 Center Char"/>
    <w:basedOn w:val="DefaultParagraphFont"/>
    <w:link w:val="BodyText10Center"/>
    <w:uiPriority w:val="99"/>
    <w:locked/>
    <w:rsid w:val="00A434A4"/>
    <w:rPr>
      <w:rFonts w:ascii="Arial" w:hAnsi="Arial"/>
      <w:szCs w:val="24"/>
    </w:rPr>
  </w:style>
  <w:style w:type="paragraph" w:customStyle="1" w:styleId="BodyText10Glossary">
    <w:name w:val="Body Text 10 Glossary"/>
    <w:basedOn w:val="BodyText10"/>
    <w:next w:val="BodyText10"/>
    <w:link w:val="BodyText10GlossaryChar"/>
    <w:qFormat/>
    <w:rsid w:val="00A434A4"/>
  </w:style>
  <w:style w:type="character" w:customStyle="1" w:styleId="BodyText10GlossaryChar">
    <w:name w:val="Body Text 10 Glossary Char"/>
    <w:basedOn w:val="BodyText10Char"/>
    <w:link w:val="BodyText10Glossary"/>
    <w:rsid w:val="00A434A4"/>
    <w:rPr>
      <w:rFonts w:ascii="Arial" w:hAnsi="Arial"/>
      <w:szCs w:val="24"/>
    </w:rPr>
  </w:style>
  <w:style w:type="paragraph" w:customStyle="1" w:styleId="BodyText10Italic">
    <w:name w:val="Body Text 10 Italic"/>
    <w:basedOn w:val="BodyText10"/>
    <w:next w:val="BodyText10"/>
    <w:link w:val="BodyText10ItalicChar"/>
    <w:qFormat/>
    <w:rsid w:val="00A434A4"/>
    <w:rPr>
      <w:i/>
    </w:rPr>
  </w:style>
  <w:style w:type="character" w:customStyle="1" w:styleId="BodyText10ItalicChar">
    <w:name w:val="Body Text 10 Italic Char"/>
    <w:basedOn w:val="BodyText10Char"/>
    <w:link w:val="BodyText10Italic"/>
    <w:rsid w:val="00A434A4"/>
    <w:rPr>
      <w:rFonts w:ascii="Arial" w:hAnsi="Arial"/>
      <w:i/>
      <w:szCs w:val="24"/>
    </w:rPr>
  </w:style>
  <w:style w:type="character" w:customStyle="1" w:styleId="FooterChar">
    <w:name w:val="Footer Char"/>
    <w:basedOn w:val="DefaultParagraphFont"/>
    <w:link w:val="Footer"/>
    <w:rsid w:val="00A434A4"/>
    <w:rPr>
      <w:rFonts w:ascii="Arial Narrow" w:hAnsi="Arial Narrow"/>
      <w:sz w:val="18"/>
    </w:rPr>
  </w:style>
  <w:style w:type="paragraph" w:customStyle="1" w:styleId="BodyText10ItalicBorders">
    <w:name w:val="Body Text 10 Italic Borders"/>
    <w:basedOn w:val="Footer"/>
    <w:qFormat/>
    <w:rsid w:val="00A434A4"/>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A434A4"/>
    <w:pPr>
      <w:numPr>
        <w:numId w:val="37"/>
      </w:numPr>
    </w:pPr>
    <w:rPr>
      <w:sz w:val="22"/>
    </w:rPr>
  </w:style>
  <w:style w:type="character" w:customStyle="1" w:styleId="BodyText10NumberCharChar">
    <w:name w:val="Body Text 10 Number Char Char"/>
    <w:basedOn w:val="BodyTextChar"/>
    <w:link w:val="BodyText10Number"/>
    <w:uiPriority w:val="99"/>
    <w:locked/>
    <w:rsid w:val="00A434A4"/>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A434A4"/>
    <w:rPr>
      <w:u w:val="single"/>
    </w:rPr>
  </w:style>
  <w:style w:type="character" w:customStyle="1" w:styleId="BodyText10UnderlineChar">
    <w:name w:val="Body Text 10 Underline Char"/>
    <w:basedOn w:val="DefaultParagraphFont"/>
    <w:link w:val="BodyText10Underline"/>
    <w:uiPriority w:val="99"/>
    <w:locked/>
    <w:rsid w:val="00A434A4"/>
    <w:rPr>
      <w:rFonts w:ascii="Arial" w:hAnsi="Arial"/>
      <w:szCs w:val="24"/>
      <w:u w:val="single"/>
    </w:rPr>
  </w:style>
  <w:style w:type="paragraph" w:customStyle="1" w:styleId="BodyTextBold">
    <w:name w:val="Body Text Bold"/>
    <w:basedOn w:val="BodyText"/>
    <w:next w:val="BodyText"/>
    <w:link w:val="BodyTextBoldChar"/>
    <w:uiPriority w:val="99"/>
    <w:rsid w:val="00A434A4"/>
    <w:rPr>
      <w:b/>
      <w:bCs/>
    </w:rPr>
  </w:style>
  <w:style w:type="character" w:customStyle="1" w:styleId="BodyTextBoldChar">
    <w:name w:val="Body Text Bold Char"/>
    <w:basedOn w:val="BodyTextChar"/>
    <w:link w:val="BodyTextBold"/>
    <w:uiPriority w:val="99"/>
    <w:locked/>
    <w:rsid w:val="00A434A4"/>
    <w:rPr>
      <w:rFonts w:ascii="Arial" w:hAnsi="Arial"/>
      <w:b/>
      <w:bCs/>
      <w:sz w:val="22"/>
    </w:rPr>
  </w:style>
  <w:style w:type="paragraph" w:customStyle="1" w:styleId="BodyTextBoldUnderline">
    <w:name w:val="Body Text Bold Underline"/>
    <w:basedOn w:val="BodyTextBold"/>
    <w:link w:val="BodyTextBoldUnderlineChar"/>
    <w:rsid w:val="00A434A4"/>
    <w:rPr>
      <w:u w:val="single"/>
    </w:rPr>
  </w:style>
  <w:style w:type="character" w:customStyle="1" w:styleId="BodyTextBoldUnderlineChar">
    <w:name w:val="Body Text Bold Underline Char"/>
    <w:basedOn w:val="BodyTextBoldChar"/>
    <w:link w:val="BodyTextBoldUnderline"/>
    <w:rsid w:val="00A434A4"/>
    <w:rPr>
      <w:rFonts w:ascii="Arial" w:hAnsi="Arial"/>
      <w:b/>
      <w:bCs/>
      <w:sz w:val="22"/>
      <w:u w:val="single"/>
    </w:rPr>
  </w:style>
  <w:style w:type="paragraph" w:customStyle="1" w:styleId="BodyTextBullet">
    <w:name w:val="Body Text Bullet"/>
    <w:basedOn w:val="BodyText"/>
    <w:link w:val="BodyTextBulletChar"/>
    <w:uiPriority w:val="99"/>
    <w:rsid w:val="00A434A4"/>
    <w:pPr>
      <w:numPr>
        <w:numId w:val="38"/>
      </w:numPr>
      <w:spacing w:before="0" w:after="0"/>
    </w:pPr>
  </w:style>
  <w:style w:type="character" w:customStyle="1" w:styleId="BodyTextBulletChar">
    <w:name w:val="Body Text Bullet Char"/>
    <w:basedOn w:val="DefaultParagraphFont"/>
    <w:link w:val="BodyTextBullet"/>
    <w:uiPriority w:val="99"/>
    <w:locked/>
    <w:rsid w:val="00A434A4"/>
    <w:rPr>
      <w:rFonts w:ascii="Arial" w:hAnsi="Arial"/>
      <w:sz w:val="22"/>
    </w:rPr>
  </w:style>
  <w:style w:type="paragraph" w:customStyle="1" w:styleId="BodyTextBulletLevel2">
    <w:name w:val="Body Text Bullet Level 2"/>
    <w:basedOn w:val="BodyTextBullet"/>
    <w:link w:val="BodyTextBulletLevel2Char"/>
    <w:uiPriority w:val="99"/>
    <w:rsid w:val="00A434A4"/>
    <w:pPr>
      <w:numPr>
        <w:numId w:val="39"/>
      </w:numPr>
    </w:pPr>
    <w:rPr>
      <w:lang w:eastAsia="ar-SA"/>
    </w:rPr>
  </w:style>
  <w:style w:type="character" w:customStyle="1" w:styleId="BodyTextBulletLevel2Char">
    <w:name w:val="Body Text Bullet Level 2 Char"/>
    <w:basedOn w:val="BodyTextBulletChar"/>
    <w:link w:val="BodyTextBulletLevel2"/>
    <w:uiPriority w:val="99"/>
    <w:locked/>
    <w:rsid w:val="00A434A4"/>
    <w:rPr>
      <w:rFonts w:ascii="Arial" w:hAnsi="Arial"/>
      <w:sz w:val="22"/>
      <w:lang w:eastAsia="ar-SA"/>
    </w:rPr>
  </w:style>
  <w:style w:type="paragraph" w:customStyle="1" w:styleId="BODYTEXTCAPS">
    <w:name w:val="BODY TEXT CAPS"/>
    <w:basedOn w:val="BodyText"/>
    <w:link w:val="BODYTEXTCAPSChar"/>
    <w:uiPriority w:val="99"/>
    <w:rsid w:val="00A434A4"/>
    <w:rPr>
      <w:caps/>
    </w:rPr>
  </w:style>
  <w:style w:type="character" w:customStyle="1" w:styleId="BODYTEXTCAPSChar">
    <w:name w:val="BODY TEXT CAPS Char"/>
    <w:basedOn w:val="BodyTextChar"/>
    <w:link w:val="BODYTEXTCAPS"/>
    <w:uiPriority w:val="99"/>
    <w:locked/>
    <w:rsid w:val="00A434A4"/>
    <w:rPr>
      <w:rFonts w:ascii="Arial" w:hAnsi="Arial"/>
      <w:caps/>
      <w:sz w:val="22"/>
    </w:rPr>
  </w:style>
  <w:style w:type="paragraph" w:customStyle="1" w:styleId="BodyTextCenter">
    <w:name w:val="Body Text Center"/>
    <w:basedOn w:val="BodyText"/>
    <w:link w:val="BodyTextCenterChar"/>
    <w:uiPriority w:val="99"/>
    <w:rsid w:val="00A434A4"/>
    <w:pPr>
      <w:jc w:val="center"/>
    </w:pPr>
  </w:style>
  <w:style w:type="character" w:customStyle="1" w:styleId="BodyTextCenterChar">
    <w:name w:val="Body Text Center Char"/>
    <w:basedOn w:val="DefaultParagraphFont"/>
    <w:link w:val="BodyTextCenter"/>
    <w:uiPriority w:val="99"/>
    <w:locked/>
    <w:rsid w:val="00A434A4"/>
    <w:rPr>
      <w:rFonts w:ascii="Arial" w:hAnsi="Arial"/>
      <w:sz w:val="22"/>
    </w:rPr>
  </w:style>
  <w:style w:type="paragraph" w:customStyle="1" w:styleId="BodyTextCenterNoSpace">
    <w:name w:val="Body Text Center No Space"/>
    <w:basedOn w:val="BodyText"/>
    <w:link w:val="BodyTextCenterNoSpaceChar"/>
    <w:uiPriority w:val="99"/>
    <w:rsid w:val="00A434A4"/>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A434A4"/>
    <w:rPr>
      <w:rFonts w:ascii="Arial" w:hAnsi="Arial"/>
      <w:bCs/>
      <w:sz w:val="22"/>
    </w:rPr>
  </w:style>
  <w:style w:type="paragraph" w:customStyle="1" w:styleId="BodyTextGlossary">
    <w:name w:val="Body Text Glossary"/>
    <w:basedOn w:val="BodyText"/>
    <w:next w:val="BodyText"/>
    <w:link w:val="BodyTextGlossaryChar"/>
    <w:qFormat/>
    <w:rsid w:val="00A434A4"/>
  </w:style>
  <w:style w:type="character" w:customStyle="1" w:styleId="BodyTextGlossaryChar">
    <w:name w:val="Body Text Glossary Char"/>
    <w:basedOn w:val="BodyTextChar"/>
    <w:link w:val="BodyTextGlossary"/>
    <w:rsid w:val="00A434A4"/>
    <w:rPr>
      <w:rFonts w:ascii="Arial" w:hAnsi="Arial"/>
      <w:sz w:val="22"/>
    </w:rPr>
  </w:style>
  <w:style w:type="paragraph" w:styleId="BodyTextIndent">
    <w:name w:val="Body Text Indent"/>
    <w:basedOn w:val="Normal"/>
    <w:link w:val="BodyTextIndentChar"/>
    <w:unhideWhenUsed/>
    <w:rsid w:val="00A434A4"/>
    <w:pPr>
      <w:ind w:left="360"/>
    </w:pPr>
  </w:style>
  <w:style w:type="character" w:customStyle="1" w:styleId="BodyTextIndentChar">
    <w:name w:val="Body Text Indent Char"/>
    <w:basedOn w:val="DefaultParagraphFont"/>
    <w:link w:val="BodyTextIndent"/>
    <w:rsid w:val="00A434A4"/>
    <w:rPr>
      <w:rFonts w:ascii="Arial" w:hAnsi="Arial"/>
      <w:sz w:val="22"/>
    </w:rPr>
  </w:style>
  <w:style w:type="paragraph" w:customStyle="1" w:styleId="BodyTextItalic">
    <w:name w:val="Body Text Italic"/>
    <w:basedOn w:val="BodyText"/>
    <w:next w:val="BodyText"/>
    <w:link w:val="BodyTextItalicChar"/>
    <w:uiPriority w:val="99"/>
    <w:rsid w:val="00A434A4"/>
    <w:rPr>
      <w:i/>
    </w:rPr>
  </w:style>
  <w:style w:type="character" w:customStyle="1" w:styleId="BodyTextItalicChar">
    <w:name w:val="Body Text Italic Char"/>
    <w:basedOn w:val="DefaultParagraphFont"/>
    <w:link w:val="BodyTextItalic"/>
    <w:uiPriority w:val="99"/>
    <w:locked/>
    <w:rsid w:val="00A434A4"/>
    <w:rPr>
      <w:rFonts w:ascii="Arial" w:hAnsi="Arial"/>
      <w:i/>
      <w:sz w:val="22"/>
    </w:rPr>
  </w:style>
  <w:style w:type="paragraph" w:customStyle="1" w:styleId="BodyTextNoSpace">
    <w:name w:val="Body Text No Space"/>
    <w:basedOn w:val="BodyTextCenterNoSpace"/>
    <w:link w:val="BodyTextNoSpaceChar"/>
    <w:qFormat/>
    <w:rsid w:val="00A434A4"/>
    <w:pPr>
      <w:jc w:val="left"/>
    </w:pPr>
  </w:style>
  <w:style w:type="character" w:customStyle="1" w:styleId="BodyTextNoSpaceChar">
    <w:name w:val="Body Text No Space Char"/>
    <w:basedOn w:val="BodyTextCenterNoSpaceChar"/>
    <w:link w:val="BodyTextNoSpace"/>
    <w:rsid w:val="00A434A4"/>
    <w:rPr>
      <w:rFonts w:ascii="Arial" w:hAnsi="Arial"/>
      <w:bCs/>
      <w:sz w:val="22"/>
    </w:rPr>
  </w:style>
  <w:style w:type="paragraph" w:customStyle="1" w:styleId="BodyTextNumber">
    <w:name w:val="Body Text Number"/>
    <w:link w:val="BodyTextNumberChar"/>
    <w:uiPriority w:val="99"/>
    <w:rsid w:val="00A434A4"/>
    <w:pPr>
      <w:numPr>
        <w:numId w:val="40"/>
      </w:numPr>
    </w:pPr>
    <w:rPr>
      <w:rFonts w:ascii="Arial" w:hAnsi="Arial"/>
      <w:sz w:val="22"/>
      <w:szCs w:val="24"/>
    </w:rPr>
  </w:style>
  <w:style w:type="character" w:customStyle="1" w:styleId="BodyTextNumberChar">
    <w:name w:val="Body Text Number Char"/>
    <w:basedOn w:val="DefaultParagraphFont"/>
    <w:link w:val="BodyTextNumber"/>
    <w:uiPriority w:val="99"/>
    <w:locked/>
    <w:rsid w:val="00A434A4"/>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A434A4"/>
    <w:pPr>
      <w:numPr>
        <w:numId w:val="41"/>
      </w:numPr>
    </w:pPr>
  </w:style>
  <w:style w:type="character" w:customStyle="1" w:styleId="BodyTextNumberLetterLevel2Char">
    <w:name w:val="Body Text Number Letter Level 2 Char"/>
    <w:basedOn w:val="BodyTextNumberChar"/>
    <w:link w:val="BodyTextNumberLetterLevel2"/>
    <w:uiPriority w:val="99"/>
    <w:locked/>
    <w:rsid w:val="00A434A4"/>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A434A4"/>
    <w:pPr>
      <w:ind w:left="720"/>
    </w:pPr>
  </w:style>
  <w:style w:type="character" w:customStyle="1" w:styleId="BodyTextNumberStepResultsNotesChar">
    <w:name w:val="Body Text Number Step Results/Notes Char"/>
    <w:basedOn w:val="DefaultParagraphFont"/>
    <w:link w:val="BodyTextNumberStepResultsNotes"/>
    <w:uiPriority w:val="99"/>
    <w:locked/>
    <w:rsid w:val="00A434A4"/>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A434A4"/>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A434A4"/>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A434A4"/>
    <w:pPr>
      <w:numPr>
        <w:numId w:val="42"/>
      </w:numPr>
    </w:pPr>
  </w:style>
  <w:style w:type="character" w:customStyle="1" w:styleId="BodyTextNumberStepResultsNotesBulletChar">
    <w:name w:val="Body Text Number Step Results/Notes Bullet Char"/>
    <w:basedOn w:val="BodyTextNumberStepResultsNotesChar"/>
    <w:link w:val="BodyTextNumberStepResultsNotesBullet"/>
    <w:rsid w:val="00A434A4"/>
    <w:rPr>
      <w:rFonts w:ascii="Arial" w:hAnsi="Arial"/>
      <w:sz w:val="22"/>
    </w:rPr>
  </w:style>
  <w:style w:type="paragraph" w:customStyle="1" w:styleId="BodyTextRight">
    <w:name w:val="Body Text Right"/>
    <w:basedOn w:val="BodyText"/>
    <w:link w:val="BodyTextRightChar"/>
    <w:qFormat/>
    <w:rsid w:val="00A434A4"/>
    <w:pPr>
      <w:jc w:val="right"/>
    </w:pPr>
    <w:rPr>
      <w:szCs w:val="24"/>
    </w:rPr>
  </w:style>
  <w:style w:type="character" w:customStyle="1" w:styleId="BodyTextRightChar">
    <w:name w:val="Body Text Right Char"/>
    <w:basedOn w:val="BodyTextChar"/>
    <w:link w:val="BodyTextRight"/>
    <w:rsid w:val="00A434A4"/>
    <w:rPr>
      <w:rFonts w:ascii="Arial" w:hAnsi="Arial"/>
      <w:sz w:val="22"/>
      <w:szCs w:val="24"/>
    </w:rPr>
  </w:style>
  <w:style w:type="paragraph" w:customStyle="1" w:styleId="BodyTextUnderline">
    <w:name w:val="Body Text Underline"/>
    <w:basedOn w:val="BodyText"/>
    <w:next w:val="BodyText"/>
    <w:link w:val="BodyTextUnderlineChar"/>
    <w:uiPriority w:val="99"/>
    <w:rsid w:val="00A434A4"/>
    <w:rPr>
      <w:u w:val="single"/>
    </w:rPr>
  </w:style>
  <w:style w:type="character" w:customStyle="1" w:styleId="BodyTextUnderlineChar">
    <w:name w:val="Body Text Underline Char"/>
    <w:basedOn w:val="BodyTextChar"/>
    <w:link w:val="BodyTextUnderline"/>
    <w:uiPriority w:val="99"/>
    <w:locked/>
    <w:rsid w:val="00A434A4"/>
    <w:rPr>
      <w:rFonts w:ascii="Arial" w:hAnsi="Arial"/>
      <w:sz w:val="22"/>
      <w:u w:val="single"/>
    </w:rPr>
  </w:style>
  <w:style w:type="character" w:customStyle="1" w:styleId="CaptionChar">
    <w:name w:val="Caption Char"/>
    <w:link w:val="Caption"/>
    <w:uiPriority w:val="35"/>
    <w:locked/>
    <w:rsid w:val="00A434A4"/>
    <w:rPr>
      <w:rFonts w:ascii="Arial Narrow" w:hAnsi="Arial Narrow"/>
      <w:b/>
      <w:bCs/>
    </w:rPr>
  </w:style>
  <w:style w:type="paragraph" w:customStyle="1" w:styleId="CoverDocumentName">
    <w:name w:val="Cover Document Name"/>
    <w:basedOn w:val="Normal"/>
    <w:rsid w:val="00A434A4"/>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A434A4"/>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A434A4"/>
    <w:rPr>
      <w:rFonts w:ascii="Arial Narrow" w:hAnsi="Arial Narrow"/>
      <w:b/>
      <w:color w:val="000000" w:themeColor="text1"/>
      <w:sz w:val="40"/>
    </w:rPr>
  </w:style>
  <w:style w:type="paragraph" w:customStyle="1" w:styleId="CoverProjectName">
    <w:name w:val="Cover Project Name"/>
    <w:basedOn w:val="Normal"/>
    <w:rsid w:val="00A434A4"/>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A434A4"/>
    <w:pPr>
      <w:jc w:val="right"/>
    </w:pPr>
    <w:rPr>
      <w:rFonts w:ascii="Arial Narrow" w:hAnsi="Arial Narrow"/>
      <w:b/>
      <w:bCs/>
      <w:sz w:val="32"/>
    </w:rPr>
  </w:style>
  <w:style w:type="character" w:customStyle="1" w:styleId="CoverTextChar">
    <w:name w:val="Cover Text Char"/>
    <w:basedOn w:val="DefaultParagraphFont"/>
    <w:link w:val="CoverText"/>
    <w:rsid w:val="00A434A4"/>
    <w:rPr>
      <w:rFonts w:ascii="Arial Narrow" w:hAnsi="Arial Narrow"/>
      <w:b/>
      <w:bCs/>
      <w:sz w:val="32"/>
    </w:rPr>
  </w:style>
  <w:style w:type="paragraph" w:customStyle="1" w:styleId="CoverTextDate">
    <w:name w:val="Cover Text Date"/>
    <w:basedOn w:val="CoverText"/>
    <w:link w:val="CoverTextDateChar"/>
    <w:qFormat/>
    <w:rsid w:val="00A434A4"/>
    <w:pPr>
      <w:spacing w:after="4100"/>
    </w:pPr>
  </w:style>
  <w:style w:type="character" w:customStyle="1" w:styleId="CoverTextDateChar">
    <w:name w:val="Cover Text Date Char"/>
    <w:basedOn w:val="CoverTextChar"/>
    <w:link w:val="CoverTextDate"/>
    <w:rsid w:val="00A434A4"/>
    <w:rPr>
      <w:rFonts w:ascii="Arial Narrow" w:hAnsi="Arial Narrow"/>
      <w:b/>
      <w:bCs/>
      <w:sz w:val="32"/>
    </w:rPr>
  </w:style>
  <w:style w:type="paragraph" w:customStyle="1" w:styleId="FigureCaption">
    <w:name w:val="Figure Caption"/>
    <w:basedOn w:val="Caption"/>
    <w:next w:val="BodyText"/>
    <w:uiPriority w:val="99"/>
    <w:rsid w:val="00A434A4"/>
    <w:pPr>
      <w:keepNext w:val="0"/>
      <w:spacing w:before="0" w:after="300"/>
    </w:pPr>
    <w:rPr>
      <w:rFonts w:eastAsia="Batang"/>
      <w:szCs w:val="24"/>
    </w:rPr>
  </w:style>
  <w:style w:type="character" w:customStyle="1" w:styleId="FootnoteTextChar">
    <w:name w:val="Footnote Text Char"/>
    <w:basedOn w:val="DefaultParagraphFont"/>
    <w:link w:val="FootnoteText"/>
    <w:rsid w:val="00A434A4"/>
    <w:rPr>
      <w:rFonts w:ascii="Arial" w:hAnsi="Arial"/>
      <w:sz w:val="18"/>
    </w:rPr>
  </w:style>
  <w:style w:type="character" w:customStyle="1" w:styleId="HeaderChar">
    <w:name w:val="Header Char"/>
    <w:basedOn w:val="DefaultParagraphFont"/>
    <w:link w:val="Header"/>
    <w:rsid w:val="00A434A4"/>
    <w:rPr>
      <w:rFonts w:ascii="Arial Narrow" w:hAnsi="Arial Narrow"/>
      <w:sz w:val="18"/>
    </w:rPr>
  </w:style>
  <w:style w:type="character" w:customStyle="1" w:styleId="Hyperlink10">
    <w:name w:val="Hyperlink 10"/>
    <w:basedOn w:val="Hyperlink"/>
    <w:uiPriority w:val="99"/>
    <w:rsid w:val="00A434A4"/>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A434A4"/>
    <w:rPr>
      <w:i/>
      <w:color w:val="0000FF"/>
      <w:sz w:val="24"/>
      <w:lang w:eastAsia="ar-SA"/>
    </w:rPr>
  </w:style>
  <w:style w:type="character" w:customStyle="1" w:styleId="InstructionalTextChar">
    <w:name w:val="Instructional Text Char"/>
    <w:basedOn w:val="BodyTextChar"/>
    <w:link w:val="InstructionalText"/>
    <w:rsid w:val="00A434A4"/>
    <w:rPr>
      <w:rFonts w:ascii="Arial" w:hAnsi="Arial"/>
      <w:i/>
      <w:color w:val="0000FF"/>
      <w:sz w:val="24"/>
      <w:lang w:eastAsia="ar-SA"/>
    </w:rPr>
  </w:style>
  <w:style w:type="paragraph" w:customStyle="1" w:styleId="InstructionalTextUnderline">
    <w:name w:val="Instructional Text  Underline"/>
    <w:link w:val="InstructionalTextUnderlineChar"/>
    <w:rsid w:val="00A434A4"/>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A434A4"/>
    <w:rPr>
      <w:rFonts w:ascii="Arial" w:hAnsi="Arial"/>
      <w:i/>
      <w:iCs/>
      <w:color w:val="0000FF"/>
      <w:sz w:val="24"/>
      <w:szCs w:val="24"/>
      <w:u w:val="single"/>
    </w:rPr>
  </w:style>
  <w:style w:type="paragraph" w:customStyle="1" w:styleId="InstructionalTextBullet">
    <w:name w:val="Instructional Text Bullet"/>
    <w:basedOn w:val="BodyTextBullet"/>
    <w:qFormat/>
    <w:rsid w:val="00A434A4"/>
    <w:pPr>
      <w:numPr>
        <w:numId w:val="44"/>
      </w:numPr>
      <w:spacing w:after="60"/>
    </w:pPr>
    <w:rPr>
      <w:i/>
      <w:color w:val="0000FF"/>
      <w:sz w:val="24"/>
      <w:szCs w:val="24"/>
    </w:rPr>
  </w:style>
  <w:style w:type="paragraph" w:customStyle="1" w:styleId="InstructionalTextBulletLevel2">
    <w:name w:val="Instructional Text Bullet Level 2"/>
    <w:basedOn w:val="InstructionalTextBullet"/>
    <w:qFormat/>
    <w:rsid w:val="00A434A4"/>
    <w:pPr>
      <w:numPr>
        <w:numId w:val="45"/>
      </w:numPr>
    </w:pPr>
  </w:style>
  <w:style w:type="paragraph" w:customStyle="1" w:styleId="InstructionalTextNumber">
    <w:name w:val="Instructional Text Number"/>
    <w:basedOn w:val="Normal"/>
    <w:qFormat/>
    <w:rsid w:val="00A434A4"/>
    <w:pPr>
      <w:numPr>
        <w:numId w:val="46"/>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A434A4"/>
    <w:pPr>
      <w:numPr>
        <w:ilvl w:val="1"/>
        <w:numId w:val="47"/>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BD3BF9"/>
    <w:pPr>
      <w:spacing w:before="20"/>
    </w:pPr>
    <w:rPr>
      <w:sz w:val="20"/>
    </w:rPr>
  </w:style>
  <w:style w:type="character" w:customStyle="1" w:styleId="InstructionalTextTableText10Char">
    <w:name w:val="Instructional Text Table Text 10 Char"/>
    <w:basedOn w:val="InstructionalTextChar"/>
    <w:link w:val="InstructionalTextTableText10"/>
    <w:rsid w:val="00BD3BF9"/>
    <w:rPr>
      <w:rFonts w:ascii="Arial" w:hAnsi="Arial"/>
      <w:i/>
      <w:color w:val="0000FF"/>
      <w:sz w:val="24"/>
      <w:lang w:eastAsia="ar-SA"/>
    </w:rPr>
  </w:style>
  <w:style w:type="paragraph" w:customStyle="1" w:styleId="InstructionalTextUnderline0">
    <w:name w:val="Instructional Text Underline"/>
    <w:link w:val="InstructionalTextUnderlineChar0"/>
    <w:rsid w:val="00A434A4"/>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A434A4"/>
    <w:rPr>
      <w:rFonts w:ascii="Arial" w:hAnsi="Arial"/>
      <w:i/>
      <w:iCs/>
      <w:color w:val="0000FF"/>
      <w:sz w:val="24"/>
      <w:u w:val="single"/>
      <w:lang w:eastAsia="ar-SA"/>
    </w:rPr>
  </w:style>
  <w:style w:type="paragraph" w:customStyle="1" w:styleId="ParagraphSpacer10">
    <w:name w:val="Paragraph Spacer 10"/>
    <w:next w:val="BodyText"/>
    <w:uiPriority w:val="99"/>
    <w:rsid w:val="00A434A4"/>
    <w:rPr>
      <w:rFonts w:ascii="Arial" w:hAnsi="Arial"/>
      <w:szCs w:val="24"/>
    </w:rPr>
  </w:style>
  <w:style w:type="paragraph" w:customStyle="1" w:styleId="ParagraphSpacer6">
    <w:name w:val="Paragraph Spacer 6"/>
    <w:uiPriority w:val="99"/>
    <w:rsid w:val="00A434A4"/>
    <w:rPr>
      <w:rFonts w:ascii="Arial" w:hAnsi="Arial"/>
      <w:sz w:val="12"/>
      <w:szCs w:val="24"/>
    </w:rPr>
  </w:style>
  <w:style w:type="paragraph" w:customStyle="1" w:styleId="SignatureText">
    <w:name w:val="Signature Text"/>
    <w:basedOn w:val="Normal"/>
    <w:link w:val="SignatureTextChar"/>
    <w:qFormat/>
    <w:rsid w:val="00A434A4"/>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A434A4"/>
    <w:rPr>
      <w:rFonts w:ascii="Arial" w:hAnsi="Arial"/>
    </w:rPr>
  </w:style>
  <w:style w:type="paragraph" w:customStyle="1" w:styleId="TableText10">
    <w:name w:val="Table Text 10"/>
    <w:basedOn w:val="Normal"/>
    <w:link w:val="TableText10Char"/>
    <w:rsid w:val="00A434A4"/>
    <w:pPr>
      <w:spacing w:before="20"/>
    </w:pPr>
    <w:rPr>
      <w:sz w:val="20"/>
    </w:rPr>
  </w:style>
  <w:style w:type="character" w:customStyle="1" w:styleId="TableText10Char">
    <w:name w:val="Table Text 10 Char"/>
    <w:basedOn w:val="DefaultParagraphFont"/>
    <w:link w:val="TableText10"/>
    <w:locked/>
    <w:rsid w:val="00A434A4"/>
    <w:rPr>
      <w:rFonts w:ascii="Arial" w:hAnsi="Arial"/>
    </w:rPr>
  </w:style>
  <w:style w:type="paragraph" w:customStyle="1" w:styleId="TableText10Bold">
    <w:name w:val="Table Text 10 Bold"/>
    <w:basedOn w:val="TableText10"/>
    <w:next w:val="TableText10"/>
    <w:link w:val="TableText10BoldChar"/>
    <w:uiPriority w:val="99"/>
    <w:rsid w:val="00A434A4"/>
    <w:rPr>
      <w:b/>
    </w:rPr>
  </w:style>
  <w:style w:type="character" w:customStyle="1" w:styleId="TableText10BoldChar">
    <w:name w:val="Table Text 10 Bold Char"/>
    <w:basedOn w:val="TableText10Char"/>
    <w:link w:val="TableText10Bold"/>
    <w:uiPriority w:val="99"/>
    <w:locked/>
    <w:rsid w:val="00A434A4"/>
    <w:rPr>
      <w:rFonts w:ascii="Arial" w:hAnsi="Arial"/>
      <w:b/>
    </w:rPr>
  </w:style>
  <w:style w:type="paragraph" w:customStyle="1" w:styleId="TableText10Bullet">
    <w:name w:val="Table Text 10 Bullet"/>
    <w:basedOn w:val="TableText10"/>
    <w:link w:val="TableText10BulletChar"/>
    <w:uiPriority w:val="99"/>
    <w:rsid w:val="00A434A4"/>
    <w:pPr>
      <w:numPr>
        <w:numId w:val="48"/>
      </w:numPr>
    </w:pPr>
  </w:style>
  <w:style w:type="character" w:customStyle="1" w:styleId="TableText10BulletChar">
    <w:name w:val="Table Text 10 Bullet Char"/>
    <w:basedOn w:val="DefaultParagraphFont"/>
    <w:link w:val="TableText10Bullet"/>
    <w:uiPriority w:val="99"/>
    <w:locked/>
    <w:rsid w:val="00A434A4"/>
    <w:rPr>
      <w:rFonts w:ascii="Arial" w:hAnsi="Arial"/>
    </w:rPr>
  </w:style>
  <w:style w:type="paragraph" w:customStyle="1" w:styleId="TableText10Center">
    <w:name w:val="Table Text 10 Center"/>
    <w:basedOn w:val="TableText10"/>
    <w:link w:val="TableText10CenterChar"/>
    <w:uiPriority w:val="99"/>
    <w:rsid w:val="00A434A4"/>
    <w:pPr>
      <w:jc w:val="center"/>
    </w:pPr>
  </w:style>
  <w:style w:type="character" w:customStyle="1" w:styleId="TableText10CenterChar">
    <w:name w:val="Table Text 10 Center Char"/>
    <w:basedOn w:val="TableText10Char"/>
    <w:link w:val="TableText10Center"/>
    <w:uiPriority w:val="99"/>
    <w:locked/>
    <w:rsid w:val="00A434A4"/>
    <w:rPr>
      <w:rFonts w:ascii="Arial" w:hAnsi="Arial"/>
    </w:rPr>
  </w:style>
  <w:style w:type="paragraph" w:customStyle="1" w:styleId="TableText10Glossary">
    <w:name w:val="Table Text 10 Glossary"/>
    <w:basedOn w:val="TableText10"/>
    <w:next w:val="TableText10"/>
    <w:link w:val="TableText10GlossaryChar"/>
    <w:qFormat/>
    <w:rsid w:val="00A434A4"/>
  </w:style>
  <w:style w:type="character" w:customStyle="1" w:styleId="TableText10GlossaryChar">
    <w:name w:val="Table Text 10 Glossary Char"/>
    <w:basedOn w:val="TableText10Char"/>
    <w:link w:val="TableText10Glossary"/>
    <w:rsid w:val="00A434A4"/>
    <w:rPr>
      <w:rFonts w:ascii="Arial" w:hAnsi="Arial"/>
    </w:rPr>
  </w:style>
  <w:style w:type="paragraph" w:customStyle="1" w:styleId="TableText10HeaderCenter">
    <w:name w:val="Table Text 10 Header Center"/>
    <w:basedOn w:val="Normal"/>
    <w:link w:val="TableText10HeaderCenterChar"/>
    <w:uiPriority w:val="99"/>
    <w:rsid w:val="00A434A4"/>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A434A4"/>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A434A4"/>
    <w:pPr>
      <w:keepNext/>
    </w:pPr>
    <w:rPr>
      <w:b/>
      <w:sz w:val="20"/>
    </w:rPr>
  </w:style>
  <w:style w:type="character" w:customStyle="1" w:styleId="TableText10HeaderLeftChar">
    <w:name w:val="Table Text 10 Header Left Char"/>
    <w:basedOn w:val="DefaultParagraphFont"/>
    <w:link w:val="TableText10HeaderLeft"/>
    <w:uiPriority w:val="99"/>
    <w:rsid w:val="00A434A4"/>
    <w:rPr>
      <w:rFonts w:ascii="Arial" w:hAnsi="Arial"/>
      <w:b/>
    </w:rPr>
  </w:style>
  <w:style w:type="paragraph" w:customStyle="1" w:styleId="TableText10Indent">
    <w:name w:val="Table Text 10 Indent"/>
    <w:basedOn w:val="TableText10"/>
    <w:link w:val="TableText10IndentChar"/>
    <w:uiPriority w:val="99"/>
    <w:rsid w:val="00A434A4"/>
    <w:pPr>
      <w:ind w:left="144"/>
    </w:pPr>
  </w:style>
  <w:style w:type="character" w:customStyle="1" w:styleId="TableText10IndentChar">
    <w:name w:val="Table Text 10 Indent Char"/>
    <w:basedOn w:val="TableText10Char"/>
    <w:link w:val="TableText10Indent"/>
    <w:uiPriority w:val="99"/>
    <w:locked/>
    <w:rsid w:val="00A434A4"/>
    <w:rPr>
      <w:rFonts w:ascii="Arial" w:hAnsi="Arial"/>
    </w:rPr>
  </w:style>
  <w:style w:type="paragraph" w:customStyle="1" w:styleId="TableText10Italic">
    <w:name w:val="Table Text 10 Italic"/>
    <w:basedOn w:val="TableText10"/>
    <w:link w:val="TableText10ItalicChar"/>
    <w:uiPriority w:val="99"/>
    <w:rsid w:val="00A434A4"/>
    <w:rPr>
      <w:i/>
      <w:iCs/>
    </w:rPr>
  </w:style>
  <w:style w:type="character" w:customStyle="1" w:styleId="TableText10ItalicChar">
    <w:name w:val="Table Text 10 Italic Char"/>
    <w:basedOn w:val="TableText10Char"/>
    <w:link w:val="TableText10Italic"/>
    <w:uiPriority w:val="99"/>
    <w:locked/>
    <w:rsid w:val="00A434A4"/>
    <w:rPr>
      <w:rFonts w:ascii="Arial" w:hAnsi="Arial"/>
      <w:i/>
      <w:iCs/>
    </w:rPr>
  </w:style>
  <w:style w:type="paragraph" w:customStyle="1" w:styleId="TableText10NoSpace">
    <w:name w:val="Table Text 10 No Space"/>
    <w:link w:val="TableText10NoSpaceChar"/>
    <w:uiPriority w:val="99"/>
    <w:rsid w:val="00A434A4"/>
    <w:rPr>
      <w:rFonts w:ascii="Arial" w:hAnsi="Arial"/>
      <w:szCs w:val="24"/>
    </w:rPr>
  </w:style>
  <w:style w:type="character" w:customStyle="1" w:styleId="TableText10NoSpaceChar">
    <w:name w:val="Table Text 10 No Space Char"/>
    <w:basedOn w:val="DefaultParagraphFont"/>
    <w:link w:val="TableText10NoSpace"/>
    <w:uiPriority w:val="99"/>
    <w:locked/>
    <w:rsid w:val="00A434A4"/>
    <w:rPr>
      <w:rFonts w:ascii="Arial" w:hAnsi="Arial"/>
      <w:szCs w:val="24"/>
    </w:rPr>
  </w:style>
  <w:style w:type="paragraph" w:customStyle="1" w:styleId="TableText10Number">
    <w:name w:val="Table Text 10 Number"/>
    <w:basedOn w:val="TableText10"/>
    <w:link w:val="TableText10NumberChar"/>
    <w:uiPriority w:val="99"/>
    <w:rsid w:val="00A434A4"/>
    <w:pPr>
      <w:numPr>
        <w:numId w:val="49"/>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A434A4"/>
    <w:rPr>
      <w:rFonts w:ascii="Arial" w:hAnsi="Arial"/>
      <w:szCs w:val="24"/>
    </w:rPr>
  </w:style>
  <w:style w:type="paragraph" w:customStyle="1" w:styleId="TableText10NumberLetter">
    <w:name w:val="Table Text 10 Number Letter"/>
    <w:basedOn w:val="TableText10Number"/>
    <w:qFormat/>
    <w:rsid w:val="00A434A4"/>
    <w:pPr>
      <w:keepNext/>
      <w:numPr>
        <w:numId w:val="50"/>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A434A4"/>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A434A4"/>
    <w:rPr>
      <w:rFonts w:ascii="Arial" w:hAnsi="Arial"/>
    </w:rPr>
  </w:style>
  <w:style w:type="paragraph" w:customStyle="1" w:styleId="TableText10Right">
    <w:name w:val="Table Text 10 Right"/>
    <w:basedOn w:val="TableText10"/>
    <w:link w:val="TableText10RightChar"/>
    <w:uiPriority w:val="99"/>
    <w:rsid w:val="00A434A4"/>
    <w:pPr>
      <w:jc w:val="right"/>
    </w:pPr>
  </w:style>
  <w:style w:type="character" w:customStyle="1" w:styleId="TableText10RightChar">
    <w:name w:val="Table Text 10 Right Char"/>
    <w:basedOn w:val="TableText10Char"/>
    <w:link w:val="TableText10Right"/>
    <w:uiPriority w:val="99"/>
    <w:locked/>
    <w:rsid w:val="00A434A4"/>
    <w:rPr>
      <w:rFonts w:ascii="Arial" w:hAnsi="Arial"/>
    </w:rPr>
  </w:style>
  <w:style w:type="paragraph" w:customStyle="1" w:styleId="TableText8">
    <w:name w:val="Table Text 8"/>
    <w:link w:val="TableText8Char"/>
    <w:uiPriority w:val="99"/>
    <w:rsid w:val="00A434A4"/>
    <w:rPr>
      <w:rFonts w:ascii="Arial" w:hAnsi="Arial"/>
      <w:sz w:val="16"/>
      <w:szCs w:val="24"/>
    </w:rPr>
  </w:style>
  <w:style w:type="character" w:customStyle="1" w:styleId="TableText8Char">
    <w:name w:val="Table Text 8 Char"/>
    <w:basedOn w:val="DefaultParagraphFont"/>
    <w:link w:val="TableText8"/>
    <w:uiPriority w:val="99"/>
    <w:locked/>
    <w:rsid w:val="00A434A4"/>
    <w:rPr>
      <w:rFonts w:ascii="Arial" w:hAnsi="Arial"/>
      <w:sz w:val="16"/>
      <w:szCs w:val="24"/>
    </w:rPr>
  </w:style>
  <w:style w:type="paragraph" w:customStyle="1" w:styleId="TableText8Bold">
    <w:name w:val="Table Text 8 Bold"/>
    <w:basedOn w:val="TableText8"/>
    <w:next w:val="TableText8"/>
    <w:link w:val="TableText8BoldChar"/>
    <w:uiPriority w:val="99"/>
    <w:rsid w:val="00A434A4"/>
    <w:rPr>
      <w:b/>
    </w:rPr>
  </w:style>
  <w:style w:type="character" w:customStyle="1" w:styleId="TableText8BoldChar">
    <w:name w:val="Table Text 8 Bold Char"/>
    <w:basedOn w:val="DefaultParagraphFont"/>
    <w:link w:val="TableText8Bold"/>
    <w:uiPriority w:val="99"/>
    <w:locked/>
    <w:rsid w:val="00A434A4"/>
    <w:rPr>
      <w:rFonts w:ascii="Arial" w:hAnsi="Arial"/>
      <w:b/>
      <w:sz w:val="16"/>
      <w:szCs w:val="24"/>
    </w:rPr>
  </w:style>
  <w:style w:type="paragraph" w:customStyle="1" w:styleId="TableText8Bullet">
    <w:name w:val="Table Text 8 Bullet"/>
    <w:basedOn w:val="TableText8"/>
    <w:link w:val="TableText8BulletChar"/>
    <w:uiPriority w:val="99"/>
    <w:rsid w:val="00A434A4"/>
    <w:pPr>
      <w:numPr>
        <w:numId w:val="51"/>
      </w:numPr>
    </w:pPr>
  </w:style>
  <w:style w:type="character" w:customStyle="1" w:styleId="TableText8BulletChar">
    <w:name w:val="Table Text 8 Bullet Char"/>
    <w:basedOn w:val="DefaultParagraphFont"/>
    <w:link w:val="TableText8Bullet"/>
    <w:uiPriority w:val="99"/>
    <w:locked/>
    <w:rsid w:val="00A434A4"/>
    <w:rPr>
      <w:rFonts w:ascii="Arial" w:hAnsi="Arial"/>
      <w:sz w:val="16"/>
      <w:szCs w:val="24"/>
    </w:rPr>
  </w:style>
  <w:style w:type="paragraph" w:customStyle="1" w:styleId="TableText8Glossary">
    <w:name w:val="Table Text 8 Glossary"/>
    <w:basedOn w:val="TableText8"/>
    <w:next w:val="TableText8"/>
    <w:link w:val="TableText8GlossaryChar"/>
    <w:qFormat/>
    <w:rsid w:val="00A434A4"/>
  </w:style>
  <w:style w:type="character" w:customStyle="1" w:styleId="TableText8GlossaryChar">
    <w:name w:val="Table Text 8 Glossary Char"/>
    <w:basedOn w:val="TableText10Char"/>
    <w:link w:val="TableText8Glossary"/>
    <w:rsid w:val="00A434A4"/>
    <w:rPr>
      <w:rFonts w:ascii="Arial" w:hAnsi="Arial"/>
      <w:sz w:val="16"/>
      <w:szCs w:val="24"/>
    </w:rPr>
  </w:style>
  <w:style w:type="paragraph" w:customStyle="1" w:styleId="TableText8Italic">
    <w:name w:val="Table Text 8 Italic"/>
    <w:basedOn w:val="TableText8"/>
    <w:next w:val="TableText8"/>
    <w:link w:val="TableText8ItalicChar"/>
    <w:uiPriority w:val="99"/>
    <w:rsid w:val="00A434A4"/>
    <w:rPr>
      <w:i/>
    </w:rPr>
  </w:style>
  <w:style w:type="character" w:customStyle="1" w:styleId="TableText8ItalicChar">
    <w:name w:val="Table Text 8 Italic Char"/>
    <w:basedOn w:val="TableText8Char"/>
    <w:link w:val="TableText8Italic"/>
    <w:uiPriority w:val="99"/>
    <w:locked/>
    <w:rsid w:val="00A434A4"/>
    <w:rPr>
      <w:rFonts w:ascii="Arial" w:hAnsi="Arial"/>
      <w:i/>
      <w:sz w:val="16"/>
      <w:szCs w:val="24"/>
    </w:rPr>
  </w:style>
  <w:style w:type="paragraph" w:customStyle="1" w:styleId="TableText8Number">
    <w:name w:val="Table Text 8 Number"/>
    <w:basedOn w:val="TableText8"/>
    <w:link w:val="TableText8NumberChar"/>
    <w:uiPriority w:val="99"/>
    <w:rsid w:val="00A434A4"/>
    <w:pPr>
      <w:numPr>
        <w:numId w:val="52"/>
      </w:numPr>
    </w:pPr>
  </w:style>
  <w:style w:type="character" w:customStyle="1" w:styleId="TableText8NumberChar">
    <w:name w:val="Table Text 8 Number Char"/>
    <w:basedOn w:val="DefaultParagraphFont"/>
    <w:link w:val="TableText8Number"/>
    <w:uiPriority w:val="99"/>
    <w:locked/>
    <w:rsid w:val="00A434A4"/>
    <w:rPr>
      <w:rFonts w:ascii="Arial" w:hAnsi="Arial"/>
      <w:sz w:val="16"/>
      <w:szCs w:val="24"/>
    </w:rPr>
  </w:style>
  <w:style w:type="paragraph" w:customStyle="1" w:styleId="TitleMedium">
    <w:name w:val="Title Medium"/>
    <w:next w:val="BodyText"/>
    <w:uiPriority w:val="99"/>
    <w:rsid w:val="00A434A4"/>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A434A4"/>
  </w:style>
  <w:style w:type="paragraph" w:customStyle="1" w:styleId="TableColumnHeading">
    <w:name w:val="TableColumnHeading"/>
    <w:next w:val="Normal"/>
    <w:autoRedefine/>
    <w:rsid w:val="009A46FB"/>
    <w:pPr>
      <w:spacing w:before="60" w:after="60"/>
    </w:pPr>
    <w:rPr>
      <w:rFonts w:ascii="Arial" w:hAnsi="Arial"/>
      <w:b/>
      <w:color w:val="FFFFFF" w:themeColor="background1"/>
      <w:sz w:val="22"/>
    </w:rPr>
  </w:style>
  <w:style w:type="paragraph" w:customStyle="1" w:styleId="TableText">
    <w:name w:val="TableText"/>
    <w:aliases w:val="tt"/>
    <w:link w:val="TableTextChar"/>
    <w:qFormat/>
    <w:rsid w:val="009A46FB"/>
    <w:pPr>
      <w:spacing w:before="40" w:after="40"/>
    </w:pPr>
    <w:rPr>
      <w:rFonts w:ascii="Arial" w:hAnsi="Arial"/>
    </w:rPr>
  </w:style>
  <w:style w:type="character" w:customStyle="1" w:styleId="TableTextChar">
    <w:name w:val="TableText Char"/>
    <w:aliases w:val="tt Char"/>
    <w:basedOn w:val="DefaultParagraphFont"/>
    <w:link w:val="TableText"/>
    <w:rsid w:val="009A46FB"/>
    <w:rPr>
      <w:rFonts w:ascii="Arial" w:hAnsi="Arial"/>
    </w:rPr>
  </w:style>
  <w:style w:type="paragraph" w:customStyle="1" w:styleId="InfoBlue">
    <w:name w:val="InfoBlue"/>
    <w:basedOn w:val="Normal"/>
    <w:next w:val="BodyText"/>
    <w:rsid w:val="009A46FB"/>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63004">
      <w:bodyDiv w:val="1"/>
      <w:marLeft w:val="0"/>
      <w:marRight w:val="0"/>
      <w:marTop w:val="0"/>
      <w:marBottom w:val="0"/>
      <w:divBdr>
        <w:top w:val="none" w:sz="0" w:space="0" w:color="auto"/>
        <w:left w:val="none" w:sz="0" w:space="0" w:color="auto"/>
        <w:bottom w:val="none" w:sz="0" w:space="0" w:color="auto"/>
        <w:right w:val="none" w:sz="0" w:space="0" w:color="auto"/>
      </w:divBdr>
    </w:div>
    <w:div w:id="371459416">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60</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39ECF-8893-42A1-95ED-92E1D8139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schemas.microsoft.com/office/infopath/2007/PartnerControls"/>
    <ds:schemaRef ds:uri="http://purl.org/dc/terms/"/>
    <ds:schemaRef ds:uri="ce9b7293-7dfe-4d27-bf7f-b543d341c73b"/>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B8D0297-7A81-4D6D-9157-7A1F9F12443F}">
  <ds:schemaRefs>
    <ds:schemaRef ds:uri="http://schemas.microsoft.com/office/2006/metadata/customXsn"/>
  </ds:schemaRefs>
</ds:datastoreItem>
</file>

<file path=customXml/itemProps5.xml><?xml version="1.0" encoding="utf-8"?>
<ds:datastoreItem xmlns:ds="http://schemas.openxmlformats.org/officeDocument/2006/customXml" ds:itemID="{B2E19BA2-7415-4987-895C-6E760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19</Pages>
  <Words>2302</Words>
  <Characters>15673</Characters>
  <Application>Microsoft Office Word</Application>
  <DocSecurity>0</DocSecurity>
  <Lines>130</Lines>
  <Paragraphs>35</Paragraphs>
  <ScaleCrop>false</ScaleCrop>
  <HeadingPairs>
    <vt:vector size="2" baseType="variant">
      <vt:variant>
        <vt:lpstr>Title</vt:lpstr>
      </vt:variant>
      <vt:variant>
        <vt:i4>1</vt:i4>
      </vt:variant>
    </vt:vector>
  </HeadingPairs>
  <TitlesOfParts>
    <vt:vector size="1" baseType="lpstr">
      <vt:lpstr>Test Summary Report Template</vt:lpstr>
    </vt:vector>
  </TitlesOfParts>
  <Manager/>
  <Company/>
  <LinksUpToDate>false</LinksUpToDate>
  <CharactersWithSpaces>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Summary Report Template</dc:title>
  <dc:subject>CMS XLC Test Summary Report Template</dc:subject>
  <dc:creator/>
  <cp:keywords>CMS, XLC, TSR, Test Cases, Test Incidents, Resolved, Unresolved, Recommendations</cp:keywords>
  <cp:lastModifiedBy/>
  <cp:revision>1</cp:revision>
  <cp:lastPrinted>2002-11-19T18:54:00Z</cp:lastPrinted>
  <dcterms:created xsi:type="dcterms:W3CDTF">2020-08-07T17:26:00Z</dcterms:created>
  <dcterms:modified xsi:type="dcterms:W3CDTF">2020-08-10T18:36:00Z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12500</vt:r8>
  </property>
  <property fmtid="{D5CDD505-2E9C-101B-9397-08002B2CF9AE}" pid="11" name="Archive">
    <vt:bool>false</vt:bool>
  </property>
  <property fmtid="{D5CDD505-2E9C-101B-9397-08002B2CF9AE}" pid="12" name="_NewReviewCycle">
    <vt:lpwstr/>
  </property>
  <property fmtid="{D5CDD505-2E9C-101B-9397-08002B2CF9AE}" pid="13" name="Language">
    <vt:lpwstr>English</vt:lpwstr>
  </property>
  <property fmtid="{D5CDD505-2E9C-101B-9397-08002B2CF9AE}" pid="14" name="Editor">
    <vt:lpwstr>CMS</vt:lpwstr>
  </property>
  <property fmtid="{D5CDD505-2E9C-101B-9397-08002B2CF9AE}" pid="15" name="Checked by">
    <vt:lpwstr>CMS</vt:lpwstr>
  </property>
</Properties>
</file>